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05A" w:rsidRPr="006C0B2F" w:rsidRDefault="006F005A" w:rsidP="00ED5B66">
      <w:pPr>
        <w:spacing w:line="240" w:lineRule="auto"/>
        <w:jc w:val="center"/>
        <w:rPr>
          <w:b/>
          <w:sz w:val="32"/>
          <w:szCs w:val="32"/>
        </w:rPr>
      </w:pPr>
      <w:bookmarkStart w:id="0" w:name="_GoBack"/>
      <w:bookmarkEnd w:id="0"/>
      <w:r w:rsidRPr="006C0B2F">
        <w:rPr>
          <w:b/>
          <w:sz w:val="32"/>
          <w:szCs w:val="32"/>
        </w:rPr>
        <w:t>С Т Е Н О Г Р А М М А</w:t>
      </w:r>
    </w:p>
    <w:p w:rsidR="006F005A" w:rsidRPr="006C0B2F" w:rsidRDefault="006F005A" w:rsidP="00ED5B66">
      <w:pPr>
        <w:spacing w:line="240" w:lineRule="auto"/>
        <w:jc w:val="center"/>
        <w:rPr>
          <w:b/>
          <w:sz w:val="32"/>
          <w:szCs w:val="32"/>
        </w:rPr>
      </w:pPr>
    </w:p>
    <w:p w:rsidR="006F005A" w:rsidRPr="006C0B2F" w:rsidRDefault="00033170" w:rsidP="00ED5B66">
      <w:pPr>
        <w:spacing w:line="240" w:lineRule="auto"/>
        <w:jc w:val="center"/>
        <w:rPr>
          <w:b/>
          <w:szCs w:val="40"/>
        </w:rPr>
      </w:pPr>
      <w:r w:rsidRPr="006C0B2F">
        <w:rPr>
          <w:b/>
          <w:szCs w:val="40"/>
        </w:rPr>
        <w:t>«</w:t>
      </w:r>
      <w:r w:rsidR="006F005A" w:rsidRPr="006C0B2F">
        <w:rPr>
          <w:b/>
          <w:szCs w:val="40"/>
        </w:rPr>
        <w:t>круглого стола</w:t>
      </w:r>
      <w:r w:rsidRPr="006C0B2F">
        <w:rPr>
          <w:b/>
          <w:szCs w:val="40"/>
        </w:rPr>
        <w:t>»</w:t>
      </w:r>
      <w:r w:rsidR="006F005A" w:rsidRPr="006C0B2F">
        <w:rPr>
          <w:b/>
          <w:szCs w:val="40"/>
        </w:rPr>
        <w:t xml:space="preserve"> Комитета Государственной Думы по труду, социальным отношениям и делам ветеранов на тему: </w:t>
      </w:r>
      <w:r w:rsidRPr="006C0B2F">
        <w:rPr>
          <w:b/>
          <w:szCs w:val="40"/>
        </w:rPr>
        <w:t>«</w:t>
      </w:r>
      <w:r w:rsidR="006F005A" w:rsidRPr="006C0B2F">
        <w:rPr>
          <w:b/>
          <w:szCs w:val="40"/>
        </w:rPr>
        <w:t>Роль национальной системы профессиональных квалификаций в развитии кадрового потенциала России</w:t>
      </w:r>
      <w:r w:rsidRPr="006C0B2F">
        <w:rPr>
          <w:b/>
          <w:szCs w:val="40"/>
        </w:rPr>
        <w:t>»</w:t>
      </w:r>
    </w:p>
    <w:p w:rsidR="006F005A" w:rsidRPr="006C0B2F" w:rsidRDefault="006F005A" w:rsidP="00ED5B66">
      <w:pPr>
        <w:spacing w:line="240" w:lineRule="auto"/>
        <w:jc w:val="center"/>
        <w:rPr>
          <w:b/>
          <w:szCs w:val="40"/>
        </w:rPr>
      </w:pPr>
    </w:p>
    <w:p w:rsidR="006F005A" w:rsidRPr="006C0B2F" w:rsidRDefault="006F005A" w:rsidP="00ED5B66">
      <w:pPr>
        <w:spacing w:line="240" w:lineRule="auto"/>
        <w:jc w:val="center"/>
        <w:rPr>
          <w:b/>
          <w:szCs w:val="40"/>
        </w:rPr>
      </w:pPr>
      <w:r w:rsidRPr="006C0B2F">
        <w:rPr>
          <w:b/>
          <w:szCs w:val="40"/>
        </w:rPr>
        <w:t>Здание Государственной Думы. Зал 304.</w:t>
      </w:r>
    </w:p>
    <w:p w:rsidR="006F005A" w:rsidRPr="006C0B2F" w:rsidRDefault="006F005A" w:rsidP="00ED5B66">
      <w:pPr>
        <w:spacing w:line="240" w:lineRule="auto"/>
        <w:jc w:val="center"/>
        <w:rPr>
          <w:b/>
          <w:szCs w:val="40"/>
        </w:rPr>
      </w:pPr>
      <w:r w:rsidRPr="006C0B2F">
        <w:rPr>
          <w:b/>
          <w:szCs w:val="40"/>
        </w:rPr>
        <w:t>16 мая 2019 года. 16 часов.</w:t>
      </w:r>
    </w:p>
    <w:p w:rsidR="006F005A" w:rsidRPr="006C0B2F" w:rsidRDefault="006F005A" w:rsidP="00ED5B66">
      <w:pPr>
        <w:spacing w:line="240" w:lineRule="auto"/>
        <w:rPr>
          <w:szCs w:val="40"/>
        </w:rPr>
      </w:pPr>
    </w:p>
    <w:p w:rsidR="006F005A" w:rsidRPr="006C0B2F" w:rsidRDefault="006F005A" w:rsidP="00ED5B66">
      <w:pPr>
        <w:spacing w:line="240" w:lineRule="auto"/>
        <w:rPr>
          <w:szCs w:val="40"/>
        </w:rPr>
      </w:pPr>
    </w:p>
    <w:p w:rsidR="006F005A" w:rsidRPr="006C0B2F" w:rsidRDefault="006F005A" w:rsidP="00352D93">
      <w:pPr>
        <w:spacing w:line="240" w:lineRule="auto"/>
        <w:ind w:firstLine="0"/>
        <w:jc w:val="center"/>
        <w:rPr>
          <w:szCs w:val="40"/>
        </w:rPr>
      </w:pPr>
      <w:r w:rsidRPr="006C0B2F">
        <w:rPr>
          <w:szCs w:val="40"/>
        </w:rPr>
        <w:t>Председательствует председатель К</w:t>
      </w:r>
      <w:r w:rsidR="00352D93" w:rsidRPr="006C0B2F">
        <w:rPr>
          <w:szCs w:val="40"/>
        </w:rPr>
        <w:t>омитета Государственной Думы по </w:t>
      </w:r>
      <w:r w:rsidRPr="006C0B2F">
        <w:rPr>
          <w:szCs w:val="40"/>
        </w:rPr>
        <w:t>труду, социальным отношениям и делам ветеранов Я.Е.Нилов</w:t>
      </w:r>
    </w:p>
    <w:p w:rsidR="006F005A" w:rsidRPr="006C0B2F" w:rsidRDefault="006F005A" w:rsidP="00ED5B66">
      <w:pPr>
        <w:spacing w:line="240" w:lineRule="auto"/>
        <w:rPr>
          <w:szCs w:val="40"/>
        </w:rPr>
      </w:pPr>
    </w:p>
    <w:p w:rsidR="00ED5B66" w:rsidRPr="006C0B2F" w:rsidRDefault="00ED5B66" w:rsidP="00ED5B66">
      <w:pPr>
        <w:spacing w:line="240" w:lineRule="auto"/>
        <w:rPr>
          <w:szCs w:val="40"/>
        </w:rPr>
      </w:pPr>
    </w:p>
    <w:p w:rsidR="00352D93"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w:t>
      </w:r>
      <w:r w:rsidR="00352D93" w:rsidRPr="006C0B2F">
        <w:rPr>
          <w:szCs w:val="40"/>
        </w:rPr>
        <w:t xml:space="preserve">Приветствую </w:t>
      </w:r>
      <w:r w:rsidR="00D9145E" w:rsidRPr="006C0B2F">
        <w:rPr>
          <w:szCs w:val="40"/>
        </w:rPr>
        <w:t xml:space="preserve">всех </w:t>
      </w:r>
      <w:r w:rsidR="00352D93" w:rsidRPr="006C0B2F">
        <w:rPr>
          <w:szCs w:val="40"/>
        </w:rPr>
        <w:t xml:space="preserve">участников </w:t>
      </w:r>
      <w:r w:rsidR="00033170" w:rsidRPr="006C0B2F">
        <w:rPr>
          <w:szCs w:val="40"/>
        </w:rPr>
        <w:t>«</w:t>
      </w:r>
      <w:r w:rsidR="00352D93" w:rsidRPr="006C0B2F">
        <w:rPr>
          <w:szCs w:val="40"/>
        </w:rPr>
        <w:t>круглого стола</w:t>
      </w:r>
      <w:r w:rsidR="00033170" w:rsidRPr="006C0B2F">
        <w:rPr>
          <w:szCs w:val="40"/>
        </w:rPr>
        <w:t>»</w:t>
      </w:r>
      <w:r w:rsidR="004E3232" w:rsidRPr="006C0B2F">
        <w:rPr>
          <w:szCs w:val="40"/>
        </w:rPr>
        <w:t xml:space="preserve"> и предлагаю начать наше заседание</w:t>
      </w:r>
      <w:r w:rsidR="00352D93" w:rsidRPr="006C0B2F">
        <w:rPr>
          <w:szCs w:val="40"/>
        </w:rPr>
        <w:t>!</w:t>
      </w:r>
    </w:p>
    <w:p w:rsidR="006F005A" w:rsidRPr="006C0B2F" w:rsidRDefault="003804A8" w:rsidP="00ED5B66">
      <w:pPr>
        <w:spacing w:line="360" w:lineRule="auto"/>
        <w:rPr>
          <w:szCs w:val="40"/>
        </w:rPr>
      </w:pPr>
      <w:r w:rsidRPr="006C0B2F">
        <w:rPr>
          <w:szCs w:val="40"/>
        </w:rPr>
        <w:t>От К</w:t>
      </w:r>
      <w:r w:rsidR="006F005A" w:rsidRPr="006C0B2F">
        <w:rPr>
          <w:szCs w:val="40"/>
        </w:rPr>
        <w:t xml:space="preserve">омитета </w:t>
      </w:r>
      <w:r w:rsidRPr="006C0B2F">
        <w:rPr>
          <w:szCs w:val="40"/>
        </w:rPr>
        <w:t>по труду, социальной политике и делам ветеранов и в целом</w:t>
      </w:r>
      <w:r w:rsidR="006F005A" w:rsidRPr="006C0B2F">
        <w:rPr>
          <w:szCs w:val="40"/>
        </w:rPr>
        <w:t xml:space="preserve"> </w:t>
      </w:r>
      <w:r w:rsidRPr="006C0B2F">
        <w:rPr>
          <w:szCs w:val="40"/>
        </w:rPr>
        <w:t>от</w:t>
      </w:r>
      <w:r w:rsidR="006F005A" w:rsidRPr="006C0B2F">
        <w:rPr>
          <w:szCs w:val="40"/>
        </w:rPr>
        <w:t xml:space="preserve"> Гос</w:t>
      </w:r>
      <w:r w:rsidR="0068271A" w:rsidRPr="006C0B2F">
        <w:rPr>
          <w:szCs w:val="40"/>
        </w:rPr>
        <w:t xml:space="preserve">ударственной Думы </w:t>
      </w:r>
      <w:r w:rsidRPr="006C0B2F">
        <w:rPr>
          <w:szCs w:val="40"/>
        </w:rPr>
        <w:t xml:space="preserve">я являюсь </w:t>
      </w:r>
      <w:r w:rsidR="0068271A" w:rsidRPr="006C0B2F">
        <w:rPr>
          <w:szCs w:val="40"/>
        </w:rPr>
        <w:t xml:space="preserve">членом </w:t>
      </w:r>
      <w:r w:rsidR="004E3232" w:rsidRPr="006C0B2F">
        <w:rPr>
          <w:szCs w:val="40"/>
        </w:rPr>
        <w:t>Национального совета при Президенте Российской Федерации по профессиональным квалификациям</w:t>
      </w:r>
      <w:r w:rsidR="006F005A" w:rsidRPr="006C0B2F">
        <w:rPr>
          <w:szCs w:val="40"/>
        </w:rPr>
        <w:t xml:space="preserve">, во всех </w:t>
      </w:r>
      <w:r w:rsidR="004E3232" w:rsidRPr="006C0B2F">
        <w:rPr>
          <w:szCs w:val="40"/>
        </w:rPr>
        <w:t xml:space="preserve">его </w:t>
      </w:r>
      <w:r w:rsidR="006F005A" w:rsidRPr="006C0B2F">
        <w:rPr>
          <w:szCs w:val="40"/>
        </w:rPr>
        <w:t>заседаниях я принимаю участие. Понимаю, что работы сделано, с одной стороны, достаточно много, с другой стороны</w:t>
      </w:r>
      <w:r w:rsidR="0068271A" w:rsidRPr="006C0B2F">
        <w:rPr>
          <w:szCs w:val="40"/>
        </w:rPr>
        <w:t>,</w:t>
      </w:r>
      <w:r w:rsidR="006F005A" w:rsidRPr="006C0B2F">
        <w:rPr>
          <w:szCs w:val="40"/>
        </w:rPr>
        <w:t xml:space="preserve"> ещё очень многое предстоит сделать.</w:t>
      </w:r>
    </w:p>
    <w:p w:rsidR="006F005A" w:rsidRPr="006C0B2F" w:rsidRDefault="00FB2AFB" w:rsidP="00ED5B66">
      <w:pPr>
        <w:spacing w:line="360" w:lineRule="auto"/>
        <w:rPr>
          <w:szCs w:val="40"/>
        </w:rPr>
      </w:pPr>
      <w:r w:rsidRPr="006C0B2F">
        <w:rPr>
          <w:szCs w:val="40"/>
        </w:rPr>
        <w:t>У нас в К</w:t>
      </w:r>
      <w:r w:rsidR="006F005A" w:rsidRPr="006C0B2F">
        <w:rPr>
          <w:szCs w:val="40"/>
        </w:rPr>
        <w:t>омитете суще</w:t>
      </w:r>
      <w:r w:rsidRPr="006C0B2F">
        <w:rPr>
          <w:szCs w:val="40"/>
        </w:rPr>
        <w:t>ствует Э</w:t>
      </w:r>
      <w:r w:rsidR="00352D93" w:rsidRPr="006C0B2F">
        <w:rPr>
          <w:szCs w:val="40"/>
        </w:rPr>
        <w:t>кспертный совет, куда,</w:t>
      </w:r>
      <w:r w:rsidR="006F005A" w:rsidRPr="006C0B2F">
        <w:rPr>
          <w:szCs w:val="40"/>
        </w:rPr>
        <w:t xml:space="preserve"> если будут желающие</w:t>
      </w:r>
      <w:r w:rsidR="00352D93" w:rsidRPr="006C0B2F">
        <w:rPr>
          <w:szCs w:val="40"/>
        </w:rPr>
        <w:t xml:space="preserve">, </w:t>
      </w:r>
      <w:r w:rsidRPr="006C0B2F">
        <w:rPr>
          <w:szCs w:val="40"/>
        </w:rPr>
        <w:t xml:space="preserve">я также приглашаю вас </w:t>
      </w:r>
      <w:r w:rsidR="00352D93" w:rsidRPr="006C0B2F">
        <w:rPr>
          <w:szCs w:val="40"/>
        </w:rPr>
        <w:t>для участия и</w:t>
      </w:r>
      <w:r w:rsidR="006F005A" w:rsidRPr="006C0B2F">
        <w:rPr>
          <w:szCs w:val="40"/>
        </w:rPr>
        <w:t xml:space="preserve"> для совместной работы. </w:t>
      </w:r>
    </w:p>
    <w:p w:rsidR="006F005A" w:rsidRPr="006C0B2F" w:rsidRDefault="00804046" w:rsidP="00ED5B66">
      <w:pPr>
        <w:spacing w:line="360" w:lineRule="auto"/>
        <w:rPr>
          <w:szCs w:val="40"/>
        </w:rPr>
      </w:pPr>
      <w:r w:rsidRPr="006C0B2F">
        <w:rPr>
          <w:szCs w:val="40"/>
        </w:rPr>
        <w:t>Хочу озвучить свою</w:t>
      </w:r>
      <w:r w:rsidR="006F005A" w:rsidRPr="006C0B2F">
        <w:rPr>
          <w:szCs w:val="40"/>
        </w:rPr>
        <w:t xml:space="preserve"> позицию, что вне зависимости от того, какая тема об</w:t>
      </w:r>
      <w:r w:rsidRPr="006C0B2F">
        <w:rPr>
          <w:szCs w:val="40"/>
        </w:rPr>
        <w:t>суждается сегодня здесь, двери К</w:t>
      </w:r>
      <w:r w:rsidR="006F005A" w:rsidRPr="006C0B2F">
        <w:rPr>
          <w:szCs w:val="40"/>
        </w:rPr>
        <w:t>омитета</w:t>
      </w:r>
      <w:r w:rsidR="00352D93" w:rsidRPr="006C0B2F">
        <w:rPr>
          <w:szCs w:val="40"/>
        </w:rPr>
        <w:t xml:space="preserve"> </w:t>
      </w:r>
      <w:r w:rsidR="006F005A" w:rsidRPr="006C0B2F">
        <w:rPr>
          <w:szCs w:val="40"/>
        </w:rPr>
        <w:t xml:space="preserve">открыты. Любые здравые идеи, инициативы, желание провести мероприятия мы стараемся поддерживать. Если наблюдается необходимость изменить законодательство, также </w:t>
      </w:r>
      <w:r w:rsidRPr="006C0B2F">
        <w:rPr>
          <w:szCs w:val="40"/>
        </w:rPr>
        <w:t xml:space="preserve">всячески приветствуется </w:t>
      </w:r>
      <w:r w:rsidR="006F005A" w:rsidRPr="006C0B2F">
        <w:rPr>
          <w:szCs w:val="40"/>
        </w:rPr>
        <w:t xml:space="preserve">любая инициатива в этом направлении, </w:t>
      </w:r>
      <w:r w:rsidRPr="006C0B2F">
        <w:rPr>
          <w:szCs w:val="40"/>
        </w:rPr>
        <w:t xml:space="preserve">всё это </w:t>
      </w:r>
      <w:r w:rsidR="006F005A" w:rsidRPr="006C0B2F">
        <w:rPr>
          <w:szCs w:val="40"/>
        </w:rPr>
        <w:t>достаточно оперативно делается. Любую информацию можно направить электронной</w:t>
      </w:r>
      <w:r w:rsidRPr="006C0B2F">
        <w:rPr>
          <w:szCs w:val="40"/>
        </w:rPr>
        <w:t xml:space="preserve"> или</w:t>
      </w:r>
      <w:r w:rsidR="006F005A" w:rsidRPr="006C0B2F">
        <w:rPr>
          <w:szCs w:val="40"/>
        </w:rPr>
        <w:t xml:space="preserve"> обычной почтой. Я сам рассматриваю</w:t>
      </w:r>
      <w:r w:rsidRPr="006C0B2F">
        <w:rPr>
          <w:szCs w:val="40"/>
        </w:rPr>
        <w:t xml:space="preserve"> все письма, даю поручения, контролирую. Затем </w:t>
      </w:r>
      <w:r w:rsidR="006F005A" w:rsidRPr="006C0B2F">
        <w:rPr>
          <w:szCs w:val="40"/>
        </w:rPr>
        <w:t>мы, оперативно проанализировав</w:t>
      </w:r>
      <w:r w:rsidRPr="006C0B2F">
        <w:rPr>
          <w:szCs w:val="40"/>
        </w:rPr>
        <w:t xml:space="preserve"> предложения, даём </w:t>
      </w:r>
      <w:r w:rsidRPr="006C0B2F">
        <w:rPr>
          <w:szCs w:val="40"/>
        </w:rPr>
        <w:lastRenderedPageBreak/>
        <w:t>ответ: целесообразно или</w:t>
      </w:r>
      <w:r w:rsidR="006F005A" w:rsidRPr="006C0B2F">
        <w:rPr>
          <w:szCs w:val="40"/>
        </w:rPr>
        <w:t xml:space="preserve"> нецелесообразно </w:t>
      </w:r>
      <w:r w:rsidRPr="006C0B2F">
        <w:rPr>
          <w:szCs w:val="40"/>
        </w:rPr>
        <w:t>вносить</w:t>
      </w:r>
      <w:r w:rsidR="006F005A" w:rsidRPr="006C0B2F">
        <w:rPr>
          <w:szCs w:val="40"/>
        </w:rPr>
        <w:t xml:space="preserve"> в том или ином виде предложенные изменения.</w:t>
      </w:r>
    </w:p>
    <w:p w:rsidR="006F005A" w:rsidRPr="006C0B2F" w:rsidRDefault="00A70933" w:rsidP="00ED5B66">
      <w:pPr>
        <w:spacing w:line="360" w:lineRule="auto"/>
        <w:rPr>
          <w:szCs w:val="40"/>
        </w:rPr>
      </w:pPr>
      <w:r w:rsidRPr="006C0B2F">
        <w:rPr>
          <w:szCs w:val="40"/>
        </w:rPr>
        <w:t>С</w:t>
      </w:r>
      <w:r w:rsidR="006F005A" w:rsidRPr="006C0B2F">
        <w:rPr>
          <w:szCs w:val="40"/>
        </w:rPr>
        <w:t>егодняшне</w:t>
      </w:r>
      <w:r w:rsidRPr="006C0B2F">
        <w:rPr>
          <w:szCs w:val="40"/>
        </w:rPr>
        <w:t>е</w:t>
      </w:r>
      <w:r w:rsidR="006F005A" w:rsidRPr="006C0B2F">
        <w:rPr>
          <w:szCs w:val="40"/>
        </w:rPr>
        <w:t xml:space="preserve"> мероприяти</w:t>
      </w:r>
      <w:r w:rsidRPr="006C0B2F">
        <w:rPr>
          <w:szCs w:val="40"/>
        </w:rPr>
        <w:t>е проходит по инициативе члена Э</w:t>
      </w:r>
      <w:r w:rsidR="006F005A" w:rsidRPr="006C0B2F">
        <w:rPr>
          <w:szCs w:val="40"/>
        </w:rPr>
        <w:t xml:space="preserve">кспертного совета </w:t>
      </w:r>
      <w:r w:rsidRPr="006C0B2F">
        <w:rPr>
          <w:szCs w:val="40"/>
        </w:rPr>
        <w:t xml:space="preserve">Людмилы Петровны </w:t>
      </w:r>
      <w:r w:rsidR="006F005A" w:rsidRPr="006C0B2F">
        <w:rPr>
          <w:szCs w:val="40"/>
        </w:rPr>
        <w:t>Хлюсневой, о</w:t>
      </w:r>
      <w:r w:rsidRPr="006C0B2F">
        <w:rPr>
          <w:szCs w:val="40"/>
        </w:rPr>
        <w:t>на достаточно давно работает в Н</w:t>
      </w:r>
      <w:r w:rsidR="001A3803" w:rsidRPr="006C0B2F">
        <w:rPr>
          <w:szCs w:val="40"/>
        </w:rPr>
        <w:t>ациональном совете. П</w:t>
      </w:r>
      <w:r w:rsidR="006F005A" w:rsidRPr="006C0B2F">
        <w:rPr>
          <w:szCs w:val="40"/>
        </w:rPr>
        <w:t>о её инициативе некоторое врем</w:t>
      </w:r>
      <w:r w:rsidR="001A3803" w:rsidRPr="006C0B2F">
        <w:rPr>
          <w:szCs w:val="40"/>
        </w:rPr>
        <w:t>я назад мы отправили от К</w:t>
      </w:r>
      <w:r w:rsidR="006F005A" w:rsidRPr="006C0B2F">
        <w:rPr>
          <w:szCs w:val="40"/>
        </w:rPr>
        <w:t xml:space="preserve">омитета письма в 28 </w:t>
      </w:r>
      <w:r w:rsidR="001A3803" w:rsidRPr="006C0B2F">
        <w:rPr>
          <w:szCs w:val="40"/>
        </w:rPr>
        <w:t xml:space="preserve">регионов для того, чтобы понять, </w:t>
      </w:r>
      <w:r w:rsidR="006F005A" w:rsidRPr="006C0B2F">
        <w:rPr>
          <w:szCs w:val="40"/>
        </w:rPr>
        <w:t xml:space="preserve">как обстоят дела в регионах, как реализуются поставленные цели. И мы видим, что </w:t>
      </w:r>
      <w:r w:rsidR="001A3803" w:rsidRPr="006C0B2F">
        <w:rPr>
          <w:szCs w:val="40"/>
        </w:rPr>
        <w:t xml:space="preserve">работа ведётся ещё </w:t>
      </w:r>
      <w:r w:rsidR="006F005A" w:rsidRPr="006C0B2F">
        <w:rPr>
          <w:szCs w:val="40"/>
        </w:rPr>
        <w:t>достаточно слабо</w:t>
      </w:r>
      <w:r w:rsidR="002769A2" w:rsidRPr="006C0B2F">
        <w:rPr>
          <w:szCs w:val="40"/>
        </w:rPr>
        <w:t>. Э</w:t>
      </w:r>
      <w:r w:rsidR="006F005A" w:rsidRPr="006C0B2F">
        <w:rPr>
          <w:szCs w:val="40"/>
        </w:rPr>
        <w:t>тот же вопрос обсуждался и на недавно прошедшем заседани</w:t>
      </w:r>
      <w:r w:rsidR="002769A2" w:rsidRPr="006C0B2F">
        <w:rPr>
          <w:szCs w:val="40"/>
        </w:rPr>
        <w:t>и Н</w:t>
      </w:r>
      <w:r w:rsidR="006F005A" w:rsidRPr="006C0B2F">
        <w:rPr>
          <w:szCs w:val="40"/>
        </w:rPr>
        <w:t xml:space="preserve">ационального совета. </w:t>
      </w:r>
    </w:p>
    <w:p w:rsidR="005F51B3" w:rsidRPr="006C0B2F" w:rsidRDefault="009B13B2" w:rsidP="00ED5B66">
      <w:pPr>
        <w:spacing w:line="360" w:lineRule="auto"/>
        <w:rPr>
          <w:szCs w:val="40"/>
        </w:rPr>
      </w:pPr>
      <w:r w:rsidRPr="006C0B2F">
        <w:rPr>
          <w:szCs w:val="40"/>
        </w:rPr>
        <w:t>Соответственно,</w:t>
      </w:r>
      <w:r w:rsidR="006F005A" w:rsidRPr="006C0B2F">
        <w:rPr>
          <w:szCs w:val="40"/>
        </w:rPr>
        <w:t xml:space="preserve"> сегодня</w:t>
      </w:r>
      <w:r w:rsidRPr="006C0B2F">
        <w:rPr>
          <w:szCs w:val="40"/>
        </w:rPr>
        <w:t xml:space="preserve"> стоит задача</w:t>
      </w:r>
      <w:r w:rsidR="006F005A" w:rsidRPr="006C0B2F">
        <w:rPr>
          <w:szCs w:val="40"/>
        </w:rPr>
        <w:t xml:space="preserve"> обсудить,</w:t>
      </w:r>
      <w:r w:rsidR="00DC32C0" w:rsidRPr="006C0B2F">
        <w:rPr>
          <w:szCs w:val="40"/>
        </w:rPr>
        <w:t xml:space="preserve"> как у нас в различных регионах и в</w:t>
      </w:r>
      <w:r w:rsidR="006F005A" w:rsidRPr="006C0B2F">
        <w:rPr>
          <w:szCs w:val="40"/>
        </w:rPr>
        <w:t xml:space="preserve"> различных структу</w:t>
      </w:r>
      <w:r w:rsidR="00DC32C0" w:rsidRPr="006C0B2F">
        <w:rPr>
          <w:szCs w:val="40"/>
        </w:rPr>
        <w:t>рах оценивают текущие изменения. Узнать ваше мнение, как</w:t>
      </w:r>
      <w:r w:rsidR="006F005A" w:rsidRPr="006C0B2F">
        <w:rPr>
          <w:szCs w:val="40"/>
        </w:rPr>
        <w:t xml:space="preserve"> необходимо </w:t>
      </w:r>
      <w:r w:rsidR="00DC32C0" w:rsidRPr="006C0B2F">
        <w:rPr>
          <w:szCs w:val="40"/>
        </w:rPr>
        <w:t xml:space="preserve">скорректировать </w:t>
      </w:r>
      <w:r w:rsidR="006F005A" w:rsidRPr="006C0B2F">
        <w:rPr>
          <w:szCs w:val="40"/>
        </w:rPr>
        <w:t xml:space="preserve">работу. </w:t>
      </w:r>
      <w:r w:rsidR="00DC32C0" w:rsidRPr="006C0B2F">
        <w:rPr>
          <w:szCs w:val="40"/>
        </w:rPr>
        <w:t xml:space="preserve">Во всём этом процессе </w:t>
      </w:r>
      <w:r w:rsidR="006F005A" w:rsidRPr="006C0B2F">
        <w:rPr>
          <w:szCs w:val="40"/>
        </w:rPr>
        <w:t>Комитет Государственной Думы</w:t>
      </w:r>
      <w:r w:rsidR="00DC32C0" w:rsidRPr="006C0B2F">
        <w:rPr>
          <w:szCs w:val="40"/>
        </w:rPr>
        <w:t xml:space="preserve"> по труду, социальной политике и делам ветеранов</w:t>
      </w:r>
      <w:r w:rsidR="006F005A" w:rsidRPr="006C0B2F">
        <w:rPr>
          <w:szCs w:val="40"/>
        </w:rPr>
        <w:t xml:space="preserve"> безучастным не </w:t>
      </w:r>
      <w:r w:rsidR="00DC32C0" w:rsidRPr="006C0B2F">
        <w:rPr>
          <w:szCs w:val="40"/>
        </w:rPr>
        <w:t xml:space="preserve">останется, </w:t>
      </w:r>
      <w:r w:rsidR="006F005A" w:rsidRPr="006C0B2F">
        <w:rPr>
          <w:szCs w:val="40"/>
        </w:rPr>
        <w:t>мы хотим работать даже на опережение. И, понимая, что у нас консервативная страна, консервативное общество и страна ручного управления, мы всё-таки хотим, чтобы инициатива</w:t>
      </w:r>
      <w:r w:rsidR="00760EE6" w:rsidRPr="006C0B2F">
        <w:rPr>
          <w:szCs w:val="40"/>
        </w:rPr>
        <w:t xml:space="preserve"> шла от нас. </w:t>
      </w:r>
    </w:p>
    <w:p w:rsidR="006F005A" w:rsidRPr="006C0B2F" w:rsidRDefault="00885933" w:rsidP="00ED5B66">
      <w:pPr>
        <w:spacing w:line="360" w:lineRule="auto"/>
        <w:rPr>
          <w:szCs w:val="40"/>
        </w:rPr>
      </w:pPr>
      <w:r w:rsidRPr="006C0B2F">
        <w:rPr>
          <w:szCs w:val="40"/>
        </w:rPr>
        <w:t xml:space="preserve">Я не представляю партию власти, я представляю партию ЛДПР. </w:t>
      </w:r>
      <w:r w:rsidR="00760EE6" w:rsidRPr="006C0B2F">
        <w:rPr>
          <w:szCs w:val="40"/>
        </w:rPr>
        <w:t>Наш К</w:t>
      </w:r>
      <w:r w:rsidR="006F005A" w:rsidRPr="006C0B2F">
        <w:rPr>
          <w:szCs w:val="40"/>
        </w:rPr>
        <w:t xml:space="preserve">омитет отличается тем, что по итогам </w:t>
      </w:r>
      <w:r w:rsidRPr="006C0B2F">
        <w:rPr>
          <w:szCs w:val="40"/>
        </w:rPr>
        <w:t xml:space="preserve">обсуждения </w:t>
      </w:r>
      <w:r w:rsidR="00770055" w:rsidRPr="006C0B2F">
        <w:rPr>
          <w:szCs w:val="40"/>
        </w:rPr>
        <w:t xml:space="preserve">мы </w:t>
      </w:r>
      <w:r w:rsidR="006F005A" w:rsidRPr="006C0B2F">
        <w:rPr>
          <w:szCs w:val="40"/>
        </w:rPr>
        <w:t>безбоязненно</w:t>
      </w:r>
      <w:r w:rsidRPr="006C0B2F">
        <w:rPr>
          <w:szCs w:val="40"/>
        </w:rPr>
        <w:t xml:space="preserve"> направляем письма туда, куда считаем</w:t>
      </w:r>
      <w:r w:rsidR="006F005A" w:rsidRPr="006C0B2F">
        <w:rPr>
          <w:szCs w:val="40"/>
        </w:rPr>
        <w:t xml:space="preserve"> нужным. Поэтому по итогам данного мероприятия мы направим письм</w:t>
      </w:r>
      <w:r w:rsidR="002D600E" w:rsidRPr="006C0B2F">
        <w:rPr>
          <w:szCs w:val="40"/>
        </w:rPr>
        <w:t>а, если потребуется, и в адрес П</w:t>
      </w:r>
      <w:r w:rsidR="006F005A" w:rsidRPr="006C0B2F">
        <w:rPr>
          <w:szCs w:val="40"/>
        </w:rPr>
        <w:t>редседателя правительства, и в адрес руководст</w:t>
      </w:r>
      <w:r w:rsidR="002D600E" w:rsidRPr="006C0B2F">
        <w:rPr>
          <w:szCs w:val="40"/>
        </w:rPr>
        <w:t>ва Думы, и в адрес руководства Национального совета. Н</w:t>
      </w:r>
      <w:r w:rsidR="006F005A" w:rsidRPr="006C0B2F">
        <w:rPr>
          <w:szCs w:val="40"/>
        </w:rPr>
        <w:t>аша задача, обсуди</w:t>
      </w:r>
      <w:r w:rsidR="002D600E" w:rsidRPr="006C0B2F">
        <w:rPr>
          <w:szCs w:val="40"/>
        </w:rPr>
        <w:t>ть тему и</w:t>
      </w:r>
      <w:r w:rsidR="006F005A" w:rsidRPr="006C0B2F">
        <w:rPr>
          <w:szCs w:val="40"/>
        </w:rPr>
        <w:t xml:space="preserve"> выйти </w:t>
      </w:r>
      <w:r w:rsidR="002D600E" w:rsidRPr="006C0B2F">
        <w:rPr>
          <w:szCs w:val="40"/>
        </w:rPr>
        <w:t xml:space="preserve">как </w:t>
      </w:r>
      <w:r w:rsidR="006F005A" w:rsidRPr="006C0B2F">
        <w:rPr>
          <w:szCs w:val="40"/>
        </w:rPr>
        <w:t xml:space="preserve">на некие конструктивные предложения, с одной стороны, </w:t>
      </w:r>
      <w:r w:rsidR="002D600E" w:rsidRPr="006C0B2F">
        <w:rPr>
          <w:szCs w:val="40"/>
        </w:rPr>
        <w:t xml:space="preserve">так </w:t>
      </w:r>
      <w:r w:rsidR="006F005A" w:rsidRPr="006C0B2F">
        <w:rPr>
          <w:szCs w:val="40"/>
        </w:rPr>
        <w:t xml:space="preserve">и на решения о каких-либо необходимых законодательных изменениях. </w:t>
      </w:r>
    </w:p>
    <w:p w:rsidR="006F005A" w:rsidRPr="006C0B2F" w:rsidRDefault="00FA2F1E" w:rsidP="00ED5B66">
      <w:pPr>
        <w:spacing w:line="360" w:lineRule="auto"/>
        <w:rPr>
          <w:szCs w:val="40"/>
        </w:rPr>
      </w:pPr>
      <w:r w:rsidRPr="006C0B2F">
        <w:rPr>
          <w:szCs w:val="40"/>
        </w:rPr>
        <w:t>Сегодня у</w:t>
      </w:r>
      <w:r w:rsidR="006F005A" w:rsidRPr="006C0B2F">
        <w:rPr>
          <w:szCs w:val="40"/>
        </w:rPr>
        <w:t xml:space="preserve"> нас достаточно большой список записавшихся выступающих. Предлагаю сразу перейти к выступлениям. Не хочу, чтобы это были </w:t>
      </w:r>
      <w:r w:rsidRPr="006C0B2F">
        <w:rPr>
          <w:szCs w:val="40"/>
        </w:rPr>
        <w:t xml:space="preserve">какие-то </w:t>
      </w:r>
      <w:r w:rsidR="006F005A" w:rsidRPr="006C0B2F">
        <w:rPr>
          <w:szCs w:val="40"/>
        </w:rPr>
        <w:t>сухие до</w:t>
      </w:r>
      <w:r w:rsidRPr="006C0B2F">
        <w:rPr>
          <w:szCs w:val="40"/>
        </w:rPr>
        <w:t xml:space="preserve">клады, которые </w:t>
      </w:r>
      <w:r w:rsidR="006A76D5" w:rsidRPr="006C0B2F">
        <w:rPr>
          <w:szCs w:val="40"/>
        </w:rPr>
        <w:t xml:space="preserve">спустя полтора часа </w:t>
      </w:r>
      <w:r w:rsidRPr="006C0B2F">
        <w:rPr>
          <w:szCs w:val="40"/>
        </w:rPr>
        <w:t>невозможно будет</w:t>
      </w:r>
      <w:r w:rsidR="006F005A" w:rsidRPr="006C0B2F">
        <w:rPr>
          <w:szCs w:val="40"/>
        </w:rPr>
        <w:t xml:space="preserve"> воспринимать и </w:t>
      </w:r>
      <w:r w:rsidR="006F005A" w:rsidRPr="006C0B2F">
        <w:rPr>
          <w:szCs w:val="40"/>
        </w:rPr>
        <w:lastRenderedPageBreak/>
        <w:t xml:space="preserve">слушать, поэтому прошу </w:t>
      </w:r>
      <w:r w:rsidRPr="006C0B2F">
        <w:rPr>
          <w:szCs w:val="40"/>
        </w:rPr>
        <w:t xml:space="preserve">вас давать </w:t>
      </w:r>
      <w:r w:rsidR="006F005A" w:rsidRPr="006C0B2F">
        <w:rPr>
          <w:szCs w:val="40"/>
        </w:rPr>
        <w:t xml:space="preserve">конкретику, прошу </w:t>
      </w:r>
      <w:r w:rsidRPr="006C0B2F">
        <w:rPr>
          <w:szCs w:val="40"/>
        </w:rPr>
        <w:t xml:space="preserve">делать </w:t>
      </w:r>
      <w:r w:rsidR="006F005A" w:rsidRPr="006C0B2F">
        <w:rPr>
          <w:szCs w:val="40"/>
        </w:rPr>
        <w:t>какие-то выводы, прошу бе</w:t>
      </w:r>
      <w:r w:rsidRPr="006C0B2F">
        <w:rPr>
          <w:szCs w:val="40"/>
        </w:rPr>
        <w:t>збоязненно говорить о проблемах. Н</w:t>
      </w:r>
      <w:r w:rsidR="006F005A" w:rsidRPr="006C0B2F">
        <w:rPr>
          <w:szCs w:val="40"/>
        </w:rPr>
        <w:t xml:space="preserve">е надо стесняться. </w:t>
      </w:r>
    </w:p>
    <w:p w:rsidR="006F005A" w:rsidRPr="006C0B2F" w:rsidRDefault="006F005A" w:rsidP="00ED5B66">
      <w:pPr>
        <w:spacing w:line="360" w:lineRule="auto"/>
        <w:rPr>
          <w:szCs w:val="40"/>
        </w:rPr>
      </w:pPr>
      <w:r w:rsidRPr="006C0B2F">
        <w:rPr>
          <w:szCs w:val="40"/>
        </w:rPr>
        <w:t xml:space="preserve">Регламент у нас запланирован - до шести часов мы должны это мероприятие провести. </w:t>
      </w:r>
      <w:r w:rsidR="00CA4FE9" w:rsidRPr="006C0B2F">
        <w:rPr>
          <w:szCs w:val="40"/>
        </w:rPr>
        <w:t>О</w:t>
      </w:r>
      <w:r w:rsidRPr="006C0B2F">
        <w:rPr>
          <w:szCs w:val="40"/>
        </w:rPr>
        <w:t xml:space="preserve">коло пяти часов пятнадцати минут </w:t>
      </w:r>
      <w:r w:rsidR="00CA4FE9" w:rsidRPr="006C0B2F">
        <w:rPr>
          <w:szCs w:val="40"/>
        </w:rPr>
        <w:t xml:space="preserve">я </w:t>
      </w:r>
      <w:r w:rsidRPr="006C0B2F">
        <w:rPr>
          <w:szCs w:val="40"/>
        </w:rPr>
        <w:t xml:space="preserve">должен буду уйти на другое мероприятие, заседание здесь продолжится. Заместитель руководителя аппарата </w:t>
      </w:r>
      <w:r w:rsidR="00CA4FE9" w:rsidRPr="006C0B2F">
        <w:rPr>
          <w:szCs w:val="40"/>
        </w:rPr>
        <w:t>К</w:t>
      </w:r>
      <w:r w:rsidRPr="006C0B2F">
        <w:rPr>
          <w:szCs w:val="40"/>
        </w:rPr>
        <w:t xml:space="preserve">омитета Леонов Александр Сергеевич, </w:t>
      </w:r>
      <w:r w:rsidR="00CA4FE9" w:rsidRPr="006C0B2F">
        <w:rPr>
          <w:szCs w:val="40"/>
        </w:rPr>
        <w:t xml:space="preserve">которого </w:t>
      </w:r>
      <w:r w:rsidRPr="006C0B2F">
        <w:rPr>
          <w:szCs w:val="40"/>
        </w:rPr>
        <w:t>вы многие</w:t>
      </w:r>
      <w:r w:rsidR="00CA4FE9" w:rsidRPr="006C0B2F">
        <w:rPr>
          <w:szCs w:val="40"/>
        </w:rPr>
        <w:t xml:space="preserve"> знаете как </w:t>
      </w:r>
      <w:r w:rsidRPr="006C0B2F">
        <w:rPr>
          <w:szCs w:val="40"/>
        </w:rPr>
        <w:t>большо</w:t>
      </w:r>
      <w:r w:rsidR="00CA4FE9" w:rsidRPr="006C0B2F">
        <w:rPr>
          <w:szCs w:val="40"/>
        </w:rPr>
        <w:t>го</w:t>
      </w:r>
      <w:r w:rsidRPr="006C0B2F">
        <w:rPr>
          <w:szCs w:val="40"/>
        </w:rPr>
        <w:t xml:space="preserve"> специалист</w:t>
      </w:r>
      <w:r w:rsidR="00CA4FE9" w:rsidRPr="006C0B2F">
        <w:rPr>
          <w:szCs w:val="40"/>
        </w:rPr>
        <w:t>а</w:t>
      </w:r>
      <w:r w:rsidRPr="006C0B2F">
        <w:rPr>
          <w:szCs w:val="40"/>
        </w:rPr>
        <w:t xml:space="preserve"> в трудовом праве, </w:t>
      </w:r>
      <w:r w:rsidR="00CA4FE9" w:rsidRPr="006C0B2F">
        <w:rPr>
          <w:szCs w:val="40"/>
        </w:rPr>
        <w:t xml:space="preserve">после моего ухода </w:t>
      </w:r>
      <w:r w:rsidRPr="006C0B2F">
        <w:rPr>
          <w:szCs w:val="40"/>
        </w:rPr>
        <w:t xml:space="preserve">проведёт </w:t>
      </w:r>
      <w:r w:rsidR="00CA4FE9" w:rsidRPr="006C0B2F">
        <w:rPr>
          <w:szCs w:val="40"/>
        </w:rPr>
        <w:t xml:space="preserve">заседание </w:t>
      </w:r>
      <w:r w:rsidRPr="006C0B2F">
        <w:rPr>
          <w:szCs w:val="40"/>
        </w:rPr>
        <w:t>вместе с Людмилой Петровной</w:t>
      </w:r>
      <w:r w:rsidR="00CA4FE9" w:rsidRPr="006C0B2F">
        <w:rPr>
          <w:szCs w:val="40"/>
        </w:rPr>
        <w:t xml:space="preserve"> Хлюсневой</w:t>
      </w:r>
      <w:r w:rsidRPr="006C0B2F">
        <w:rPr>
          <w:szCs w:val="40"/>
        </w:rPr>
        <w:t xml:space="preserve">. </w:t>
      </w:r>
      <w:r w:rsidR="00CA4FE9" w:rsidRPr="006C0B2F">
        <w:rPr>
          <w:szCs w:val="40"/>
        </w:rPr>
        <w:t>Наша задача -</w:t>
      </w:r>
      <w:r w:rsidRPr="006C0B2F">
        <w:rPr>
          <w:szCs w:val="40"/>
        </w:rPr>
        <w:t xml:space="preserve"> по итогам подготовить документ.</w:t>
      </w:r>
    </w:p>
    <w:p w:rsidR="006F005A" w:rsidRPr="006C0B2F" w:rsidRDefault="00CA4FE9" w:rsidP="00ED5B66">
      <w:pPr>
        <w:spacing w:line="360" w:lineRule="auto"/>
        <w:rPr>
          <w:szCs w:val="40"/>
        </w:rPr>
      </w:pPr>
      <w:r w:rsidRPr="006C0B2F">
        <w:rPr>
          <w:szCs w:val="40"/>
        </w:rPr>
        <w:t>Предлагается р</w:t>
      </w:r>
      <w:r w:rsidR="006F005A" w:rsidRPr="006C0B2F">
        <w:rPr>
          <w:szCs w:val="40"/>
        </w:rPr>
        <w:t xml:space="preserve">егламент: основные доклады – максимум до 15 минут, последующие </w:t>
      </w:r>
      <w:r w:rsidRPr="006C0B2F">
        <w:rPr>
          <w:szCs w:val="40"/>
        </w:rPr>
        <w:t xml:space="preserve">выступления </w:t>
      </w:r>
      <w:r w:rsidR="006F005A" w:rsidRPr="006C0B2F">
        <w:rPr>
          <w:szCs w:val="40"/>
        </w:rPr>
        <w:t>– до 5 минут.</w:t>
      </w:r>
      <w:r w:rsidR="00B763BF" w:rsidRPr="006C0B2F">
        <w:rPr>
          <w:szCs w:val="40"/>
        </w:rPr>
        <w:t xml:space="preserve"> </w:t>
      </w:r>
      <w:r w:rsidR="006F005A" w:rsidRPr="006C0B2F">
        <w:rPr>
          <w:szCs w:val="40"/>
        </w:rPr>
        <w:t xml:space="preserve">Все желающие, даже несмотря на то, что </w:t>
      </w:r>
      <w:r w:rsidR="009120D9" w:rsidRPr="006C0B2F">
        <w:rPr>
          <w:szCs w:val="40"/>
        </w:rPr>
        <w:t xml:space="preserve">они </w:t>
      </w:r>
      <w:r w:rsidR="006F005A" w:rsidRPr="006C0B2F">
        <w:rPr>
          <w:szCs w:val="40"/>
        </w:rPr>
        <w:t xml:space="preserve">не входят в список выступающих, должны сегодня выступить и не уйти отсюда с плохим настроением, что </w:t>
      </w:r>
      <w:r w:rsidR="009120D9" w:rsidRPr="006C0B2F">
        <w:rPr>
          <w:szCs w:val="40"/>
        </w:rPr>
        <w:t xml:space="preserve">им </w:t>
      </w:r>
      <w:r w:rsidR="006F005A" w:rsidRPr="006C0B2F">
        <w:rPr>
          <w:szCs w:val="40"/>
        </w:rPr>
        <w:t>не дали слово</w:t>
      </w:r>
      <w:r w:rsidR="009120D9" w:rsidRPr="006C0B2F">
        <w:rPr>
          <w:szCs w:val="40"/>
        </w:rPr>
        <w:t>. Э</w:t>
      </w:r>
      <w:r w:rsidR="006F005A" w:rsidRPr="006C0B2F">
        <w:rPr>
          <w:szCs w:val="40"/>
        </w:rPr>
        <w:t xml:space="preserve">то недопустимо. </w:t>
      </w:r>
      <w:r w:rsidR="009120D9" w:rsidRPr="006C0B2F">
        <w:rPr>
          <w:szCs w:val="40"/>
        </w:rPr>
        <w:t>В</w:t>
      </w:r>
      <w:r w:rsidR="006F005A" w:rsidRPr="006C0B2F">
        <w:rPr>
          <w:szCs w:val="40"/>
        </w:rPr>
        <w:t>се желающие должны выступить.</w:t>
      </w:r>
      <w:r w:rsidR="00B763BF" w:rsidRPr="006C0B2F">
        <w:rPr>
          <w:szCs w:val="40"/>
        </w:rPr>
        <w:t xml:space="preserve"> </w:t>
      </w:r>
      <w:r w:rsidR="006F005A" w:rsidRPr="006C0B2F">
        <w:rPr>
          <w:szCs w:val="40"/>
        </w:rPr>
        <w:t xml:space="preserve">Если такой регламент устраивает, тогда я предлагаю перейти к обсуждению вопроса по существу. </w:t>
      </w:r>
    </w:p>
    <w:p w:rsidR="006F005A" w:rsidRPr="006C0B2F" w:rsidRDefault="008F756B" w:rsidP="00ED5B66">
      <w:pPr>
        <w:spacing w:line="360" w:lineRule="auto"/>
        <w:rPr>
          <w:szCs w:val="40"/>
        </w:rPr>
      </w:pPr>
      <w:r w:rsidRPr="006C0B2F">
        <w:rPr>
          <w:szCs w:val="40"/>
        </w:rPr>
        <w:t>С</w:t>
      </w:r>
      <w:r w:rsidR="006F005A" w:rsidRPr="006C0B2F">
        <w:rPr>
          <w:szCs w:val="40"/>
        </w:rPr>
        <w:t xml:space="preserve">лово предоставляется Марине </w:t>
      </w:r>
      <w:r w:rsidRPr="006C0B2F">
        <w:rPr>
          <w:szCs w:val="40"/>
        </w:rPr>
        <w:t>Сергеевне Масловой – директору Д</w:t>
      </w:r>
      <w:r w:rsidR="006F005A" w:rsidRPr="006C0B2F">
        <w:rPr>
          <w:szCs w:val="40"/>
        </w:rPr>
        <w:t>епартамента оплаты труда, трудовых отношений и социального партнёрства Министерства труда и социальной защиты Российской Федерации.</w:t>
      </w:r>
      <w:r w:rsidRPr="006C0B2F">
        <w:rPr>
          <w:szCs w:val="40"/>
        </w:rPr>
        <w:t xml:space="preserve"> </w:t>
      </w:r>
      <w:r w:rsidR="006F005A" w:rsidRPr="006C0B2F">
        <w:rPr>
          <w:szCs w:val="40"/>
        </w:rPr>
        <w:t>Пожалуйста.</w:t>
      </w:r>
    </w:p>
    <w:p w:rsidR="006F005A" w:rsidRPr="006C0B2F" w:rsidRDefault="006F005A" w:rsidP="00ED5B66">
      <w:pPr>
        <w:spacing w:line="360" w:lineRule="auto"/>
        <w:rPr>
          <w:szCs w:val="40"/>
        </w:rPr>
      </w:pPr>
      <w:r w:rsidRPr="006C0B2F">
        <w:rPr>
          <w:szCs w:val="40"/>
          <w:u w:val="single"/>
        </w:rPr>
        <w:t>Маслова М.С.</w:t>
      </w:r>
      <w:r w:rsidRPr="006C0B2F">
        <w:rPr>
          <w:szCs w:val="40"/>
        </w:rPr>
        <w:t xml:space="preserve"> Добрый день! Уважаемый Ярослав Евгеньевич, уважаемые коллеги!</w:t>
      </w:r>
    </w:p>
    <w:p w:rsidR="006F005A" w:rsidRPr="006C0B2F" w:rsidRDefault="006F005A" w:rsidP="00ED5B66">
      <w:pPr>
        <w:spacing w:line="360" w:lineRule="auto"/>
        <w:rPr>
          <w:szCs w:val="40"/>
        </w:rPr>
      </w:pPr>
      <w:r w:rsidRPr="006C0B2F">
        <w:rPr>
          <w:szCs w:val="40"/>
        </w:rPr>
        <w:t xml:space="preserve">Мы сегодня в этой аудитории достаточно подготовлены и обсуждаем вопросы роли Национальной системы профквалификаций в развитии </w:t>
      </w:r>
      <w:r w:rsidR="001E4F17" w:rsidRPr="006C0B2F">
        <w:rPr>
          <w:szCs w:val="40"/>
        </w:rPr>
        <w:t>кадрового потенциала России. М</w:t>
      </w:r>
      <w:r w:rsidRPr="006C0B2F">
        <w:rPr>
          <w:szCs w:val="40"/>
        </w:rPr>
        <w:t xml:space="preserve">не хотелось </w:t>
      </w:r>
      <w:r w:rsidR="001E4F17" w:rsidRPr="006C0B2F">
        <w:rPr>
          <w:szCs w:val="40"/>
        </w:rPr>
        <w:t xml:space="preserve">бы </w:t>
      </w:r>
      <w:r w:rsidRPr="006C0B2F">
        <w:rPr>
          <w:szCs w:val="40"/>
        </w:rPr>
        <w:t xml:space="preserve">остановиться на некоторых итогах и задачах развития системы квалификаций и основных направлениях. </w:t>
      </w:r>
    </w:p>
    <w:p w:rsidR="006F005A" w:rsidRPr="006C0B2F" w:rsidRDefault="006F005A" w:rsidP="00ED5B66">
      <w:pPr>
        <w:spacing w:line="360" w:lineRule="auto"/>
        <w:rPr>
          <w:szCs w:val="40"/>
        </w:rPr>
      </w:pPr>
      <w:r w:rsidRPr="006C0B2F">
        <w:rPr>
          <w:szCs w:val="40"/>
        </w:rPr>
        <w:t>Просьб</w:t>
      </w:r>
      <w:r w:rsidR="00DA1F7A" w:rsidRPr="006C0B2F">
        <w:rPr>
          <w:szCs w:val="40"/>
        </w:rPr>
        <w:t>а 2-й слайд, пожалуйста. М</w:t>
      </w:r>
      <w:r w:rsidRPr="006C0B2F">
        <w:rPr>
          <w:szCs w:val="40"/>
        </w:rPr>
        <w:t xml:space="preserve">ногие из здесь присутствующих, особенно члены экспертной группы, о которой </w:t>
      </w:r>
      <w:r w:rsidR="00DA1F7A" w:rsidRPr="006C0B2F">
        <w:rPr>
          <w:szCs w:val="40"/>
        </w:rPr>
        <w:t xml:space="preserve">говорил Ярослав Евгеньевич, </w:t>
      </w:r>
      <w:r w:rsidR="00BA0F37" w:rsidRPr="006C0B2F">
        <w:rPr>
          <w:szCs w:val="40"/>
        </w:rPr>
        <w:t xml:space="preserve">знакомы </w:t>
      </w:r>
      <w:r w:rsidRPr="006C0B2F">
        <w:rPr>
          <w:szCs w:val="40"/>
        </w:rPr>
        <w:t xml:space="preserve">с основными элементами системы квалификации, с </w:t>
      </w:r>
      <w:r w:rsidRPr="006C0B2F">
        <w:rPr>
          <w:szCs w:val="40"/>
        </w:rPr>
        <w:lastRenderedPageBreak/>
        <w:t xml:space="preserve">классификаторами, со связью системы профобразования и квалификационными требованиями, профессиональными стандартами. </w:t>
      </w:r>
    </w:p>
    <w:p w:rsidR="006F005A" w:rsidRPr="006C0B2F" w:rsidRDefault="006F005A" w:rsidP="00ED5B66">
      <w:pPr>
        <w:spacing w:line="360" w:lineRule="auto"/>
        <w:rPr>
          <w:szCs w:val="40"/>
        </w:rPr>
      </w:pPr>
      <w:r w:rsidRPr="006C0B2F">
        <w:rPr>
          <w:szCs w:val="40"/>
        </w:rPr>
        <w:t>3-й слайд, пожалуйста. Сформирована достаточно большая законодательная база,</w:t>
      </w:r>
      <w:r w:rsidR="006562AA" w:rsidRPr="006C0B2F">
        <w:rPr>
          <w:szCs w:val="40"/>
        </w:rPr>
        <w:t xml:space="preserve"> приняты </w:t>
      </w:r>
      <w:r w:rsidRPr="006C0B2F">
        <w:rPr>
          <w:szCs w:val="40"/>
        </w:rPr>
        <w:t xml:space="preserve">нормативно-правовые подзаконные </w:t>
      </w:r>
      <w:r w:rsidR="006562AA" w:rsidRPr="006C0B2F">
        <w:rPr>
          <w:szCs w:val="40"/>
        </w:rPr>
        <w:t xml:space="preserve">акты </w:t>
      </w:r>
      <w:r w:rsidRPr="006C0B2F">
        <w:rPr>
          <w:szCs w:val="40"/>
        </w:rPr>
        <w:t>по этому направлению. Это и поправки в Трудовой кодекс</w:t>
      </w:r>
      <w:r w:rsidR="00406F5E" w:rsidRPr="006C0B2F">
        <w:rPr>
          <w:szCs w:val="40"/>
        </w:rPr>
        <w:t>, касающие</w:t>
      </w:r>
      <w:r w:rsidRPr="006C0B2F">
        <w:rPr>
          <w:szCs w:val="40"/>
        </w:rPr>
        <w:t xml:space="preserve">ся профессиональных стандартов, это и пакет трёх федеральных законов, связанных с </w:t>
      </w:r>
      <w:r w:rsidR="00ED5AA9" w:rsidRPr="006C0B2F">
        <w:rPr>
          <w:szCs w:val="40"/>
        </w:rPr>
        <w:t xml:space="preserve">системой </w:t>
      </w:r>
      <w:r w:rsidRPr="006C0B2F">
        <w:rPr>
          <w:szCs w:val="40"/>
        </w:rPr>
        <w:t>независимой оценки квалификаци</w:t>
      </w:r>
      <w:r w:rsidR="00ED5AA9" w:rsidRPr="006C0B2F">
        <w:rPr>
          <w:szCs w:val="40"/>
        </w:rPr>
        <w:t>и</w:t>
      </w:r>
      <w:r w:rsidRPr="006C0B2F">
        <w:rPr>
          <w:szCs w:val="40"/>
        </w:rPr>
        <w:t xml:space="preserve">, это и </w:t>
      </w:r>
      <w:r w:rsidR="00406F5E" w:rsidRPr="006C0B2F">
        <w:rPr>
          <w:szCs w:val="40"/>
        </w:rPr>
        <w:t xml:space="preserve">поправка в закон </w:t>
      </w:r>
      <w:r w:rsidR="00033170" w:rsidRPr="006C0B2F">
        <w:rPr>
          <w:szCs w:val="40"/>
        </w:rPr>
        <w:t>«</w:t>
      </w:r>
      <w:r w:rsidR="00406F5E" w:rsidRPr="006C0B2F">
        <w:rPr>
          <w:szCs w:val="40"/>
        </w:rPr>
        <w:t xml:space="preserve">О занятости населения </w:t>
      </w:r>
      <w:r w:rsidR="0014305E" w:rsidRPr="006C0B2F">
        <w:rPr>
          <w:szCs w:val="40"/>
        </w:rPr>
        <w:t>в Российской Федерации</w:t>
      </w:r>
      <w:r w:rsidR="00033170" w:rsidRPr="006C0B2F">
        <w:rPr>
          <w:szCs w:val="40"/>
        </w:rPr>
        <w:t>»</w:t>
      </w:r>
      <w:r w:rsidRPr="006C0B2F">
        <w:rPr>
          <w:szCs w:val="40"/>
        </w:rPr>
        <w:t>, которая регламентирует деятельность государственного информационного</w:t>
      </w:r>
      <w:r w:rsidR="00406F5E" w:rsidRPr="006C0B2F">
        <w:rPr>
          <w:szCs w:val="40"/>
        </w:rPr>
        <w:t xml:space="preserve"> ресурса </w:t>
      </w:r>
      <w:r w:rsidR="00033170" w:rsidRPr="006C0B2F">
        <w:rPr>
          <w:szCs w:val="40"/>
        </w:rPr>
        <w:t>«</w:t>
      </w:r>
      <w:r w:rsidR="00406F5E" w:rsidRPr="006C0B2F">
        <w:rPr>
          <w:szCs w:val="40"/>
        </w:rPr>
        <w:t>Справочник профессий</w:t>
      </w:r>
      <w:r w:rsidR="00033170" w:rsidRPr="006C0B2F">
        <w:rPr>
          <w:szCs w:val="40"/>
        </w:rPr>
        <w:t>»</w:t>
      </w:r>
      <w:r w:rsidR="00406F5E" w:rsidRPr="006C0B2F">
        <w:rPr>
          <w:szCs w:val="40"/>
        </w:rPr>
        <w:t>. И</w:t>
      </w:r>
      <w:r w:rsidRPr="006C0B2F">
        <w:rPr>
          <w:szCs w:val="40"/>
        </w:rPr>
        <w:t xml:space="preserve">, конечно, это программы </w:t>
      </w:r>
      <w:r w:rsidR="00033170" w:rsidRPr="006C0B2F">
        <w:rPr>
          <w:szCs w:val="40"/>
        </w:rPr>
        <w:t>«</w:t>
      </w:r>
      <w:r w:rsidRPr="006C0B2F">
        <w:rPr>
          <w:szCs w:val="40"/>
        </w:rPr>
        <w:t>Содействие занятости нас</w:t>
      </w:r>
      <w:r w:rsidR="00406F5E" w:rsidRPr="006C0B2F">
        <w:rPr>
          <w:szCs w:val="40"/>
        </w:rPr>
        <w:t>еления</w:t>
      </w:r>
      <w:r w:rsidR="00033170" w:rsidRPr="006C0B2F">
        <w:rPr>
          <w:szCs w:val="40"/>
        </w:rPr>
        <w:t>»</w:t>
      </w:r>
      <w:r w:rsidR="00406F5E" w:rsidRPr="006C0B2F">
        <w:rPr>
          <w:szCs w:val="40"/>
        </w:rPr>
        <w:t xml:space="preserve">, </w:t>
      </w:r>
      <w:r w:rsidR="00033170" w:rsidRPr="006C0B2F">
        <w:rPr>
          <w:szCs w:val="40"/>
        </w:rPr>
        <w:t>«</w:t>
      </w:r>
      <w:r w:rsidR="00406F5E" w:rsidRPr="006C0B2F">
        <w:rPr>
          <w:szCs w:val="40"/>
        </w:rPr>
        <w:t>Развитие образования</w:t>
      </w:r>
      <w:r w:rsidR="00033170" w:rsidRPr="006C0B2F">
        <w:rPr>
          <w:szCs w:val="40"/>
        </w:rPr>
        <w:t>»</w:t>
      </w:r>
      <w:r w:rsidR="00406F5E" w:rsidRPr="006C0B2F">
        <w:rPr>
          <w:szCs w:val="40"/>
        </w:rPr>
        <w:t>:</w:t>
      </w:r>
      <w:r w:rsidRPr="006C0B2F">
        <w:rPr>
          <w:szCs w:val="40"/>
        </w:rPr>
        <w:t xml:space="preserve"> сейчас это федеральные национальные проекты</w:t>
      </w:r>
      <w:r w:rsidR="00406F5E" w:rsidRPr="006C0B2F">
        <w:rPr>
          <w:szCs w:val="40"/>
        </w:rPr>
        <w:t>. И указ Президента о Н</w:t>
      </w:r>
      <w:r w:rsidRPr="006C0B2F">
        <w:rPr>
          <w:szCs w:val="40"/>
        </w:rPr>
        <w:t xml:space="preserve">ациональном совете по профквалификациям. </w:t>
      </w:r>
    </w:p>
    <w:p w:rsidR="006F005A" w:rsidRPr="006C0B2F" w:rsidRDefault="006F005A" w:rsidP="00ED5B66">
      <w:pPr>
        <w:spacing w:line="360" w:lineRule="auto"/>
        <w:rPr>
          <w:szCs w:val="40"/>
        </w:rPr>
      </w:pPr>
      <w:r w:rsidRPr="006C0B2F">
        <w:rPr>
          <w:szCs w:val="40"/>
        </w:rPr>
        <w:t xml:space="preserve">4-й слайд, пожалуйста. </w:t>
      </w:r>
      <w:r w:rsidR="003735B3" w:rsidRPr="006C0B2F">
        <w:rPr>
          <w:szCs w:val="40"/>
        </w:rPr>
        <w:t>М</w:t>
      </w:r>
      <w:r w:rsidRPr="006C0B2F">
        <w:rPr>
          <w:szCs w:val="40"/>
        </w:rPr>
        <w:t>не хотелось</w:t>
      </w:r>
      <w:r w:rsidR="003735B3" w:rsidRPr="006C0B2F">
        <w:rPr>
          <w:szCs w:val="40"/>
        </w:rPr>
        <w:t xml:space="preserve"> бы</w:t>
      </w:r>
      <w:r w:rsidR="001B54C5" w:rsidRPr="006C0B2F">
        <w:rPr>
          <w:szCs w:val="40"/>
        </w:rPr>
        <w:t xml:space="preserve"> (</w:t>
      </w:r>
      <w:r w:rsidR="003735B3" w:rsidRPr="006C0B2F">
        <w:rPr>
          <w:szCs w:val="40"/>
        </w:rPr>
        <w:t>хотя</w:t>
      </w:r>
      <w:r w:rsidRPr="006C0B2F">
        <w:rPr>
          <w:szCs w:val="40"/>
        </w:rPr>
        <w:t xml:space="preserve"> большинство присутствующих </w:t>
      </w:r>
      <w:r w:rsidR="003735B3" w:rsidRPr="006C0B2F">
        <w:rPr>
          <w:szCs w:val="40"/>
        </w:rPr>
        <w:t>участников</w:t>
      </w:r>
      <w:r w:rsidRPr="006C0B2F">
        <w:rPr>
          <w:szCs w:val="40"/>
        </w:rPr>
        <w:t xml:space="preserve"> сами являются</w:t>
      </w:r>
      <w:r w:rsidR="003735B3" w:rsidRPr="006C0B2F">
        <w:rPr>
          <w:szCs w:val="40"/>
        </w:rPr>
        <w:t xml:space="preserve"> членами Н</w:t>
      </w:r>
      <w:r w:rsidRPr="006C0B2F">
        <w:rPr>
          <w:szCs w:val="40"/>
        </w:rPr>
        <w:t>ационального совета и советов по профессиональным квалификациям</w:t>
      </w:r>
      <w:r w:rsidR="001B54C5" w:rsidRPr="006C0B2F">
        <w:rPr>
          <w:szCs w:val="40"/>
        </w:rPr>
        <w:t>)</w:t>
      </w:r>
      <w:r w:rsidRPr="006C0B2F">
        <w:rPr>
          <w:szCs w:val="40"/>
        </w:rPr>
        <w:t xml:space="preserve"> всё-таки остановиться на структуре Национальной системы квалификаций и на полномоч</w:t>
      </w:r>
      <w:r w:rsidR="001B54C5" w:rsidRPr="006C0B2F">
        <w:rPr>
          <w:szCs w:val="40"/>
        </w:rPr>
        <w:t>иях, потому что это очень важно. Э</w:t>
      </w:r>
      <w:r w:rsidRPr="006C0B2F">
        <w:rPr>
          <w:szCs w:val="40"/>
        </w:rPr>
        <w:t>та структура сформирована именно под рыночные условия экономики, когда объединения работодателей</w:t>
      </w:r>
      <w:r w:rsidR="001B54C5" w:rsidRPr="006C0B2F">
        <w:rPr>
          <w:szCs w:val="40"/>
        </w:rPr>
        <w:t xml:space="preserve"> и</w:t>
      </w:r>
      <w:r w:rsidRPr="006C0B2F">
        <w:rPr>
          <w:szCs w:val="40"/>
        </w:rPr>
        <w:t xml:space="preserve"> профессиональные сообщества задают те требования к работникам, которые являются современными, актуальны</w:t>
      </w:r>
      <w:r w:rsidR="001B54C5" w:rsidRPr="006C0B2F">
        <w:rPr>
          <w:szCs w:val="40"/>
        </w:rPr>
        <w:t>ми и необходимыми для экономики.</w:t>
      </w:r>
      <w:r w:rsidRPr="006C0B2F">
        <w:rPr>
          <w:szCs w:val="40"/>
        </w:rPr>
        <w:t xml:space="preserve"> </w:t>
      </w:r>
      <w:r w:rsidR="001B54C5" w:rsidRPr="006C0B2F">
        <w:rPr>
          <w:szCs w:val="40"/>
        </w:rPr>
        <w:t>И</w:t>
      </w:r>
      <w:r w:rsidRPr="006C0B2F">
        <w:rPr>
          <w:szCs w:val="40"/>
        </w:rPr>
        <w:t xml:space="preserve">менно через них, через эти структуры, </w:t>
      </w:r>
      <w:r w:rsidR="001B54C5" w:rsidRPr="006C0B2F">
        <w:rPr>
          <w:szCs w:val="40"/>
        </w:rPr>
        <w:t>через</w:t>
      </w:r>
      <w:r w:rsidRPr="006C0B2F">
        <w:rPr>
          <w:szCs w:val="40"/>
        </w:rPr>
        <w:t xml:space="preserve"> советы по профессиональным квалификациям</w:t>
      </w:r>
      <w:r w:rsidR="00D10BC1" w:rsidRPr="006C0B2F">
        <w:rPr>
          <w:szCs w:val="40"/>
        </w:rPr>
        <w:t xml:space="preserve"> формируются эти требования. М</w:t>
      </w:r>
      <w:r w:rsidRPr="006C0B2F">
        <w:rPr>
          <w:szCs w:val="40"/>
        </w:rPr>
        <w:t>ы видим, какие</w:t>
      </w:r>
      <w:r w:rsidR="00D10BC1" w:rsidRPr="006C0B2F">
        <w:rPr>
          <w:szCs w:val="40"/>
        </w:rPr>
        <w:t xml:space="preserve"> серьёзные полномочия есть у Н</w:t>
      </w:r>
      <w:r w:rsidRPr="006C0B2F">
        <w:rPr>
          <w:szCs w:val="40"/>
        </w:rPr>
        <w:t>ационального совета по коо</w:t>
      </w:r>
      <w:r w:rsidR="00D10BC1" w:rsidRPr="006C0B2F">
        <w:rPr>
          <w:szCs w:val="40"/>
        </w:rPr>
        <w:t>рдинации деятельности в целом,</w:t>
      </w:r>
      <w:r w:rsidRPr="006C0B2F">
        <w:rPr>
          <w:szCs w:val="40"/>
        </w:rPr>
        <w:t xml:space="preserve"> </w:t>
      </w:r>
      <w:r w:rsidR="00D10BC1" w:rsidRPr="006C0B2F">
        <w:rPr>
          <w:szCs w:val="40"/>
        </w:rPr>
        <w:t xml:space="preserve">у </w:t>
      </w:r>
      <w:r w:rsidR="002062E7" w:rsidRPr="006C0B2F">
        <w:rPr>
          <w:szCs w:val="40"/>
        </w:rPr>
        <w:t>органов власти и</w:t>
      </w:r>
      <w:r w:rsidR="00D10BC1" w:rsidRPr="006C0B2F">
        <w:rPr>
          <w:szCs w:val="40"/>
        </w:rPr>
        <w:t xml:space="preserve"> у </w:t>
      </w:r>
      <w:r w:rsidRPr="006C0B2F">
        <w:rPr>
          <w:szCs w:val="40"/>
        </w:rPr>
        <w:t>различных объединений по направл</w:t>
      </w:r>
      <w:r w:rsidR="00D10BC1" w:rsidRPr="006C0B2F">
        <w:rPr>
          <w:szCs w:val="40"/>
        </w:rPr>
        <w:t>ениям развития профквалификаций,</w:t>
      </w:r>
      <w:r w:rsidRPr="006C0B2F">
        <w:rPr>
          <w:szCs w:val="40"/>
        </w:rPr>
        <w:t xml:space="preserve"> эк</w:t>
      </w:r>
      <w:r w:rsidR="00D10BC1" w:rsidRPr="006C0B2F">
        <w:rPr>
          <w:szCs w:val="40"/>
        </w:rPr>
        <w:t>спертизе</w:t>
      </w:r>
      <w:r w:rsidRPr="006C0B2F">
        <w:rPr>
          <w:szCs w:val="40"/>
        </w:rPr>
        <w:t xml:space="preserve"> про</w:t>
      </w:r>
      <w:r w:rsidR="00D10BC1" w:rsidRPr="006C0B2F">
        <w:rPr>
          <w:szCs w:val="40"/>
        </w:rPr>
        <w:t>ектов нормативно-правовых актов по вопросам профессиональных квалификаций (что очень важно для Государственной Думы), проведению</w:t>
      </w:r>
      <w:r w:rsidRPr="006C0B2F">
        <w:rPr>
          <w:szCs w:val="40"/>
        </w:rPr>
        <w:t xml:space="preserve"> экспертизы профессиональных стандартов, </w:t>
      </w:r>
      <w:r w:rsidR="00D10BC1" w:rsidRPr="006C0B2F">
        <w:rPr>
          <w:szCs w:val="40"/>
        </w:rPr>
        <w:t>рассмотрению</w:t>
      </w:r>
      <w:r w:rsidRPr="006C0B2F">
        <w:rPr>
          <w:szCs w:val="40"/>
        </w:rPr>
        <w:t xml:space="preserve"> федеральных </w:t>
      </w:r>
      <w:r w:rsidRPr="006C0B2F">
        <w:rPr>
          <w:szCs w:val="40"/>
        </w:rPr>
        <w:lastRenderedPageBreak/>
        <w:t xml:space="preserve">образовательных стандартов и, конечно, </w:t>
      </w:r>
      <w:r w:rsidR="00D10BC1" w:rsidRPr="006C0B2F">
        <w:rPr>
          <w:szCs w:val="40"/>
        </w:rPr>
        <w:t>по другим</w:t>
      </w:r>
      <w:r w:rsidRPr="006C0B2F">
        <w:rPr>
          <w:szCs w:val="40"/>
        </w:rPr>
        <w:t xml:space="preserve"> вопрос</w:t>
      </w:r>
      <w:r w:rsidR="00D10BC1" w:rsidRPr="006C0B2F">
        <w:rPr>
          <w:szCs w:val="40"/>
        </w:rPr>
        <w:t>ам, связанным</w:t>
      </w:r>
      <w:r w:rsidRPr="006C0B2F">
        <w:rPr>
          <w:szCs w:val="40"/>
        </w:rPr>
        <w:t xml:space="preserve"> с международным сотрудничеством в этой сфере</w:t>
      </w:r>
      <w:r w:rsidR="00D10BC1" w:rsidRPr="006C0B2F">
        <w:rPr>
          <w:szCs w:val="40"/>
        </w:rPr>
        <w:t>.</w:t>
      </w:r>
    </w:p>
    <w:p w:rsidR="006F005A" w:rsidRPr="006C0B2F" w:rsidRDefault="00006254" w:rsidP="00ED5B66">
      <w:pPr>
        <w:spacing w:line="360" w:lineRule="auto"/>
        <w:rPr>
          <w:szCs w:val="40"/>
        </w:rPr>
      </w:pPr>
      <w:r w:rsidRPr="006C0B2F">
        <w:rPr>
          <w:szCs w:val="40"/>
        </w:rPr>
        <w:t>С</w:t>
      </w:r>
      <w:r w:rsidR="006F005A" w:rsidRPr="006C0B2F">
        <w:rPr>
          <w:szCs w:val="40"/>
        </w:rPr>
        <w:t>оветы по профессиональным квалификациям тоже наделены очень серьёзными полномочиями. Это полномочия по монито</w:t>
      </w:r>
      <w:r w:rsidR="0021589B" w:rsidRPr="006C0B2F">
        <w:rPr>
          <w:szCs w:val="40"/>
        </w:rPr>
        <w:t>рингу появления новых профессий и</w:t>
      </w:r>
      <w:r w:rsidR="006F005A" w:rsidRPr="006C0B2F">
        <w:rPr>
          <w:szCs w:val="40"/>
        </w:rPr>
        <w:t xml:space="preserve"> изменений в трудовых функциях, </w:t>
      </w:r>
      <w:r w:rsidRPr="006C0B2F">
        <w:rPr>
          <w:szCs w:val="40"/>
        </w:rPr>
        <w:t xml:space="preserve">по разработке и актуализации профессиональных стандартов, </w:t>
      </w:r>
      <w:r w:rsidR="0021589B" w:rsidRPr="006C0B2F">
        <w:rPr>
          <w:szCs w:val="40"/>
        </w:rPr>
        <w:t xml:space="preserve">по </w:t>
      </w:r>
      <w:r w:rsidRPr="006C0B2F">
        <w:rPr>
          <w:szCs w:val="40"/>
        </w:rPr>
        <w:t>участию</w:t>
      </w:r>
      <w:r w:rsidR="006F005A" w:rsidRPr="006C0B2F">
        <w:rPr>
          <w:szCs w:val="40"/>
        </w:rPr>
        <w:t xml:space="preserve"> в разработке и актуализации образовательных стандартов, </w:t>
      </w:r>
      <w:r w:rsidR="00B573F9" w:rsidRPr="006C0B2F">
        <w:rPr>
          <w:szCs w:val="40"/>
        </w:rPr>
        <w:t xml:space="preserve">а также </w:t>
      </w:r>
      <w:r w:rsidR="006F005A" w:rsidRPr="006C0B2F">
        <w:rPr>
          <w:szCs w:val="40"/>
        </w:rPr>
        <w:t>профессиональная общественная аккредитация образовательных программ и организаци</w:t>
      </w:r>
      <w:r w:rsidR="00B573F9" w:rsidRPr="006C0B2F">
        <w:rPr>
          <w:szCs w:val="40"/>
        </w:rPr>
        <w:t>я</w:t>
      </w:r>
      <w:r w:rsidR="006F005A" w:rsidRPr="006C0B2F">
        <w:rPr>
          <w:szCs w:val="40"/>
        </w:rPr>
        <w:t xml:space="preserve"> независимой оценки квалификаци</w:t>
      </w:r>
      <w:r w:rsidR="006E45B4" w:rsidRPr="006C0B2F">
        <w:rPr>
          <w:szCs w:val="40"/>
        </w:rPr>
        <w:t>и</w:t>
      </w:r>
      <w:r w:rsidR="006F005A" w:rsidRPr="006C0B2F">
        <w:rPr>
          <w:szCs w:val="40"/>
        </w:rPr>
        <w:t xml:space="preserve">. </w:t>
      </w:r>
    </w:p>
    <w:p w:rsidR="006F005A" w:rsidRPr="006C0B2F" w:rsidRDefault="006F005A" w:rsidP="00ED5B66">
      <w:pPr>
        <w:spacing w:line="360" w:lineRule="auto"/>
        <w:rPr>
          <w:szCs w:val="40"/>
        </w:rPr>
      </w:pPr>
      <w:r w:rsidRPr="006C0B2F">
        <w:rPr>
          <w:szCs w:val="40"/>
        </w:rPr>
        <w:t xml:space="preserve">Будьте добры, 5-й слайд. </w:t>
      </w:r>
      <w:r w:rsidR="007E7CFE" w:rsidRPr="006C0B2F">
        <w:rPr>
          <w:szCs w:val="40"/>
        </w:rPr>
        <w:t>Сейчас е</w:t>
      </w:r>
      <w:r w:rsidRPr="006C0B2F">
        <w:rPr>
          <w:szCs w:val="40"/>
        </w:rPr>
        <w:t xml:space="preserve">сть </w:t>
      </w:r>
      <w:r w:rsidR="007E7CFE" w:rsidRPr="006C0B2F">
        <w:rPr>
          <w:szCs w:val="40"/>
        </w:rPr>
        <w:t>34 совета, все они видны в Р</w:t>
      </w:r>
      <w:r w:rsidRPr="006C0B2F">
        <w:rPr>
          <w:szCs w:val="40"/>
        </w:rPr>
        <w:t>еестре советов по профессиональным квалификациям, на слайде вы в</w:t>
      </w:r>
      <w:r w:rsidR="007E7CFE" w:rsidRPr="006C0B2F">
        <w:rPr>
          <w:szCs w:val="40"/>
        </w:rPr>
        <w:t>идите выдержку из этого реестра. К</w:t>
      </w:r>
      <w:r w:rsidRPr="006C0B2F">
        <w:rPr>
          <w:szCs w:val="40"/>
        </w:rPr>
        <w:t>ак правило</w:t>
      </w:r>
      <w:r w:rsidR="007E7CFE" w:rsidRPr="006C0B2F">
        <w:rPr>
          <w:szCs w:val="40"/>
        </w:rPr>
        <w:t>,</w:t>
      </w:r>
      <w:r w:rsidRPr="006C0B2F">
        <w:rPr>
          <w:szCs w:val="40"/>
        </w:rPr>
        <w:t xml:space="preserve"> они представлены </w:t>
      </w:r>
      <w:r w:rsidR="00682030" w:rsidRPr="006C0B2F">
        <w:rPr>
          <w:szCs w:val="40"/>
        </w:rPr>
        <w:t xml:space="preserve">крупнейшими </w:t>
      </w:r>
      <w:r w:rsidRPr="006C0B2F">
        <w:rPr>
          <w:szCs w:val="40"/>
        </w:rPr>
        <w:t xml:space="preserve">объединениями работодателей или профессиональными сообществами. </w:t>
      </w:r>
    </w:p>
    <w:p w:rsidR="006F005A" w:rsidRPr="006C0B2F" w:rsidRDefault="006F005A" w:rsidP="00ED5B66">
      <w:pPr>
        <w:spacing w:line="360" w:lineRule="auto"/>
        <w:rPr>
          <w:szCs w:val="40"/>
        </w:rPr>
      </w:pPr>
      <w:r w:rsidRPr="006C0B2F">
        <w:rPr>
          <w:szCs w:val="40"/>
        </w:rPr>
        <w:t>Следующий слайд, пожалуйста, 6-й. Элементом развития систем</w:t>
      </w:r>
      <w:r w:rsidR="00A128EF" w:rsidRPr="006C0B2F">
        <w:rPr>
          <w:szCs w:val="40"/>
        </w:rPr>
        <w:t>ы</w:t>
      </w:r>
      <w:r w:rsidRPr="006C0B2F">
        <w:rPr>
          <w:szCs w:val="40"/>
        </w:rPr>
        <w:t xml:space="preserve"> профквалификаци</w:t>
      </w:r>
      <w:r w:rsidR="00A128EF" w:rsidRPr="006C0B2F">
        <w:rPr>
          <w:szCs w:val="40"/>
        </w:rPr>
        <w:t>й</w:t>
      </w:r>
      <w:r w:rsidRPr="006C0B2F">
        <w:rPr>
          <w:szCs w:val="40"/>
        </w:rPr>
        <w:t xml:space="preserve"> стал также </w:t>
      </w:r>
      <w:r w:rsidR="00033170" w:rsidRPr="006C0B2F">
        <w:rPr>
          <w:szCs w:val="40"/>
        </w:rPr>
        <w:t>«</w:t>
      </w:r>
      <w:r w:rsidRPr="006C0B2F">
        <w:rPr>
          <w:szCs w:val="40"/>
        </w:rPr>
        <w:t>Справочник профессий</w:t>
      </w:r>
      <w:r w:rsidR="00033170" w:rsidRPr="006C0B2F">
        <w:rPr>
          <w:szCs w:val="40"/>
        </w:rPr>
        <w:t>»</w:t>
      </w:r>
      <w:r w:rsidRPr="006C0B2F">
        <w:rPr>
          <w:szCs w:val="40"/>
        </w:rPr>
        <w:t xml:space="preserve">. </w:t>
      </w:r>
      <w:r w:rsidR="00033170" w:rsidRPr="006C0B2F">
        <w:rPr>
          <w:szCs w:val="40"/>
        </w:rPr>
        <w:t>«</w:t>
      </w:r>
      <w:r w:rsidRPr="006C0B2F">
        <w:rPr>
          <w:szCs w:val="40"/>
        </w:rPr>
        <w:t>Справочник профессий</w:t>
      </w:r>
      <w:r w:rsidR="00033170" w:rsidRPr="006C0B2F">
        <w:rPr>
          <w:szCs w:val="40"/>
        </w:rPr>
        <w:t>»</w:t>
      </w:r>
      <w:r w:rsidRPr="006C0B2F">
        <w:rPr>
          <w:szCs w:val="40"/>
        </w:rPr>
        <w:t xml:space="preserve"> включён в с</w:t>
      </w:r>
      <w:r w:rsidR="000E5983" w:rsidRPr="006C0B2F">
        <w:rPr>
          <w:szCs w:val="40"/>
        </w:rPr>
        <w:t xml:space="preserve">татью 16.3 закона </w:t>
      </w:r>
      <w:r w:rsidR="00033170" w:rsidRPr="006C0B2F">
        <w:rPr>
          <w:szCs w:val="40"/>
        </w:rPr>
        <w:t>«</w:t>
      </w:r>
      <w:r w:rsidR="000E5983" w:rsidRPr="006C0B2F">
        <w:rPr>
          <w:szCs w:val="40"/>
        </w:rPr>
        <w:t xml:space="preserve">О занятости </w:t>
      </w:r>
      <w:r w:rsidRPr="006C0B2F">
        <w:rPr>
          <w:szCs w:val="40"/>
        </w:rPr>
        <w:t>насел</w:t>
      </w:r>
      <w:r w:rsidR="00937772" w:rsidRPr="006C0B2F">
        <w:rPr>
          <w:szCs w:val="40"/>
        </w:rPr>
        <w:t>ения в Российской Федерации</w:t>
      </w:r>
      <w:r w:rsidR="00033170" w:rsidRPr="006C0B2F">
        <w:rPr>
          <w:szCs w:val="40"/>
        </w:rPr>
        <w:t>»</w:t>
      </w:r>
      <w:r w:rsidR="00937772" w:rsidRPr="006C0B2F">
        <w:rPr>
          <w:szCs w:val="40"/>
        </w:rPr>
        <w:t xml:space="preserve">, </w:t>
      </w:r>
      <w:r w:rsidRPr="006C0B2F">
        <w:rPr>
          <w:szCs w:val="40"/>
        </w:rPr>
        <w:t xml:space="preserve">он является информационным ресурсом. </w:t>
      </w:r>
    </w:p>
    <w:p w:rsidR="00B91101" w:rsidRPr="006C0B2F" w:rsidRDefault="006F005A" w:rsidP="00ED5B66">
      <w:pPr>
        <w:spacing w:line="360" w:lineRule="auto"/>
        <w:rPr>
          <w:szCs w:val="40"/>
        </w:rPr>
      </w:pPr>
      <w:r w:rsidRPr="006C0B2F">
        <w:rPr>
          <w:szCs w:val="40"/>
        </w:rPr>
        <w:t>Будьте добры, 7-й слайд. Здесь вы видите скриншот заглавной страни</w:t>
      </w:r>
      <w:r w:rsidR="00595194" w:rsidRPr="006C0B2F">
        <w:rPr>
          <w:szCs w:val="40"/>
        </w:rPr>
        <w:t xml:space="preserve">чки </w:t>
      </w:r>
      <w:r w:rsidR="00033170" w:rsidRPr="006C0B2F">
        <w:rPr>
          <w:szCs w:val="40"/>
        </w:rPr>
        <w:t>«</w:t>
      </w:r>
      <w:r w:rsidR="00595194" w:rsidRPr="006C0B2F">
        <w:rPr>
          <w:szCs w:val="40"/>
        </w:rPr>
        <w:t>Справочника профессий</w:t>
      </w:r>
      <w:r w:rsidR="00033170" w:rsidRPr="006C0B2F">
        <w:rPr>
          <w:szCs w:val="40"/>
        </w:rPr>
        <w:t>»</w:t>
      </w:r>
      <w:r w:rsidR="00595194" w:rsidRPr="006C0B2F">
        <w:rPr>
          <w:szCs w:val="40"/>
        </w:rPr>
        <w:t>. В</w:t>
      </w:r>
      <w:r w:rsidRPr="006C0B2F">
        <w:rPr>
          <w:szCs w:val="40"/>
        </w:rPr>
        <w:t xml:space="preserve"> </w:t>
      </w:r>
      <w:r w:rsidR="00033170" w:rsidRPr="006C0B2F">
        <w:rPr>
          <w:szCs w:val="40"/>
        </w:rPr>
        <w:t>«</w:t>
      </w:r>
      <w:r w:rsidRPr="006C0B2F">
        <w:rPr>
          <w:szCs w:val="40"/>
        </w:rPr>
        <w:t>Справочнике профе</w:t>
      </w:r>
      <w:r w:rsidR="00595194" w:rsidRPr="006C0B2F">
        <w:rPr>
          <w:szCs w:val="40"/>
        </w:rPr>
        <w:t>ссий</w:t>
      </w:r>
      <w:r w:rsidR="00033170" w:rsidRPr="006C0B2F">
        <w:rPr>
          <w:szCs w:val="40"/>
        </w:rPr>
        <w:t>»</w:t>
      </w:r>
      <w:r w:rsidR="00595194" w:rsidRPr="006C0B2F">
        <w:rPr>
          <w:szCs w:val="40"/>
        </w:rPr>
        <w:t xml:space="preserve"> сейчас содержится более 1</w:t>
      </w:r>
      <w:r w:rsidRPr="006C0B2F">
        <w:rPr>
          <w:szCs w:val="40"/>
        </w:rPr>
        <w:t xml:space="preserve">600 профессий. </w:t>
      </w:r>
      <w:r w:rsidR="00A96BC1" w:rsidRPr="006C0B2F">
        <w:rPr>
          <w:szCs w:val="40"/>
        </w:rPr>
        <w:t>В</w:t>
      </w:r>
      <w:r w:rsidRPr="006C0B2F">
        <w:rPr>
          <w:szCs w:val="40"/>
        </w:rPr>
        <w:t xml:space="preserve"> соответствии с законом </w:t>
      </w:r>
      <w:r w:rsidR="00A96BC1" w:rsidRPr="006C0B2F">
        <w:rPr>
          <w:szCs w:val="40"/>
        </w:rPr>
        <w:t xml:space="preserve">он </w:t>
      </w:r>
      <w:r w:rsidRPr="006C0B2F">
        <w:rPr>
          <w:szCs w:val="40"/>
        </w:rPr>
        <w:t xml:space="preserve">должен ежегодно актуализироваться, </w:t>
      </w:r>
      <w:r w:rsidR="00A96BC1" w:rsidRPr="006C0B2F">
        <w:rPr>
          <w:szCs w:val="40"/>
        </w:rPr>
        <w:t>порядок его актуализации предусмотрен постановлением П</w:t>
      </w:r>
      <w:r w:rsidRPr="006C0B2F">
        <w:rPr>
          <w:szCs w:val="40"/>
        </w:rPr>
        <w:t xml:space="preserve">равительства </w:t>
      </w:r>
      <w:r w:rsidR="00B91101" w:rsidRPr="006C0B2F">
        <w:rPr>
          <w:szCs w:val="40"/>
        </w:rPr>
        <w:t>(это на 8-м слайде).</w:t>
      </w:r>
    </w:p>
    <w:p w:rsidR="006F005A" w:rsidRPr="006C0B2F" w:rsidRDefault="00B91101" w:rsidP="00ED5B66">
      <w:pPr>
        <w:spacing w:line="360" w:lineRule="auto"/>
        <w:rPr>
          <w:szCs w:val="40"/>
        </w:rPr>
      </w:pPr>
      <w:r w:rsidRPr="006C0B2F">
        <w:rPr>
          <w:szCs w:val="40"/>
        </w:rPr>
        <w:t>Кто</w:t>
      </w:r>
      <w:r w:rsidR="00A96BC1" w:rsidRPr="006C0B2F">
        <w:rPr>
          <w:szCs w:val="40"/>
        </w:rPr>
        <w:t xml:space="preserve"> </w:t>
      </w:r>
      <w:r w:rsidR="006F005A" w:rsidRPr="006C0B2F">
        <w:rPr>
          <w:szCs w:val="40"/>
        </w:rPr>
        <w:t>участв</w:t>
      </w:r>
      <w:r w:rsidRPr="006C0B2F">
        <w:rPr>
          <w:szCs w:val="40"/>
        </w:rPr>
        <w:t xml:space="preserve">ует в актуализации справочника? </w:t>
      </w:r>
      <w:r w:rsidR="006F005A" w:rsidRPr="006C0B2F">
        <w:rPr>
          <w:szCs w:val="40"/>
        </w:rPr>
        <w:t>Очень большой пласт заинтересованных ведомств, органов власти регионов, совет</w:t>
      </w:r>
      <w:r w:rsidRPr="006C0B2F">
        <w:rPr>
          <w:szCs w:val="40"/>
        </w:rPr>
        <w:t>ов</w:t>
      </w:r>
      <w:r w:rsidR="006F005A" w:rsidRPr="006C0B2F">
        <w:rPr>
          <w:szCs w:val="40"/>
        </w:rPr>
        <w:t xml:space="preserve"> по профессиональным квалификациям и других заинтересованных участников. </w:t>
      </w:r>
      <w:r w:rsidR="006537AF" w:rsidRPr="006C0B2F">
        <w:rPr>
          <w:szCs w:val="40"/>
        </w:rPr>
        <w:t>П</w:t>
      </w:r>
      <w:r w:rsidR="006F005A" w:rsidRPr="006C0B2F">
        <w:rPr>
          <w:szCs w:val="40"/>
        </w:rPr>
        <w:t>роводятся ежегодны</w:t>
      </w:r>
      <w:r w:rsidR="005F43D5" w:rsidRPr="006C0B2F">
        <w:rPr>
          <w:szCs w:val="40"/>
        </w:rPr>
        <w:t>е опросы, экспертные обсуждения. Д</w:t>
      </w:r>
      <w:r w:rsidR="006F005A" w:rsidRPr="006C0B2F">
        <w:rPr>
          <w:szCs w:val="40"/>
        </w:rPr>
        <w:t>ля этого создан специальный информационный ресурс</w:t>
      </w:r>
      <w:r w:rsidR="005F43D5" w:rsidRPr="006C0B2F">
        <w:rPr>
          <w:szCs w:val="40"/>
        </w:rPr>
        <w:t xml:space="preserve"> </w:t>
      </w:r>
      <w:r w:rsidR="005F43D5" w:rsidRPr="006C0B2F">
        <w:rPr>
          <w:szCs w:val="40"/>
          <w:lang w:val="en-US"/>
        </w:rPr>
        <w:t>opros</w:t>
      </w:r>
      <w:r w:rsidR="005F43D5" w:rsidRPr="006C0B2F">
        <w:rPr>
          <w:szCs w:val="40"/>
        </w:rPr>
        <w:t>.</w:t>
      </w:r>
      <w:r w:rsidR="005F43D5" w:rsidRPr="006C0B2F">
        <w:rPr>
          <w:szCs w:val="40"/>
          <w:lang w:val="en-US"/>
        </w:rPr>
        <w:t>rosmintrud</w:t>
      </w:r>
      <w:r w:rsidR="005F43D5" w:rsidRPr="006C0B2F">
        <w:rPr>
          <w:szCs w:val="40"/>
        </w:rPr>
        <w:t>.</w:t>
      </w:r>
      <w:r w:rsidR="005F43D5" w:rsidRPr="006C0B2F">
        <w:rPr>
          <w:szCs w:val="40"/>
          <w:lang w:val="en-US"/>
        </w:rPr>
        <w:t>ru</w:t>
      </w:r>
      <w:r w:rsidR="005F43D5" w:rsidRPr="006C0B2F">
        <w:rPr>
          <w:szCs w:val="40"/>
        </w:rPr>
        <w:t>, на</w:t>
      </w:r>
      <w:r w:rsidR="006F005A" w:rsidRPr="006C0B2F">
        <w:rPr>
          <w:szCs w:val="40"/>
        </w:rPr>
        <w:t xml:space="preserve"> котором уже в современном цифровом режиме можно принять участие в этих опросах, </w:t>
      </w:r>
      <w:r w:rsidR="006F005A" w:rsidRPr="006C0B2F">
        <w:rPr>
          <w:szCs w:val="40"/>
        </w:rPr>
        <w:lastRenderedPageBreak/>
        <w:t>результаты которых учитываются при актуализации справочника. Я очень коротко се</w:t>
      </w:r>
      <w:r w:rsidR="00B83275" w:rsidRPr="006C0B2F">
        <w:rPr>
          <w:szCs w:val="40"/>
        </w:rPr>
        <w:t>йчас по этим элементам пройду.</w:t>
      </w:r>
    </w:p>
    <w:p w:rsidR="006F005A" w:rsidRPr="006C0B2F" w:rsidRDefault="006F005A" w:rsidP="00ED5B66">
      <w:pPr>
        <w:spacing w:line="360" w:lineRule="auto"/>
        <w:rPr>
          <w:szCs w:val="40"/>
        </w:rPr>
      </w:pPr>
      <w:r w:rsidRPr="006C0B2F">
        <w:rPr>
          <w:szCs w:val="40"/>
        </w:rPr>
        <w:t xml:space="preserve">9-й слайд. Профессиональные стандарты. </w:t>
      </w:r>
      <w:r w:rsidR="00CD6FE8" w:rsidRPr="006C0B2F">
        <w:rPr>
          <w:szCs w:val="40"/>
        </w:rPr>
        <w:t>На 15 мая 2019 года утверждено 1</w:t>
      </w:r>
      <w:r w:rsidRPr="006C0B2F">
        <w:rPr>
          <w:szCs w:val="40"/>
        </w:rPr>
        <w:t xml:space="preserve">269 профессиональных стандартов. </w:t>
      </w:r>
      <w:r w:rsidR="000E61A6" w:rsidRPr="006C0B2F">
        <w:rPr>
          <w:szCs w:val="40"/>
        </w:rPr>
        <w:t>Где н</w:t>
      </w:r>
      <w:r w:rsidRPr="006C0B2F">
        <w:rPr>
          <w:szCs w:val="40"/>
        </w:rPr>
        <w:t>аибольшая обеспеченность профессиональными стандартами секто</w:t>
      </w:r>
      <w:r w:rsidR="000E61A6" w:rsidRPr="006C0B2F">
        <w:rPr>
          <w:szCs w:val="40"/>
        </w:rPr>
        <w:t>ров экономики? Это строите</w:t>
      </w:r>
      <w:r w:rsidRPr="006C0B2F">
        <w:rPr>
          <w:szCs w:val="40"/>
        </w:rPr>
        <w:t xml:space="preserve">льство, металлургия, металлообработка, машиностроение, судостроение, деревообработка, железнодорожный транспорт, атомная отрасль. </w:t>
      </w:r>
      <w:r w:rsidR="000C1DF3" w:rsidRPr="006C0B2F">
        <w:rPr>
          <w:szCs w:val="40"/>
        </w:rPr>
        <w:t>Н</w:t>
      </w:r>
      <w:r w:rsidRPr="006C0B2F">
        <w:rPr>
          <w:szCs w:val="40"/>
        </w:rPr>
        <w:t xml:space="preserve">едостаточно у нас обеспечены сейчас легкая промышленность, производство пищевой продукции, в том числе, по причине отсутствия в настоящее время таких профильных советов по профессиональным квалификациям. В этом году запланирована разработка профессиональных стандартов и </w:t>
      </w:r>
      <w:r w:rsidR="00086C3A" w:rsidRPr="006C0B2F">
        <w:rPr>
          <w:szCs w:val="40"/>
        </w:rPr>
        <w:t xml:space="preserve">в этих областях деятельности, </w:t>
      </w:r>
      <w:r w:rsidRPr="006C0B2F">
        <w:rPr>
          <w:szCs w:val="40"/>
        </w:rPr>
        <w:t xml:space="preserve">ссылка на это тоже дана. </w:t>
      </w:r>
    </w:p>
    <w:p w:rsidR="006F005A" w:rsidRPr="006C0B2F" w:rsidRDefault="00786E66" w:rsidP="00ED5B66">
      <w:pPr>
        <w:spacing w:line="360" w:lineRule="auto"/>
        <w:rPr>
          <w:szCs w:val="40"/>
        </w:rPr>
      </w:pPr>
      <w:r w:rsidRPr="006C0B2F">
        <w:rPr>
          <w:szCs w:val="40"/>
        </w:rPr>
        <w:t>На 10-м слайде представлен</w:t>
      </w:r>
      <w:r w:rsidR="006F005A" w:rsidRPr="006C0B2F">
        <w:rPr>
          <w:szCs w:val="40"/>
        </w:rPr>
        <w:t xml:space="preserve"> механизм разработки и актуализации</w:t>
      </w:r>
      <w:r w:rsidRPr="006C0B2F">
        <w:rPr>
          <w:szCs w:val="40"/>
        </w:rPr>
        <w:t xml:space="preserve"> профессиональных стандартов</w:t>
      </w:r>
      <w:r w:rsidR="006F005A" w:rsidRPr="006C0B2F">
        <w:rPr>
          <w:szCs w:val="40"/>
        </w:rPr>
        <w:t>, многие здесь участвуют непосредственно в этом механизме. Я ещё раз обращу внимание</w:t>
      </w:r>
      <w:r w:rsidR="00583F76" w:rsidRPr="006C0B2F">
        <w:rPr>
          <w:szCs w:val="40"/>
        </w:rPr>
        <w:t xml:space="preserve"> на то</w:t>
      </w:r>
      <w:r w:rsidR="006F005A" w:rsidRPr="006C0B2F">
        <w:rPr>
          <w:szCs w:val="40"/>
        </w:rPr>
        <w:t>, что профессионал</w:t>
      </w:r>
      <w:r w:rsidR="00583F76" w:rsidRPr="006C0B2F">
        <w:rPr>
          <w:szCs w:val="40"/>
        </w:rPr>
        <w:t>ьные стандарты разрабатываются как</w:t>
      </w:r>
      <w:r w:rsidR="006F005A" w:rsidRPr="006C0B2F">
        <w:rPr>
          <w:szCs w:val="40"/>
        </w:rPr>
        <w:t xml:space="preserve"> за счет средств бюджетных, </w:t>
      </w:r>
      <w:r w:rsidR="00583F76" w:rsidRPr="006C0B2F">
        <w:rPr>
          <w:szCs w:val="40"/>
        </w:rPr>
        <w:t xml:space="preserve">так </w:t>
      </w:r>
      <w:r w:rsidR="006F005A" w:rsidRPr="006C0B2F">
        <w:rPr>
          <w:szCs w:val="40"/>
        </w:rPr>
        <w:t xml:space="preserve">и инициативно, причем в последнее время, когда у нас многие </w:t>
      </w:r>
      <w:r w:rsidR="00583F76" w:rsidRPr="006C0B2F">
        <w:rPr>
          <w:szCs w:val="40"/>
        </w:rPr>
        <w:t xml:space="preserve">уже научились </w:t>
      </w:r>
      <w:r w:rsidR="006F005A" w:rsidRPr="006C0B2F">
        <w:rPr>
          <w:szCs w:val="40"/>
        </w:rPr>
        <w:t>разрабатывать профессиональные стандарты, стало намного больше инициативных профессиональных стандартов. Для того чтобы такие профстандарты разрабатывать</w:t>
      </w:r>
      <w:r w:rsidR="00F2364E" w:rsidRPr="006C0B2F">
        <w:rPr>
          <w:szCs w:val="40"/>
        </w:rPr>
        <w:t>,</w:t>
      </w:r>
      <w:r w:rsidR="006F005A" w:rsidRPr="006C0B2F">
        <w:rPr>
          <w:szCs w:val="40"/>
        </w:rPr>
        <w:t xml:space="preserve"> нужно подать уведомление на сайт Минтруда</w:t>
      </w:r>
      <w:r w:rsidR="00F2364E" w:rsidRPr="006C0B2F">
        <w:rPr>
          <w:szCs w:val="40"/>
        </w:rPr>
        <w:t>.</w:t>
      </w:r>
      <w:r w:rsidR="006F005A" w:rsidRPr="006C0B2F">
        <w:rPr>
          <w:szCs w:val="40"/>
        </w:rPr>
        <w:t xml:space="preserve"> </w:t>
      </w:r>
      <w:r w:rsidR="00F2364E" w:rsidRPr="006C0B2F">
        <w:rPr>
          <w:szCs w:val="40"/>
        </w:rPr>
        <w:t>Оно будет всем доступно</w:t>
      </w:r>
      <w:r w:rsidR="006F005A" w:rsidRPr="006C0B2F">
        <w:rPr>
          <w:szCs w:val="40"/>
        </w:rPr>
        <w:t xml:space="preserve"> для того</w:t>
      </w:r>
      <w:r w:rsidR="00F2364E" w:rsidRPr="006C0B2F">
        <w:rPr>
          <w:szCs w:val="40"/>
        </w:rPr>
        <w:t>,</w:t>
      </w:r>
      <w:r w:rsidR="006F005A" w:rsidRPr="006C0B2F">
        <w:rPr>
          <w:szCs w:val="40"/>
        </w:rPr>
        <w:t xml:space="preserve"> чтобы все участники рынка труда видели, кто и какой профессиональный стандарт планирует разрабатывать</w:t>
      </w:r>
      <w:r w:rsidR="00F2364E" w:rsidRPr="006C0B2F">
        <w:rPr>
          <w:szCs w:val="40"/>
        </w:rPr>
        <w:t xml:space="preserve"> и тоже</w:t>
      </w:r>
      <w:r w:rsidR="00EB5A9F" w:rsidRPr="006C0B2F">
        <w:rPr>
          <w:szCs w:val="40"/>
        </w:rPr>
        <w:t xml:space="preserve"> включались в эту работу.</w:t>
      </w:r>
    </w:p>
    <w:p w:rsidR="006F005A" w:rsidRPr="006C0B2F" w:rsidRDefault="006F005A" w:rsidP="00ED5B66">
      <w:pPr>
        <w:spacing w:line="360" w:lineRule="auto"/>
        <w:rPr>
          <w:szCs w:val="40"/>
        </w:rPr>
      </w:pPr>
      <w:r w:rsidRPr="006C0B2F">
        <w:rPr>
          <w:szCs w:val="40"/>
        </w:rPr>
        <w:t xml:space="preserve">На следующем </w:t>
      </w:r>
      <w:r w:rsidR="007413EC" w:rsidRPr="006C0B2F">
        <w:rPr>
          <w:szCs w:val="40"/>
        </w:rPr>
        <w:t xml:space="preserve">11 </w:t>
      </w:r>
      <w:r w:rsidRPr="006C0B2F">
        <w:rPr>
          <w:szCs w:val="40"/>
        </w:rPr>
        <w:t xml:space="preserve">слайде вы тоже </w:t>
      </w:r>
      <w:r w:rsidR="00993481" w:rsidRPr="006C0B2F">
        <w:rPr>
          <w:szCs w:val="40"/>
        </w:rPr>
        <w:t>видите</w:t>
      </w:r>
      <w:r w:rsidR="00E76C92" w:rsidRPr="006C0B2F">
        <w:rPr>
          <w:szCs w:val="40"/>
        </w:rPr>
        <w:t xml:space="preserve"> заглавную</w:t>
      </w:r>
      <w:r w:rsidR="00993481" w:rsidRPr="006C0B2F">
        <w:rPr>
          <w:szCs w:val="40"/>
        </w:rPr>
        <w:t xml:space="preserve"> </w:t>
      </w:r>
      <w:r w:rsidRPr="006C0B2F">
        <w:rPr>
          <w:szCs w:val="40"/>
        </w:rPr>
        <w:t>первую страничку программно-аппаратного комплекса профессиональных с</w:t>
      </w:r>
      <w:r w:rsidR="00017DC2" w:rsidRPr="006C0B2F">
        <w:rPr>
          <w:szCs w:val="40"/>
        </w:rPr>
        <w:t xml:space="preserve">тандартов, на котором ведется </w:t>
      </w:r>
      <w:r w:rsidRPr="006C0B2F">
        <w:rPr>
          <w:szCs w:val="40"/>
        </w:rPr>
        <w:t>реестр</w:t>
      </w:r>
      <w:r w:rsidR="00017DC2" w:rsidRPr="006C0B2F">
        <w:rPr>
          <w:szCs w:val="40"/>
        </w:rPr>
        <w:t xml:space="preserve"> профессиональных стандартов, </w:t>
      </w:r>
      <w:r w:rsidRPr="006C0B2F">
        <w:rPr>
          <w:szCs w:val="40"/>
        </w:rPr>
        <w:t xml:space="preserve">реестр экспертов в этой сфере, </w:t>
      </w:r>
      <w:r w:rsidR="00017DC2" w:rsidRPr="006C0B2F">
        <w:rPr>
          <w:szCs w:val="40"/>
        </w:rPr>
        <w:t>размещены все</w:t>
      </w:r>
      <w:r w:rsidRPr="006C0B2F">
        <w:rPr>
          <w:szCs w:val="40"/>
        </w:rPr>
        <w:t xml:space="preserve"> основные новости, </w:t>
      </w:r>
      <w:r w:rsidR="00017DC2" w:rsidRPr="006C0B2F">
        <w:rPr>
          <w:szCs w:val="40"/>
        </w:rPr>
        <w:t xml:space="preserve">проводятся </w:t>
      </w:r>
      <w:r w:rsidRPr="006C0B2F">
        <w:rPr>
          <w:szCs w:val="40"/>
        </w:rPr>
        <w:t xml:space="preserve">обсуждения. Мало того, сделан специальный информационный ресурс для разработчиков профессиональных </w:t>
      </w:r>
      <w:r w:rsidRPr="006C0B2F">
        <w:rPr>
          <w:szCs w:val="40"/>
        </w:rPr>
        <w:lastRenderedPageBreak/>
        <w:t>стандартов, который упрощает для них задачу разработ</w:t>
      </w:r>
      <w:r w:rsidR="00902A46" w:rsidRPr="006C0B2F">
        <w:rPr>
          <w:szCs w:val="40"/>
        </w:rPr>
        <w:t>ки профессиональных стандартов.</w:t>
      </w:r>
    </w:p>
    <w:p w:rsidR="00EB47C5" w:rsidRPr="006C0B2F" w:rsidRDefault="00EB47C5" w:rsidP="00ED5B66">
      <w:pPr>
        <w:spacing w:line="360" w:lineRule="auto"/>
        <w:rPr>
          <w:szCs w:val="40"/>
        </w:rPr>
      </w:pPr>
      <w:r w:rsidRPr="006C0B2F">
        <w:rPr>
          <w:szCs w:val="40"/>
        </w:rPr>
        <w:t>На 12-м слайде - направления</w:t>
      </w:r>
      <w:r w:rsidR="006F005A" w:rsidRPr="006C0B2F">
        <w:rPr>
          <w:szCs w:val="40"/>
        </w:rPr>
        <w:t xml:space="preserve"> </w:t>
      </w:r>
      <w:r w:rsidRPr="006C0B2F">
        <w:rPr>
          <w:szCs w:val="40"/>
        </w:rPr>
        <w:t>применения профессиональных стандартов.</w:t>
      </w:r>
    </w:p>
    <w:p w:rsidR="006F005A" w:rsidRPr="006C0B2F" w:rsidRDefault="00EB47C5" w:rsidP="00ED5B66">
      <w:pPr>
        <w:spacing w:line="360" w:lineRule="auto"/>
        <w:rPr>
          <w:szCs w:val="40"/>
        </w:rPr>
      </w:pPr>
      <w:r w:rsidRPr="006C0B2F">
        <w:rPr>
          <w:szCs w:val="40"/>
        </w:rPr>
        <w:t>На</w:t>
      </w:r>
      <w:r w:rsidR="006F005A" w:rsidRPr="006C0B2F">
        <w:rPr>
          <w:szCs w:val="40"/>
        </w:rPr>
        <w:t xml:space="preserve"> 13-м</w:t>
      </w:r>
      <w:r w:rsidR="001A54A1" w:rsidRPr="006C0B2F">
        <w:rPr>
          <w:szCs w:val="40"/>
        </w:rPr>
        <w:t xml:space="preserve"> слайде </w:t>
      </w:r>
      <w:r w:rsidR="006F005A" w:rsidRPr="006C0B2F">
        <w:rPr>
          <w:szCs w:val="40"/>
        </w:rPr>
        <w:t xml:space="preserve">вы видите, что в государственном секторе в соответствии с </w:t>
      </w:r>
      <w:r w:rsidRPr="006C0B2F">
        <w:rPr>
          <w:szCs w:val="40"/>
        </w:rPr>
        <w:t>П</w:t>
      </w:r>
      <w:r w:rsidR="006F005A" w:rsidRPr="006C0B2F">
        <w:rPr>
          <w:szCs w:val="40"/>
        </w:rPr>
        <w:t xml:space="preserve">остановлением </w:t>
      </w:r>
      <w:r w:rsidRPr="006C0B2F">
        <w:rPr>
          <w:szCs w:val="40"/>
        </w:rPr>
        <w:t>П</w:t>
      </w:r>
      <w:r w:rsidR="006F005A" w:rsidRPr="006C0B2F">
        <w:rPr>
          <w:szCs w:val="40"/>
        </w:rPr>
        <w:t xml:space="preserve">равительства </w:t>
      </w:r>
      <w:r w:rsidRPr="006C0B2F">
        <w:rPr>
          <w:szCs w:val="40"/>
        </w:rPr>
        <w:t>№</w:t>
      </w:r>
      <w:r w:rsidR="00C16B85" w:rsidRPr="006C0B2F">
        <w:rPr>
          <w:szCs w:val="40"/>
        </w:rPr>
        <w:t> </w:t>
      </w:r>
      <w:r w:rsidRPr="006C0B2F">
        <w:rPr>
          <w:szCs w:val="40"/>
        </w:rPr>
        <w:t xml:space="preserve">584 </w:t>
      </w:r>
      <w:r w:rsidR="006F005A" w:rsidRPr="006C0B2F">
        <w:rPr>
          <w:szCs w:val="40"/>
        </w:rPr>
        <w:t>от 2016 года внедряются профессиональные стандарты в соответствии с планами, которые есть во всех госу</w:t>
      </w:r>
      <w:r w:rsidR="00A51ED3" w:rsidRPr="006C0B2F">
        <w:rPr>
          <w:szCs w:val="40"/>
        </w:rPr>
        <w:t>дарственных организациях. Это</w:t>
      </w:r>
      <w:r w:rsidR="006F005A" w:rsidRPr="006C0B2F">
        <w:rPr>
          <w:szCs w:val="40"/>
        </w:rPr>
        <w:t xml:space="preserve"> планы по применению профессиональных стандартов, принятые с участием представителей профсоюзов, представителей работников. Основное направление – это обучение персонала, аттестация, подбор персонала, формирование кадрового резерва</w:t>
      </w:r>
      <w:r w:rsidR="00A51ED3" w:rsidRPr="006C0B2F">
        <w:rPr>
          <w:szCs w:val="40"/>
        </w:rPr>
        <w:t>, адаптация</w:t>
      </w:r>
      <w:r w:rsidR="006F005A" w:rsidRPr="006C0B2F">
        <w:rPr>
          <w:szCs w:val="40"/>
        </w:rPr>
        <w:t xml:space="preserve"> и главное, конечно, это обучение работников. </w:t>
      </w:r>
      <w:r w:rsidR="00A51ED3" w:rsidRPr="006C0B2F">
        <w:rPr>
          <w:szCs w:val="40"/>
        </w:rPr>
        <w:t>Б</w:t>
      </w:r>
      <w:r w:rsidR="006F005A" w:rsidRPr="006C0B2F">
        <w:rPr>
          <w:szCs w:val="40"/>
        </w:rPr>
        <w:t xml:space="preserve">олее чем в 70 процентах организаций проводится и планируется </w:t>
      </w:r>
      <w:r w:rsidR="00C16B85" w:rsidRPr="006C0B2F">
        <w:rPr>
          <w:szCs w:val="40"/>
        </w:rPr>
        <w:t>проведение обучения работников.</w:t>
      </w:r>
    </w:p>
    <w:p w:rsidR="006F005A" w:rsidRPr="006C0B2F" w:rsidRDefault="006F005A" w:rsidP="00ED5B66">
      <w:pPr>
        <w:spacing w:line="360" w:lineRule="auto"/>
        <w:rPr>
          <w:szCs w:val="40"/>
        </w:rPr>
      </w:pPr>
      <w:r w:rsidRPr="006C0B2F">
        <w:rPr>
          <w:szCs w:val="40"/>
        </w:rPr>
        <w:t xml:space="preserve">Следующий слайд, 14-й. </w:t>
      </w:r>
      <w:r w:rsidR="00991FC2" w:rsidRPr="006C0B2F">
        <w:rPr>
          <w:szCs w:val="40"/>
        </w:rPr>
        <w:t>Какие п</w:t>
      </w:r>
      <w:r w:rsidRPr="006C0B2F">
        <w:rPr>
          <w:szCs w:val="40"/>
        </w:rPr>
        <w:t>роблемы при внедрении профстандартов выявлены в ходе опроса? Конечно, самая сложная проблема</w:t>
      </w:r>
      <w:r w:rsidR="00872D12" w:rsidRPr="006C0B2F">
        <w:rPr>
          <w:szCs w:val="40"/>
        </w:rPr>
        <w:t xml:space="preserve"> -</w:t>
      </w:r>
      <w:r w:rsidRPr="006C0B2F">
        <w:rPr>
          <w:szCs w:val="40"/>
        </w:rPr>
        <w:t xml:space="preserve"> соотнесение содержания профессионального стандарта с должностными обязанностями работников организаций. То есть </w:t>
      </w:r>
      <w:r w:rsidR="001415DE" w:rsidRPr="006C0B2F">
        <w:rPr>
          <w:szCs w:val="40"/>
        </w:rPr>
        <w:t xml:space="preserve">это - </w:t>
      </w:r>
      <w:r w:rsidRPr="006C0B2F">
        <w:rPr>
          <w:szCs w:val="40"/>
        </w:rPr>
        <w:t>содержательная проблема, когда нужно с</w:t>
      </w:r>
      <w:r w:rsidR="001415DE" w:rsidRPr="006C0B2F">
        <w:rPr>
          <w:szCs w:val="40"/>
        </w:rPr>
        <w:t>оотнести трудовые функции, которые</w:t>
      </w:r>
      <w:r w:rsidRPr="006C0B2F">
        <w:rPr>
          <w:szCs w:val="40"/>
        </w:rPr>
        <w:t xml:space="preserve"> есть в организации, с теми трудовыми функциями, трудовыми действиями, которые есть в профессиональном стандарте, понять</w:t>
      </w:r>
      <w:r w:rsidR="001415DE" w:rsidRPr="006C0B2F">
        <w:rPr>
          <w:szCs w:val="40"/>
        </w:rPr>
        <w:t xml:space="preserve"> насколько</w:t>
      </w:r>
      <w:r w:rsidRPr="006C0B2F">
        <w:rPr>
          <w:szCs w:val="40"/>
        </w:rPr>
        <w:t xml:space="preserve"> рационально или нерационально</w:t>
      </w:r>
      <w:r w:rsidR="001415DE" w:rsidRPr="006C0B2F">
        <w:rPr>
          <w:szCs w:val="40"/>
        </w:rPr>
        <w:t xml:space="preserve"> организован труд в организации</w:t>
      </w:r>
      <w:r w:rsidRPr="006C0B2F">
        <w:rPr>
          <w:szCs w:val="40"/>
        </w:rPr>
        <w:t xml:space="preserve"> и использовать те возможности, которые дает профстандарт, для того чтобы улучшить у себя организацию труда</w:t>
      </w:r>
      <w:r w:rsidR="001415DE" w:rsidRPr="006C0B2F">
        <w:rPr>
          <w:szCs w:val="40"/>
        </w:rPr>
        <w:t xml:space="preserve"> и</w:t>
      </w:r>
      <w:r w:rsidR="004873CD" w:rsidRPr="006C0B2F">
        <w:rPr>
          <w:szCs w:val="40"/>
        </w:rPr>
        <w:t xml:space="preserve"> подготовку работников.</w:t>
      </w:r>
    </w:p>
    <w:p w:rsidR="006F005A" w:rsidRPr="006C0B2F" w:rsidRDefault="006F005A" w:rsidP="00ED5B66">
      <w:pPr>
        <w:spacing w:line="360" w:lineRule="auto"/>
        <w:rPr>
          <w:szCs w:val="40"/>
        </w:rPr>
      </w:pPr>
      <w:r w:rsidRPr="006C0B2F">
        <w:rPr>
          <w:szCs w:val="40"/>
        </w:rPr>
        <w:t xml:space="preserve">На следующем </w:t>
      </w:r>
      <w:r w:rsidR="001415DE" w:rsidRPr="006C0B2F">
        <w:rPr>
          <w:szCs w:val="40"/>
        </w:rPr>
        <w:t xml:space="preserve">15 </w:t>
      </w:r>
      <w:r w:rsidRPr="006C0B2F">
        <w:rPr>
          <w:szCs w:val="40"/>
        </w:rPr>
        <w:t xml:space="preserve">слайде представлена система независимой оценки квалификации. </w:t>
      </w:r>
      <w:r w:rsidR="001415DE" w:rsidRPr="006C0B2F">
        <w:rPr>
          <w:szCs w:val="40"/>
        </w:rPr>
        <w:t>У</w:t>
      </w:r>
      <w:r w:rsidRPr="006C0B2F">
        <w:rPr>
          <w:szCs w:val="40"/>
        </w:rPr>
        <w:t xml:space="preserve"> нас по состоянию на 15 мая</w:t>
      </w:r>
      <w:r w:rsidR="00BE2E78" w:rsidRPr="006C0B2F">
        <w:rPr>
          <w:szCs w:val="40"/>
        </w:rPr>
        <w:t xml:space="preserve"> этого года</w:t>
      </w:r>
      <w:r w:rsidRPr="006C0B2F">
        <w:rPr>
          <w:szCs w:val="40"/>
        </w:rPr>
        <w:t xml:space="preserve"> создано </w:t>
      </w:r>
      <w:r w:rsidR="001415DE" w:rsidRPr="006C0B2F">
        <w:rPr>
          <w:szCs w:val="40"/>
        </w:rPr>
        <w:t>357 центров оценки квалификации</w:t>
      </w:r>
      <w:r w:rsidRPr="006C0B2F">
        <w:rPr>
          <w:szCs w:val="40"/>
        </w:rPr>
        <w:t xml:space="preserve"> и 539 экзаменационных площадок в шестидесяти </w:t>
      </w:r>
      <w:r w:rsidR="001415DE" w:rsidRPr="006C0B2F">
        <w:rPr>
          <w:szCs w:val="40"/>
        </w:rPr>
        <w:t xml:space="preserve">девяти </w:t>
      </w:r>
      <w:r w:rsidRPr="006C0B2F">
        <w:rPr>
          <w:szCs w:val="40"/>
        </w:rPr>
        <w:t>регионах</w:t>
      </w:r>
      <w:r w:rsidR="001415DE" w:rsidRPr="006C0B2F">
        <w:rPr>
          <w:szCs w:val="40"/>
        </w:rPr>
        <w:t>. Т</w:t>
      </w:r>
      <w:r w:rsidRPr="006C0B2F">
        <w:rPr>
          <w:szCs w:val="40"/>
        </w:rPr>
        <w:t>о есть почти 900 площадок, где можно пройти профессиональный экзамен.</w:t>
      </w:r>
    </w:p>
    <w:p w:rsidR="006F005A" w:rsidRPr="006C0B2F" w:rsidRDefault="0037189C" w:rsidP="00ED5B66">
      <w:pPr>
        <w:spacing w:line="360" w:lineRule="auto"/>
        <w:ind w:firstLine="709"/>
        <w:rPr>
          <w:szCs w:val="40"/>
        </w:rPr>
      </w:pPr>
      <w:r w:rsidRPr="006C0B2F">
        <w:rPr>
          <w:szCs w:val="40"/>
        </w:rPr>
        <w:t>П</w:t>
      </w:r>
      <w:r w:rsidR="006F005A" w:rsidRPr="006C0B2F">
        <w:rPr>
          <w:szCs w:val="40"/>
        </w:rPr>
        <w:t xml:space="preserve">о состоянию на 15 мая </w:t>
      </w:r>
      <w:r w:rsidRPr="006C0B2F">
        <w:rPr>
          <w:szCs w:val="40"/>
        </w:rPr>
        <w:t xml:space="preserve">2019 года </w:t>
      </w:r>
      <w:r w:rsidR="006F005A" w:rsidRPr="006C0B2F">
        <w:rPr>
          <w:szCs w:val="40"/>
        </w:rPr>
        <w:t>независимую оценку квалификации прошли 31,8 тысяч человек</w:t>
      </w:r>
      <w:r w:rsidR="00BA2569" w:rsidRPr="006C0B2F">
        <w:rPr>
          <w:szCs w:val="40"/>
        </w:rPr>
        <w:t>,</w:t>
      </w:r>
      <w:r w:rsidR="006F005A" w:rsidRPr="006C0B2F">
        <w:rPr>
          <w:szCs w:val="40"/>
        </w:rPr>
        <w:t xml:space="preserve"> выдано свидетельств о квалификации 28,5 тысячам </w:t>
      </w:r>
      <w:r w:rsidR="006F005A" w:rsidRPr="006C0B2F">
        <w:rPr>
          <w:szCs w:val="40"/>
        </w:rPr>
        <w:lastRenderedPageBreak/>
        <w:t xml:space="preserve">человек. </w:t>
      </w:r>
      <w:r w:rsidR="00280564" w:rsidRPr="006C0B2F">
        <w:rPr>
          <w:szCs w:val="40"/>
        </w:rPr>
        <w:t>Б</w:t>
      </w:r>
      <w:r w:rsidR="006F005A" w:rsidRPr="006C0B2F">
        <w:rPr>
          <w:szCs w:val="40"/>
        </w:rPr>
        <w:t xml:space="preserve">олее чем 10 процентов </w:t>
      </w:r>
      <w:r w:rsidR="00280564" w:rsidRPr="006C0B2F">
        <w:rPr>
          <w:szCs w:val="40"/>
        </w:rPr>
        <w:t xml:space="preserve">человек </w:t>
      </w:r>
      <w:r w:rsidR="006F005A" w:rsidRPr="006C0B2F">
        <w:rPr>
          <w:szCs w:val="40"/>
        </w:rPr>
        <w:t>свидетель</w:t>
      </w:r>
      <w:r w:rsidR="00280564" w:rsidRPr="006C0B2F">
        <w:rPr>
          <w:szCs w:val="40"/>
        </w:rPr>
        <w:t>ства о квалификации не получили:</w:t>
      </w:r>
      <w:r w:rsidR="006F005A" w:rsidRPr="006C0B2F">
        <w:rPr>
          <w:szCs w:val="40"/>
        </w:rPr>
        <w:t xml:space="preserve"> значит, их квалификация оказалась не соответствующей требованиям профессиональных стандартов</w:t>
      </w:r>
      <w:r w:rsidR="00280564" w:rsidRPr="006C0B2F">
        <w:rPr>
          <w:szCs w:val="40"/>
        </w:rPr>
        <w:t>. О</w:t>
      </w:r>
      <w:r w:rsidR="006F005A" w:rsidRPr="006C0B2F">
        <w:rPr>
          <w:szCs w:val="40"/>
        </w:rPr>
        <w:t>ни получили заключение о том, какие компетенции они должны еще улучшить.</w:t>
      </w:r>
    </w:p>
    <w:p w:rsidR="006F005A" w:rsidRPr="006C0B2F" w:rsidRDefault="006F005A" w:rsidP="00ED5B66">
      <w:pPr>
        <w:spacing w:line="360" w:lineRule="auto"/>
        <w:ind w:firstLine="709"/>
        <w:rPr>
          <w:szCs w:val="40"/>
        </w:rPr>
      </w:pPr>
      <w:r w:rsidRPr="006C0B2F">
        <w:rPr>
          <w:szCs w:val="40"/>
        </w:rPr>
        <w:t xml:space="preserve">На следующем слайде мы видим реестр сведений о проведении независимой </w:t>
      </w:r>
      <w:r w:rsidR="001B76F1" w:rsidRPr="006C0B2F">
        <w:rPr>
          <w:szCs w:val="40"/>
        </w:rPr>
        <w:t xml:space="preserve">оценки </w:t>
      </w:r>
      <w:r w:rsidRPr="006C0B2F">
        <w:rPr>
          <w:szCs w:val="40"/>
        </w:rPr>
        <w:t>квалификации, это центральный скриншот основной странички</w:t>
      </w:r>
      <w:r w:rsidR="005E613E" w:rsidRPr="006C0B2F">
        <w:rPr>
          <w:szCs w:val="40"/>
        </w:rPr>
        <w:t>.</w:t>
      </w:r>
      <w:r w:rsidRPr="006C0B2F">
        <w:rPr>
          <w:szCs w:val="40"/>
        </w:rPr>
        <w:t xml:space="preserve"> </w:t>
      </w:r>
      <w:r w:rsidR="005E613E" w:rsidRPr="006C0B2F">
        <w:rPr>
          <w:szCs w:val="40"/>
        </w:rPr>
        <w:t>В реестре</w:t>
      </w:r>
      <w:r w:rsidRPr="006C0B2F">
        <w:rPr>
          <w:szCs w:val="40"/>
        </w:rPr>
        <w:t xml:space="preserve"> собираются все сведения о независимой оценке квалификации</w:t>
      </w:r>
      <w:r w:rsidR="005E613E" w:rsidRPr="006C0B2F">
        <w:rPr>
          <w:szCs w:val="40"/>
        </w:rPr>
        <w:t>,</w:t>
      </w:r>
      <w:r w:rsidRPr="006C0B2F">
        <w:rPr>
          <w:szCs w:val="40"/>
        </w:rPr>
        <w:t xml:space="preserve"> о цент</w:t>
      </w:r>
      <w:r w:rsidR="005E613E" w:rsidRPr="006C0B2F">
        <w:rPr>
          <w:szCs w:val="40"/>
        </w:rPr>
        <w:t>рах квалификации и о советах, о выданных свидетельствах, о наименованиях квалификации,</w:t>
      </w:r>
      <w:r w:rsidRPr="006C0B2F">
        <w:rPr>
          <w:szCs w:val="40"/>
        </w:rPr>
        <w:t xml:space="preserve"> об оценочных средствах. </w:t>
      </w:r>
      <w:r w:rsidR="005E613E" w:rsidRPr="006C0B2F">
        <w:rPr>
          <w:szCs w:val="40"/>
        </w:rPr>
        <w:t>Д</w:t>
      </w:r>
      <w:r w:rsidRPr="006C0B2F">
        <w:rPr>
          <w:szCs w:val="40"/>
        </w:rPr>
        <w:t>анные о выданных свидетельствах являются, конечно, информацией, которая может быть доступна только тому, кто знает номер этого свидетельства, то есть это, конечно, персональная информация.</w:t>
      </w:r>
    </w:p>
    <w:p w:rsidR="006F005A" w:rsidRPr="006C0B2F" w:rsidRDefault="00FB0B34" w:rsidP="00ED5B66">
      <w:pPr>
        <w:spacing w:line="360" w:lineRule="auto"/>
        <w:ind w:firstLine="709"/>
        <w:rPr>
          <w:szCs w:val="40"/>
        </w:rPr>
      </w:pPr>
      <w:r w:rsidRPr="006C0B2F">
        <w:rPr>
          <w:szCs w:val="40"/>
        </w:rPr>
        <w:t>Н</w:t>
      </w:r>
      <w:r w:rsidR="006F005A" w:rsidRPr="006C0B2F">
        <w:rPr>
          <w:szCs w:val="40"/>
        </w:rPr>
        <w:t>а следующем слайде задачи развития систем</w:t>
      </w:r>
      <w:r w:rsidRPr="006C0B2F">
        <w:rPr>
          <w:szCs w:val="40"/>
        </w:rPr>
        <w:t>ы профессиональной квалификации. О</w:t>
      </w:r>
      <w:r w:rsidR="006F005A" w:rsidRPr="006C0B2F">
        <w:rPr>
          <w:szCs w:val="40"/>
        </w:rPr>
        <w:t xml:space="preserve">ни, конечно, </w:t>
      </w:r>
      <w:r w:rsidRPr="006C0B2F">
        <w:rPr>
          <w:szCs w:val="40"/>
        </w:rPr>
        <w:t xml:space="preserve">стоят </w:t>
      </w:r>
      <w:r w:rsidR="006F005A" w:rsidRPr="006C0B2F">
        <w:rPr>
          <w:szCs w:val="40"/>
        </w:rPr>
        <w:t>во всех основополагающих документах</w:t>
      </w:r>
      <w:r w:rsidRPr="006C0B2F">
        <w:rPr>
          <w:szCs w:val="40"/>
        </w:rPr>
        <w:t>:</w:t>
      </w:r>
      <w:r w:rsidR="006F005A" w:rsidRPr="006C0B2F">
        <w:rPr>
          <w:szCs w:val="40"/>
        </w:rPr>
        <w:t xml:space="preserve"> в основных на</w:t>
      </w:r>
      <w:r w:rsidRPr="006C0B2F">
        <w:rPr>
          <w:szCs w:val="40"/>
        </w:rPr>
        <w:t>правлениях деятельности П</w:t>
      </w:r>
      <w:r w:rsidR="006F005A" w:rsidRPr="006C0B2F">
        <w:rPr>
          <w:szCs w:val="40"/>
        </w:rPr>
        <w:t>ра</w:t>
      </w:r>
      <w:r w:rsidRPr="006C0B2F">
        <w:rPr>
          <w:szCs w:val="40"/>
        </w:rPr>
        <w:t>вительства стоит эта задача, в Г</w:t>
      </w:r>
      <w:r w:rsidR="006F005A" w:rsidRPr="006C0B2F">
        <w:rPr>
          <w:szCs w:val="40"/>
        </w:rPr>
        <w:t>енеральном соглашении между общероссийскими объединениями профсоюзов, общероссийскими объединениями работодателей и Правительством Российской Федерации на 2018-2020</w:t>
      </w:r>
      <w:r w:rsidRPr="006C0B2F">
        <w:rPr>
          <w:szCs w:val="40"/>
        </w:rPr>
        <w:t xml:space="preserve"> гг.</w:t>
      </w:r>
      <w:r w:rsidR="006F005A" w:rsidRPr="006C0B2F">
        <w:rPr>
          <w:szCs w:val="40"/>
        </w:rPr>
        <w:t xml:space="preserve"> тоже стоит эта задача. </w:t>
      </w:r>
      <w:r w:rsidR="0062447D" w:rsidRPr="006C0B2F">
        <w:rPr>
          <w:szCs w:val="40"/>
        </w:rPr>
        <w:t>М</w:t>
      </w:r>
      <w:r w:rsidR="006F005A" w:rsidRPr="006C0B2F">
        <w:rPr>
          <w:szCs w:val="40"/>
        </w:rPr>
        <w:t xml:space="preserve">ы </w:t>
      </w:r>
      <w:r w:rsidR="0062447D" w:rsidRPr="006C0B2F">
        <w:rPr>
          <w:szCs w:val="40"/>
        </w:rPr>
        <w:t xml:space="preserve">здесь </w:t>
      </w:r>
      <w:r w:rsidR="006F005A" w:rsidRPr="006C0B2F">
        <w:rPr>
          <w:szCs w:val="40"/>
        </w:rPr>
        <w:t>видим, какие задачи наши</w:t>
      </w:r>
      <w:r w:rsidR="0062447D" w:rsidRPr="006C0B2F">
        <w:rPr>
          <w:szCs w:val="40"/>
        </w:rPr>
        <w:t>,</w:t>
      </w:r>
      <w:r w:rsidR="006F005A" w:rsidRPr="006C0B2F">
        <w:rPr>
          <w:szCs w:val="40"/>
        </w:rPr>
        <w:t xml:space="preserve"> и ведем работу п</w:t>
      </w:r>
      <w:r w:rsidR="0062447D" w:rsidRPr="006C0B2F">
        <w:rPr>
          <w:szCs w:val="40"/>
        </w:rPr>
        <w:t>о мониторингу развития профессий и квалификаций</w:t>
      </w:r>
      <w:r w:rsidR="006F005A" w:rsidRPr="006C0B2F">
        <w:rPr>
          <w:szCs w:val="40"/>
        </w:rPr>
        <w:t>, выявлению востребованных и пе</w:t>
      </w:r>
      <w:r w:rsidR="0062447D" w:rsidRPr="006C0B2F">
        <w:rPr>
          <w:szCs w:val="40"/>
        </w:rPr>
        <w:t>рспективных профессий, изменению</w:t>
      </w:r>
      <w:r w:rsidR="006F005A" w:rsidRPr="006C0B2F">
        <w:rPr>
          <w:szCs w:val="40"/>
        </w:rPr>
        <w:t xml:space="preserve"> в содержании профессиональной деятельности, учет</w:t>
      </w:r>
      <w:r w:rsidR="0062447D" w:rsidRPr="006C0B2F">
        <w:rPr>
          <w:szCs w:val="40"/>
        </w:rPr>
        <w:t>у</w:t>
      </w:r>
      <w:r w:rsidR="006F005A" w:rsidRPr="006C0B2F">
        <w:rPr>
          <w:szCs w:val="40"/>
        </w:rPr>
        <w:t xml:space="preserve"> современных цифровых технологий при разработке, актуализа</w:t>
      </w:r>
      <w:r w:rsidR="0062447D" w:rsidRPr="006C0B2F">
        <w:rPr>
          <w:szCs w:val="40"/>
        </w:rPr>
        <w:t>ции профстандарта, популяризации</w:t>
      </w:r>
      <w:r w:rsidR="006F005A" w:rsidRPr="006C0B2F">
        <w:rPr>
          <w:szCs w:val="40"/>
        </w:rPr>
        <w:t xml:space="preserve"> возможности </w:t>
      </w:r>
      <w:r w:rsidR="001B76F1" w:rsidRPr="006C0B2F">
        <w:rPr>
          <w:szCs w:val="40"/>
        </w:rPr>
        <w:t xml:space="preserve">независимой </w:t>
      </w:r>
      <w:r w:rsidR="006F005A" w:rsidRPr="006C0B2F">
        <w:rPr>
          <w:szCs w:val="40"/>
        </w:rPr>
        <w:t>оценки квалификации среди работ</w:t>
      </w:r>
      <w:r w:rsidR="0062447D" w:rsidRPr="006C0B2F">
        <w:rPr>
          <w:szCs w:val="40"/>
        </w:rPr>
        <w:t>одателей, работников, расширению</w:t>
      </w:r>
      <w:r w:rsidR="006F005A" w:rsidRPr="006C0B2F">
        <w:rPr>
          <w:szCs w:val="40"/>
        </w:rPr>
        <w:t xml:space="preserve"> участия ре</w:t>
      </w:r>
      <w:r w:rsidR="0062447D" w:rsidRPr="006C0B2F">
        <w:rPr>
          <w:szCs w:val="40"/>
        </w:rPr>
        <w:t>гионов в этой работе, расширению</w:t>
      </w:r>
      <w:r w:rsidR="006F005A" w:rsidRPr="006C0B2F">
        <w:rPr>
          <w:szCs w:val="40"/>
        </w:rPr>
        <w:t xml:space="preserve"> применения процедур </w:t>
      </w:r>
      <w:r w:rsidR="001B76F1" w:rsidRPr="006C0B2F">
        <w:rPr>
          <w:szCs w:val="40"/>
        </w:rPr>
        <w:t xml:space="preserve">независимой </w:t>
      </w:r>
      <w:r w:rsidR="006F005A" w:rsidRPr="006C0B2F">
        <w:rPr>
          <w:szCs w:val="40"/>
        </w:rPr>
        <w:t>оценки квалификации в системе профессионального образования.</w:t>
      </w:r>
    </w:p>
    <w:p w:rsidR="002A58C1" w:rsidRPr="006C0B2F" w:rsidRDefault="006F005A" w:rsidP="00ED5B66">
      <w:pPr>
        <w:spacing w:line="360" w:lineRule="auto"/>
        <w:ind w:firstLine="709"/>
        <w:rPr>
          <w:szCs w:val="40"/>
        </w:rPr>
      </w:pPr>
      <w:r w:rsidRPr="006C0B2F">
        <w:rPr>
          <w:szCs w:val="40"/>
        </w:rPr>
        <w:t xml:space="preserve">Следующий слайд, пожалуйста. Я хотела чуть подробнее остановиться на такой очень важной задаче, </w:t>
      </w:r>
      <w:r w:rsidR="00200EB3" w:rsidRPr="006C0B2F">
        <w:rPr>
          <w:szCs w:val="40"/>
        </w:rPr>
        <w:t xml:space="preserve">как мониторинг профессиональной </w:t>
      </w:r>
      <w:r w:rsidR="00200EB3" w:rsidRPr="006C0B2F">
        <w:rPr>
          <w:szCs w:val="40"/>
        </w:rPr>
        <w:lastRenderedPageBreak/>
        <w:t>квалификационной сферы. П</w:t>
      </w:r>
      <w:r w:rsidRPr="006C0B2F">
        <w:rPr>
          <w:szCs w:val="40"/>
        </w:rPr>
        <w:t>о остальным</w:t>
      </w:r>
      <w:r w:rsidR="00200EB3" w:rsidRPr="006C0B2F">
        <w:rPr>
          <w:szCs w:val="40"/>
        </w:rPr>
        <w:t xml:space="preserve"> аспектам</w:t>
      </w:r>
      <w:r w:rsidRPr="006C0B2F">
        <w:rPr>
          <w:szCs w:val="40"/>
        </w:rPr>
        <w:t xml:space="preserve">, мне кажется, будут </w:t>
      </w:r>
      <w:r w:rsidR="00200EB3" w:rsidRPr="006C0B2F">
        <w:rPr>
          <w:szCs w:val="40"/>
        </w:rPr>
        <w:t xml:space="preserve">тоже говорить </w:t>
      </w:r>
      <w:r w:rsidRPr="006C0B2F">
        <w:rPr>
          <w:szCs w:val="40"/>
        </w:rPr>
        <w:t>другие докладчики</w:t>
      </w:r>
      <w:r w:rsidR="00200EB3" w:rsidRPr="006C0B2F">
        <w:rPr>
          <w:szCs w:val="40"/>
        </w:rPr>
        <w:t xml:space="preserve">. Это очень важно </w:t>
      </w:r>
      <w:r w:rsidRPr="006C0B2F">
        <w:rPr>
          <w:szCs w:val="40"/>
        </w:rPr>
        <w:t>как для формирования справочника профессий, так и для формирования перечня профессиональных стандартов, которые нужно разрабатывать, которые нужно актуализировать</w:t>
      </w:r>
      <w:r w:rsidR="00200EB3" w:rsidRPr="006C0B2F">
        <w:rPr>
          <w:szCs w:val="40"/>
        </w:rPr>
        <w:t>. Т</w:t>
      </w:r>
      <w:r w:rsidRPr="006C0B2F">
        <w:rPr>
          <w:szCs w:val="40"/>
        </w:rPr>
        <w:t>акую работу проводит Научно-исследовательский институт труда Минтруда России. И нужно сказать, что это не просто опросы работодателей и опросы органов в</w:t>
      </w:r>
      <w:r w:rsidR="00C050E4" w:rsidRPr="006C0B2F">
        <w:rPr>
          <w:szCs w:val="40"/>
        </w:rPr>
        <w:t>ласти региональных и отраслевых. Э</w:t>
      </w:r>
      <w:r w:rsidRPr="006C0B2F">
        <w:rPr>
          <w:szCs w:val="40"/>
        </w:rPr>
        <w:t xml:space="preserve">то очень </w:t>
      </w:r>
      <w:r w:rsidR="00C050E4" w:rsidRPr="006C0B2F">
        <w:rPr>
          <w:szCs w:val="40"/>
        </w:rPr>
        <w:t xml:space="preserve">глубокий </w:t>
      </w:r>
      <w:r w:rsidRPr="006C0B2F">
        <w:rPr>
          <w:szCs w:val="40"/>
        </w:rPr>
        <w:t xml:space="preserve">анализ всех источников информации, которые есть </w:t>
      </w:r>
      <w:r w:rsidR="00C050E4" w:rsidRPr="006C0B2F">
        <w:rPr>
          <w:szCs w:val="40"/>
        </w:rPr>
        <w:t xml:space="preserve">у Росстата, </w:t>
      </w:r>
      <w:r w:rsidRPr="006C0B2F">
        <w:rPr>
          <w:szCs w:val="40"/>
        </w:rPr>
        <w:t>у Роструда</w:t>
      </w:r>
      <w:r w:rsidR="00C050E4" w:rsidRPr="006C0B2F">
        <w:rPr>
          <w:szCs w:val="40"/>
        </w:rPr>
        <w:t>,</w:t>
      </w:r>
      <w:r w:rsidRPr="006C0B2F">
        <w:rPr>
          <w:szCs w:val="40"/>
        </w:rPr>
        <w:t xml:space="preserve"> у компаний и в тех стратегиях и других нормативных документах, которые определяют, как жить тем или </w:t>
      </w:r>
      <w:r w:rsidR="00032637" w:rsidRPr="006C0B2F">
        <w:rPr>
          <w:szCs w:val="40"/>
        </w:rPr>
        <w:t>иным отраслям в перспективе. Э</w:t>
      </w:r>
      <w:r w:rsidRPr="006C0B2F">
        <w:rPr>
          <w:szCs w:val="40"/>
        </w:rPr>
        <w:t>то анализ больших данных, которые размещаются по вакансиям</w:t>
      </w:r>
      <w:r w:rsidR="00032637" w:rsidRPr="006C0B2F">
        <w:rPr>
          <w:szCs w:val="40"/>
        </w:rPr>
        <w:t xml:space="preserve"> в Интернете, по спросу и предложению на рынке труда. Э</w:t>
      </w:r>
      <w:r w:rsidRPr="006C0B2F">
        <w:rPr>
          <w:szCs w:val="40"/>
        </w:rPr>
        <w:t xml:space="preserve">то очень интересная </w:t>
      </w:r>
      <w:r w:rsidR="008B02EE" w:rsidRPr="006C0B2F">
        <w:rPr>
          <w:szCs w:val="40"/>
        </w:rPr>
        <w:t>многоплановая и сложная работа.</w:t>
      </w:r>
    </w:p>
    <w:p w:rsidR="006F005A" w:rsidRPr="006C0B2F" w:rsidRDefault="006F005A" w:rsidP="00ED5B66">
      <w:pPr>
        <w:spacing w:line="360" w:lineRule="auto"/>
        <w:ind w:firstLine="709"/>
        <w:rPr>
          <w:szCs w:val="40"/>
        </w:rPr>
      </w:pPr>
      <w:r w:rsidRPr="006C0B2F">
        <w:rPr>
          <w:szCs w:val="40"/>
        </w:rPr>
        <w:t>Нужно сказать, что эту работу проводят разные научные организации</w:t>
      </w:r>
      <w:r w:rsidR="00CC5D37" w:rsidRPr="006C0B2F">
        <w:rPr>
          <w:szCs w:val="40"/>
        </w:rPr>
        <w:t xml:space="preserve"> и образовательные организации. Еще раз повтор</w:t>
      </w:r>
      <w:r w:rsidRPr="006C0B2F">
        <w:rPr>
          <w:szCs w:val="40"/>
        </w:rPr>
        <w:t>ю, что, собственно говоря, каждый совет по профессиональным квалификациям должен проводить эту работу.</w:t>
      </w:r>
      <w:r w:rsidR="002A58C1" w:rsidRPr="006C0B2F">
        <w:rPr>
          <w:szCs w:val="40"/>
        </w:rPr>
        <w:t xml:space="preserve"> </w:t>
      </w:r>
      <w:r w:rsidRPr="006C0B2F">
        <w:rPr>
          <w:szCs w:val="40"/>
        </w:rPr>
        <w:t xml:space="preserve">Поэтому очень важно, чтобы здесь были доступны хорошие интересные методики для такого рода исследования анализов, </w:t>
      </w:r>
      <w:r w:rsidR="00A425E8" w:rsidRPr="006C0B2F">
        <w:rPr>
          <w:szCs w:val="40"/>
        </w:rPr>
        <w:t>информационные ресурсы. Н</w:t>
      </w:r>
      <w:r w:rsidRPr="006C0B2F">
        <w:rPr>
          <w:szCs w:val="40"/>
        </w:rPr>
        <w:t>а этом слайде представлены информационные ресурсы, которые сейчас есть вот в этом направлении.</w:t>
      </w:r>
    </w:p>
    <w:p w:rsidR="006F005A" w:rsidRPr="006C0B2F" w:rsidRDefault="006F005A" w:rsidP="00ED5B66">
      <w:pPr>
        <w:spacing w:line="360" w:lineRule="auto"/>
        <w:rPr>
          <w:szCs w:val="40"/>
        </w:rPr>
      </w:pPr>
      <w:r w:rsidRPr="006C0B2F">
        <w:rPr>
          <w:szCs w:val="40"/>
        </w:rPr>
        <w:t>Следующий</w:t>
      </w:r>
      <w:r w:rsidR="00E13606" w:rsidRPr="006C0B2F">
        <w:rPr>
          <w:szCs w:val="40"/>
        </w:rPr>
        <w:t xml:space="preserve"> слайд, пожалуйста</w:t>
      </w:r>
      <w:r w:rsidRPr="006C0B2F">
        <w:rPr>
          <w:szCs w:val="40"/>
        </w:rPr>
        <w:t>. В рамках федерального п</w:t>
      </w:r>
      <w:r w:rsidR="00E13606" w:rsidRPr="006C0B2F">
        <w:rPr>
          <w:szCs w:val="40"/>
        </w:rPr>
        <w:t xml:space="preserve">роекта </w:t>
      </w:r>
      <w:r w:rsidR="00033170" w:rsidRPr="006C0B2F">
        <w:rPr>
          <w:szCs w:val="40"/>
        </w:rPr>
        <w:t>«</w:t>
      </w:r>
      <w:r w:rsidR="00E13606" w:rsidRPr="006C0B2F">
        <w:rPr>
          <w:szCs w:val="40"/>
        </w:rPr>
        <w:t>Молодые профессионалы</w:t>
      </w:r>
      <w:r w:rsidR="00033170" w:rsidRPr="006C0B2F">
        <w:rPr>
          <w:szCs w:val="40"/>
        </w:rPr>
        <w:t>»</w:t>
      </w:r>
      <w:r w:rsidR="00E13606" w:rsidRPr="006C0B2F">
        <w:rPr>
          <w:szCs w:val="40"/>
        </w:rPr>
        <w:t xml:space="preserve"> </w:t>
      </w:r>
      <w:r w:rsidRPr="006C0B2F">
        <w:rPr>
          <w:szCs w:val="40"/>
        </w:rPr>
        <w:t xml:space="preserve">национального проекта </w:t>
      </w:r>
      <w:r w:rsidR="00033170" w:rsidRPr="006C0B2F">
        <w:rPr>
          <w:szCs w:val="40"/>
        </w:rPr>
        <w:t>«</w:t>
      </w:r>
      <w:r w:rsidRPr="006C0B2F">
        <w:rPr>
          <w:szCs w:val="40"/>
        </w:rPr>
        <w:t>Образование</w:t>
      </w:r>
      <w:r w:rsidR="00033170" w:rsidRPr="006C0B2F">
        <w:rPr>
          <w:szCs w:val="40"/>
        </w:rPr>
        <w:t>»</w:t>
      </w:r>
      <w:r w:rsidRPr="006C0B2F">
        <w:rPr>
          <w:szCs w:val="40"/>
        </w:rPr>
        <w:t xml:space="preserve"> ведется работа по актуализации справочника профессий</w:t>
      </w:r>
      <w:r w:rsidR="00E13606" w:rsidRPr="006C0B2F">
        <w:rPr>
          <w:szCs w:val="40"/>
        </w:rPr>
        <w:t>. На этой основе</w:t>
      </w:r>
      <w:r w:rsidRPr="006C0B2F">
        <w:rPr>
          <w:szCs w:val="40"/>
        </w:rPr>
        <w:t xml:space="preserve"> будут актуализированы перечни профессий для профессионального обучения и среднего профессионального образования. </w:t>
      </w:r>
      <w:r w:rsidR="002855AE" w:rsidRPr="006C0B2F">
        <w:rPr>
          <w:szCs w:val="40"/>
        </w:rPr>
        <w:t>Это</w:t>
      </w:r>
      <w:r w:rsidRPr="006C0B2F">
        <w:rPr>
          <w:szCs w:val="40"/>
        </w:rPr>
        <w:t xml:space="preserve"> работа не</w:t>
      </w:r>
      <w:r w:rsidR="002855AE" w:rsidRPr="006C0B2F">
        <w:rPr>
          <w:szCs w:val="40"/>
        </w:rPr>
        <w:t xml:space="preserve"> </w:t>
      </w:r>
      <w:r w:rsidRPr="006C0B2F">
        <w:rPr>
          <w:szCs w:val="40"/>
        </w:rPr>
        <w:t>однократная, она должна вестись на системной основе</w:t>
      </w:r>
      <w:r w:rsidR="002855AE" w:rsidRPr="006C0B2F">
        <w:rPr>
          <w:szCs w:val="40"/>
        </w:rPr>
        <w:t xml:space="preserve"> ежегодно</w:t>
      </w:r>
      <w:r w:rsidRPr="006C0B2F">
        <w:rPr>
          <w:szCs w:val="40"/>
        </w:rPr>
        <w:t>, она предусмотрена на весь период действия национальных проекто</w:t>
      </w:r>
      <w:r w:rsidR="002855AE" w:rsidRPr="006C0B2F">
        <w:rPr>
          <w:szCs w:val="40"/>
        </w:rPr>
        <w:t>в, федеральных проектов до 2024 </w:t>
      </w:r>
      <w:r w:rsidRPr="006C0B2F">
        <w:rPr>
          <w:szCs w:val="40"/>
        </w:rPr>
        <w:t>года.</w:t>
      </w:r>
    </w:p>
    <w:p w:rsidR="006F005A" w:rsidRPr="006C0B2F" w:rsidRDefault="002855AE" w:rsidP="00ED5B66">
      <w:pPr>
        <w:spacing w:line="360" w:lineRule="auto"/>
        <w:rPr>
          <w:szCs w:val="40"/>
        </w:rPr>
      </w:pPr>
      <w:r w:rsidRPr="006C0B2F">
        <w:rPr>
          <w:szCs w:val="40"/>
        </w:rPr>
        <w:t>Я</w:t>
      </w:r>
      <w:r w:rsidR="006F005A" w:rsidRPr="006C0B2F">
        <w:rPr>
          <w:szCs w:val="40"/>
        </w:rPr>
        <w:t xml:space="preserve"> бы ещё немножечко сказала, коллеги, по международному сотрудничеству. Последний слайд, пожалуйста.</w:t>
      </w:r>
    </w:p>
    <w:p w:rsidR="006F005A" w:rsidRPr="006C0B2F" w:rsidRDefault="006C03AC" w:rsidP="00ED5B66">
      <w:pPr>
        <w:spacing w:line="360" w:lineRule="auto"/>
        <w:rPr>
          <w:szCs w:val="40"/>
        </w:rPr>
      </w:pPr>
      <w:r w:rsidRPr="006C0B2F">
        <w:rPr>
          <w:szCs w:val="40"/>
        </w:rPr>
        <w:lastRenderedPageBreak/>
        <w:t>Р</w:t>
      </w:r>
      <w:r w:rsidR="006F005A" w:rsidRPr="006C0B2F">
        <w:rPr>
          <w:szCs w:val="40"/>
        </w:rPr>
        <w:t>ешением Консультативного совета по труду, миграции и социальной защите населения государств-участников СНГ создана рабочая группа по вопросу подготовки проекта предложения о единых принципах разработки профессиональных стандартов государств-членов СНГ.</w:t>
      </w:r>
      <w:r w:rsidR="00555557" w:rsidRPr="006C0B2F">
        <w:rPr>
          <w:szCs w:val="40"/>
        </w:rPr>
        <w:t xml:space="preserve"> </w:t>
      </w:r>
      <w:r w:rsidR="006F005A" w:rsidRPr="006C0B2F">
        <w:rPr>
          <w:szCs w:val="40"/>
        </w:rPr>
        <w:t>Нужно сказать, что эта работа по развитию профессиональн</w:t>
      </w:r>
      <w:r w:rsidR="00755583" w:rsidRPr="006C0B2F">
        <w:rPr>
          <w:szCs w:val="40"/>
        </w:rPr>
        <w:t>ых</w:t>
      </w:r>
      <w:r w:rsidR="006F005A" w:rsidRPr="006C0B2F">
        <w:rPr>
          <w:szCs w:val="40"/>
        </w:rPr>
        <w:t xml:space="preserve"> квалификаци</w:t>
      </w:r>
      <w:r w:rsidR="00755583" w:rsidRPr="006C0B2F">
        <w:rPr>
          <w:szCs w:val="40"/>
        </w:rPr>
        <w:t>й</w:t>
      </w:r>
      <w:r w:rsidR="006F005A" w:rsidRPr="006C0B2F">
        <w:rPr>
          <w:szCs w:val="40"/>
        </w:rPr>
        <w:t>, по разработке профессиональных стандартов проводится на прос</w:t>
      </w:r>
      <w:r w:rsidR="00555557" w:rsidRPr="006C0B2F">
        <w:rPr>
          <w:szCs w:val="40"/>
        </w:rPr>
        <w:t>транстве СНГ многими странами. Б</w:t>
      </w:r>
      <w:r w:rsidR="006F005A" w:rsidRPr="006C0B2F">
        <w:rPr>
          <w:szCs w:val="40"/>
        </w:rPr>
        <w:t>ольшинством стран. Она в разной степени соверш</w:t>
      </w:r>
      <w:r w:rsidR="00555557" w:rsidRPr="006C0B2F">
        <w:rPr>
          <w:szCs w:val="40"/>
        </w:rPr>
        <w:t>енства в этих странах находится</w:t>
      </w:r>
      <w:r w:rsidR="006F005A" w:rsidRPr="006C0B2F">
        <w:rPr>
          <w:szCs w:val="40"/>
        </w:rPr>
        <w:t xml:space="preserve"> и</w:t>
      </w:r>
      <w:r w:rsidR="00555557" w:rsidRPr="006C0B2F">
        <w:rPr>
          <w:szCs w:val="40"/>
        </w:rPr>
        <w:t>,</w:t>
      </w:r>
      <w:r w:rsidR="006F005A" w:rsidRPr="006C0B2F">
        <w:rPr>
          <w:szCs w:val="40"/>
        </w:rPr>
        <w:t xml:space="preserve"> тем не менее</w:t>
      </w:r>
      <w:r w:rsidR="00555557" w:rsidRPr="006C0B2F">
        <w:rPr>
          <w:szCs w:val="40"/>
        </w:rPr>
        <w:t>, у всех есть</w:t>
      </w:r>
      <w:r w:rsidR="006F005A" w:rsidRPr="006C0B2F">
        <w:rPr>
          <w:szCs w:val="40"/>
        </w:rPr>
        <w:t xml:space="preserve"> интерес к тому, чтобы по</w:t>
      </w:r>
      <w:r w:rsidR="00ED2F0E" w:rsidRPr="006C0B2F">
        <w:rPr>
          <w:szCs w:val="40"/>
        </w:rPr>
        <w:t>смотреть, как это делают соседи. С</w:t>
      </w:r>
      <w:r w:rsidR="006F005A" w:rsidRPr="006C0B2F">
        <w:rPr>
          <w:szCs w:val="40"/>
        </w:rPr>
        <w:t xml:space="preserve"> тем, чтобы действите</w:t>
      </w:r>
      <w:r w:rsidR="00ED2F0E" w:rsidRPr="006C0B2F">
        <w:rPr>
          <w:szCs w:val="40"/>
        </w:rPr>
        <w:t>льно были некие единые принципы. Е</w:t>
      </w:r>
      <w:r w:rsidR="006F005A" w:rsidRPr="006C0B2F">
        <w:rPr>
          <w:szCs w:val="40"/>
        </w:rPr>
        <w:t xml:space="preserve">сть проект Международной организации труда, которая помогает тоже заниматься этой работой, мы в этом направлении тоже двигаемся. Вот так коротко </w:t>
      </w:r>
      <w:r w:rsidR="00ED2F0E" w:rsidRPr="006C0B2F">
        <w:rPr>
          <w:szCs w:val="40"/>
        </w:rPr>
        <w:t xml:space="preserve">я </w:t>
      </w:r>
      <w:r w:rsidR="006F005A" w:rsidRPr="006C0B2F">
        <w:rPr>
          <w:szCs w:val="40"/>
        </w:rPr>
        <w:t>постаралась охарактеризовать результаты и задачи. На самом деле</w:t>
      </w:r>
      <w:r w:rsidR="00ED2F0E" w:rsidRPr="006C0B2F">
        <w:rPr>
          <w:szCs w:val="40"/>
        </w:rPr>
        <w:t>,</w:t>
      </w:r>
      <w:r w:rsidR="006F005A" w:rsidRPr="006C0B2F">
        <w:rPr>
          <w:szCs w:val="40"/>
        </w:rPr>
        <w:t xml:space="preserve"> надеюсь, что очень </w:t>
      </w:r>
      <w:r w:rsidR="00ED2F0E" w:rsidRPr="006C0B2F">
        <w:rPr>
          <w:szCs w:val="40"/>
        </w:rPr>
        <w:t xml:space="preserve">интересное обсуждение </w:t>
      </w:r>
      <w:r w:rsidR="006F005A" w:rsidRPr="006C0B2F">
        <w:rPr>
          <w:szCs w:val="40"/>
        </w:rPr>
        <w:t>будет у нас</w:t>
      </w:r>
      <w:r w:rsidR="00ED2F0E" w:rsidRPr="006C0B2F">
        <w:rPr>
          <w:szCs w:val="40"/>
        </w:rPr>
        <w:t xml:space="preserve"> сегодня</w:t>
      </w:r>
      <w:r w:rsidR="006F005A" w:rsidRPr="006C0B2F">
        <w:rPr>
          <w:szCs w:val="40"/>
        </w:rPr>
        <w:t>.</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Марина Сер</w:t>
      </w:r>
      <w:r w:rsidR="009D1C07" w:rsidRPr="006C0B2F">
        <w:rPr>
          <w:szCs w:val="40"/>
        </w:rPr>
        <w:t>геевна, спасибо. У меня просьба</w:t>
      </w:r>
      <w:r w:rsidRPr="006C0B2F">
        <w:rPr>
          <w:szCs w:val="40"/>
        </w:rPr>
        <w:t xml:space="preserve"> </w:t>
      </w:r>
      <w:r w:rsidR="009D1C07" w:rsidRPr="006C0B2F">
        <w:rPr>
          <w:szCs w:val="40"/>
        </w:rPr>
        <w:t xml:space="preserve">будет. </w:t>
      </w:r>
      <w:r w:rsidRPr="006C0B2F">
        <w:rPr>
          <w:szCs w:val="40"/>
        </w:rPr>
        <w:t>Учитывая</w:t>
      </w:r>
      <w:r w:rsidR="009D1C07" w:rsidRPr="006C0B2F">
        <w:rPr>
          <w:szCs w:val="40"/>
        </w:rPr>
        <w:t xml:space="preserve"> то</w:t>
      </w:r>
      <w:r w:rsidRPr="006C0B2F">
        <w:rPr>
          <w:szCs w:val="40"/>
        </w:rPr>
        <w:t xml:space="preserve">, что у нас </w:t>
      </w:r>
      <w:r w:rsidR="009D1C07" w:rsidRPr="006C0B2F">
        <w:rPr>
          <w:szCs w:val="40"/>
        </w:rPr>
        <w:t xml:space="preserve">здесь </w:t>
      </w:r>
      <w:r w:rsidRPr="006C0B2F">
        <w:rPr>
          <w:szCs w:val="40"/>
        </w:rPr>
        <w:t>всего три монитора и не очень удобно было, н</w:t>
      </w:r>
      <w:r w:rsidR="009D1C07" w:rsidRPr="006C0B2F">
        <w:rPr>
          <w:szCs w:val="40"/>
        </w:rPr>
        <w:t>аверное, смотреть презентацию большинству, В</w:t>
      </w:r>
      <w:r w:rsidRPr="006C0B2F">
        <w:rPr>
          <w:szCs w:val="40"/>
        </w:rPr>
        <w:t xml:space="preserve">ы нам, </w:t>
      </w:r>
      <w:r w:rsidR="009D1C07" w:rsidRPr="006C0B2F">
        <w:rPr>
          <w:szCs w:val="40"/>
        </w:rPr>
        <w:t xml:space="preserve">ее </w:t>
      </w:r>
      <w:r w:rsidRPr="006C0B2F">
        <w:rPr>
          <w:szCs w:val="40"/>
        </w:rPr>
        <w:t xml:space="preserve">в электронном виде передайте, а мы разместим на сайте Государственной Думы в документах о проведённом  </w:t>
      </w:r>
      <w:r w:rsidR="00033170" w:rsidRPr="006C0B2F">
        <w:rPr>
          <w:szCs w:val="40"/>
        </w:rPr>
        <w:t>«</w:t>
      </w:r>
      <w:r w:rsidRPr="006C0B2F">
        <w:rPr>
          <w:szCs w:val="40"/>
        </w:rPr>
        <w:t>круглом столе</w:t>
      </w:r>
      <w:r w:rsidR="00033170" w:rsidRPr="006C0B2F">
        <w:rPr>
          <w:szCs w:val="40"/>
        </w:rPr>
        <w:t>»</w:t>
      </w:r>
      <w:r w:rsidR="009D1C07" w:rsidRPr="006C0B2F">
        <w:rPr>
          <w:szCs w:val="40"/>
        </w:rPr>
        <w:t>. Ж</w:t>
      </w:r>
      <w:r w:rsidRPr="006C0B2F">
        <w:rPr>
          <w:szCs w:val="40"/>
        </w:rPr>
        <w:t xml:space="preserve">елающие смогут в открытом доступе ознакомиться. </w:t>
      </w:r>
    </w:p>
    <w:p w:rsidR="006F005A" w:rsidRPr="006C0B2F" w:rsidRDefault="006F005A" w:rsidP="00ED5B66">
      <w:pPr>
        <w:spacing w:line="360" w:lineRule="auto"/>
        <w:rPr>
          <w:szCs w:val="40"/>
        </w:rPr>
      </w:pPr>
      <w:r w:rsidRPr="006C0B2F">
        <w:rPr>
          <w:szCs w:val="40"/>
        </w:rPr>
        <w:t xml:space="preserve">Так, переходим к следующему выступлению. Наверное, абсолютное большинство присутствующих знает, что создано </w:t>
      </w:r>
      <w:r w:rsidR="00EE6FBD" w:rsidRPr="006C0B2F">
        <w:rPr>
          <w:szCs w:val="40"/>
        </w:rPr>
        <w:t>Национальное а</w:t>
      </w:r>
      <w:r w:rsidRPr="006C0B2F">
        <w:rPr>
          <w:szCs w:val="40"/>
        </w:rPr>
        <w:t xml:space="preserve">гентство </w:t>
      </w:r>
      <w:r w:rsidR="00363BAE" w:rsidRPr="006C0B2F">
        <w:rPr>
          <w:szCs w:val="40"/>
        </w:rPr>
        <w:t>развития квалификаций</w:t>
      </w:r>
      <w:r w:rsidRPr="006C0B2F">
        <w:rPr>
          <w:szCs w:val="40"/>
        </w:rPr>
        <w:t xml:space="preserve">, </w:t>
      </w:r>
      <w:r w:rsidR="005D621F" w:rsidRPr="006C0B2F">
        <w:rPr>
          <w:szCs w:val="40"/>
        </w:rPr>
        <w:t>которое обеспечивает работу Совета. З</w:t>
      </w:r>
      <w:r w:rsidRPr="006C0B2F">
        <w:rPr>
          <w:szCs w:val="40"/>
        </w:rPr>
        <w:t>десь присутствует Смирнова Юлия Валерьевна – первый заместитель генерального директора. Вам слово, пожалуйста.</w:t>
      </w:r>
    </w:p>
    <w:p w:rsidR="006F005A" w:rsidRPr="006C0B2F" w:rsidRDefault="006F005A" w:rsidP="00ED5B66">
      <w:pPr>
        <w:spacing w:line="360" w:lineRule="auto"/>
        <w:rPr>
          <w:szCs w:val="40"/>
        </w:rPr>
      </w:pPr>
      <w:r w:rsidRPr="006C0B2F">
        <w:rPr>
          <w:szCs w:val="40"/>
          <w:u w:val="single"/>
        </w:rPr>
        <w:t>Смирнова Ю.В.</w:t>
      </w:r>
      <w:r w:rsidRPr="006C0B2F">
        <w:rPr>
          <w:szCs w:val="40"/>
        </w:rPr>
        <w:t xml:space="preserve"> </w:t>
      </w:r>
      <w:r w:rsidR="00964CC9" w:rsidRPr="006C0B2F">
        <w:rPr>
          <w:szCs w:val="40"/>
        </w:rPr>
        <w:t>Добрый день, Ярослав Евгеньевич! Д</w:t>
      </w:r>
      <w:r w:rsidRPr="006C0B2F">
        <w:rPr>
          <w:szCs w:val="40"/>
        </w:rPr>
        <w:t>обрый день, уважаемые коллеги!</w:t>
      </w:r>
    </w:p>
    <w:p w:rsidR="006F005A" w:rsidRPr="006C0B2F" w:rsidRDefault="006F005A" w:rsidP="00ED5B66">
      <w:pPr>
        <w:spacing w:line="360" w:lineRule="auto"/>
        <w:rPr>
          <w:szCs w:val="40"/>
        </w:rPr>
      </w:pPr>
      <w:r w:rsidRPr="006C0B2F">
        <w:rPr>
          <w:szCs w:val="40"/>
        </w:rPr>
        <w:lastRenderedPageBreak/>
        <w:t>Агентс</w:t>
      </w:r>
      <w:r w:rsidR="00E406AB" w:rsidRPr="006C0B2F">
        <w:rPr>
          <w:szCs w:val="40"/>
        </w:rPr>
        <w:t>тво работает довольно давно, уже</w:t>
      </w:r>
      <w:r w:rsidRPr="006C0B2F">
        <w:rPr>
          <w:szCs w:val="40"/>
        </w:rPr>
        <w:t xml:space="preserve"> почти 13 лет. Оно было создано Российским союзом промышленников и предпринимателей. </w:t>
      </w:r>
      <w:r w:rsidR="00E406AB" w:rsidRPr="006C0B2F">
        <w:rPr>
          <w:szCs w:val="40"/>
        </w:rPr>
        <w:t>Е</w:t>
      </w:r>
      <w:r w:rsidRPr="006C0B2F">
        <w:rPr>
          <w:szCs w:val="40"/>
        </w:rPr>
        <w:t>сли можно, давайте сразу на третий слайд перейдём.</w:t>
      </w:r>
    </w:p>
    <w:p w:rsidR="006F005A" w:rsidRPr="006C0B2F" w:rsidRDefault="00E406AB" w:rsidP="00ED5B66">
      <w:pPr>
        <w:spacing w:line="360" w:lineRule="auto"/>
        <w:rPr>
          <w:szCs w:val="40"/>
        </w:rPr>
      </w:pPr>
      <w:r w:rsidRPr="006C0B2F">
        <w:rPr>
          <w:szCs w:val="40"/>
        </w:rPr>
        <w:t>М</w:t>
      </w:r>
      <w:r w:rsidR="006F005A" w:rsidRPr="006C0B2F">
        <w:rPr>
          <w:szCs w:val="40"/>
        </w:rPr>
        <w:t>ы оче</w:t>
      </w:r>
      <w:r w:rsidRPr="006C0B2F">
        <w:rPr>
          <w:szCs w:val="40"/>
        </w:rPr>
        <w:t>нь благодарны нашим учредителям:</w:t>
      </w:r>
      <w:r w:rsidR="006F005A" w:rsidRPr="006C0B2F">
        <w:rPr>
          <w:szCs w:val="40"/>
        </w:rPr>
        <w:t xml:space="preserve"> и Российскому союзу промышленников и предпринимателей,</w:t>
      </w:r>
      <w:r w:rsidRPr="006C0B2F">
        <w:rPr>
          <w:szCs w:val="40"/>
        </w:rPr>
        <w:t xml:space="preserve"> и тем учредителям, которые с 1 </w:t>
      </w:r>
      <w:r w:rsidR="006F005A" w:rsidRPr="006C0B2F">
        <w:rPr>
          <w:szCs w:val="40"/>
        </w:rPr>
        <w:t xml:space="preserve">января 2017 года вошли в </w:t>
      </w:r>
      <w:r w:rsidRPr="006C0B2F">
        <w:rPr>
          <w:szCs w:val="40"/>
        </w:rPr>
        <w:t xml:space="preserve">его </w:t>
      </w:r>
      <w:r w:rsidR="006F005A" w:rsidRPr="006C0B2F">
        <w:rPr>
          <w:szCs w:val="40"/>
        </w:rPr>
        <w:t>состав</w:t>
      </w:r>
      <w:r w:rsidRPr="006C0B2F">
        <w:rPr>
          <w:szCs w:val="40"/>
        </w:rPr>
        <w:t>. Это</w:t>
      </w:r>
      <w:r w:rsidR="006F005A" w:rsidRPr="006C0B2F">
        <w:rPr>
          <w:szCs w:val="40"/>
        </w:rPr>
        <w:t xml:space="preserve"> Минтруд России, теперь уже </w:t>
      </w:r>
      <w:r w:rsidRPr="006C0B2F">
        <w:rPr>
          <w:szCs w:val="40"/>
        </w:rPr>
        <w:t xml:space="preserve">два министерства образования, </w:t>
      </w:r>
      <w:r w:rsidR="006F005A" w:rsidRPr="006C0B2F">
        <w:rPr>
          <w:szCs w:val="40"/>
        </w:rPr>
        <w:t>Федерация независимых профсоюзов России, кото</w:t>
      </w:r>
      <w:r w:rsidRPr="006C0B2F">
        <w:rPr>
          <w:szCs w:val="40"/>
        </w:rPr>
        <w:t xml:space="preserve">рые активно принимают участие </w:t>
      </w:r>
      <w:r w:rsidR="006F005A" w:rsidRPr="006C0B2F">
        <w:rPr>
          <w:szCs w:val="40"/>
        </w:rPr>
        <w:t>не только в жизнедеятель</w:t>
      </w:r>
      <w:r w:rsidRPr="006C0B2F">
        <w:rPr>
          <w:szCs w:val="40"/>
        </w:rPr>
        <w:t>ности Н</w:t>
      </w:r>
      <w:r w:rsidR="006F005A" w:rsidRPr="006C0B2F">
        <w:rPr>
          <w:szCs w:val="40"/>
        </w:rPr>
        <w:t>ационального агентства, но и все</w:t>
      </w:r>
      <w:r w:rsidRPr="006C0B2F">
        <w:rPr>
          <w:szCs w:val="40"/>
        </w:rPr>
        <w:t xml:space="preserve">й </w:t>
      </w:r>
      <w:r w:rsidR="00951A0A" w:rsidRPr="006C0B2F">
        <w:rPr>
          <w:szCs w:val="40"/>
        </w:rPr>
        <w:t>Н</w:t>
      </w:r>
      <w:r w:rsidRPr="006C0B2F">
        <w:rPr>
          <w:szCs w:val="40"/>
        </w:rPr>
        <w:t>ациональной системы квалификаци</w:t>
      </w:r>
      <w:r w:rsidR="00951A0A" w:rsidRPr="006C0B2F">
        <w:rPr>
          <w:szCs w:val="40"/>
        </w:rPr>
        <w:t>й</w:t>
      </w:r>
      <w:r w:rsidRPr="006C0B2F">
        <w:rPr>
          <w:szCs w:val="40"/>
        </w:rPr>
        <w:t>. Они</w:t>
      </w:r>
      <w:r w:rsidR="006F005A" w:rsidRPr="006C0B2F">
        <w:rPr>
          <w:szCs w:val="40"/>
        </w:rPr>
        <w:t xml:space="preserve">, собственно, продвигают эту систему </w:t>
      </w:r>
      <w:r w:rsidRPr="006C0B2F">
        <w:rPr>
          <w:szCs w:val="40"/>
        </w:rPr>
        <w:t>т</w:t>
      </w:r>
      <w:r w:rsidR="006F005A" w:rsidRPr="006C0B2F">
        <w:rPr>
          <w:szCs w:val="40"/>
        </w:rPr>
        <w:t>акими консолидированными усилиями, потому что усилиями только работодателей или только государства или только профсоюзов, эту систему развивать было бы невозможно.</w:t>
      </w:r>
    </w:p>
    <w:p w:rsidR="006F005A" w:rsidRPr="006C0B2F" w:rsidRDefault="00CC11C5" w:rsidP="00ED5B66">
      <w:pPr>
        <w:spacing w:line="360" w:lineRule="auto"/>
        <w:rPr>
          <w:szCs w:val="40"/>
        </w:rPr>
      </w:pPr>
      <w:r w:rsidRPr="006C0B2F">
        <w:rPr>
          <w:szCs w:val="40"/>
        </w:rPr>
        <w:t>Я</w:t>
      </w:r>
      <w:r w:rsidR="006F005A" w:rsidRPr="006C0B2F">
        <w:rPr>
          <w:szCs w:val="40"/>
        </w:rPr>
        <w:t xml:space="preserve"> хочу немножечко продолжить те темы, о которых говорила Марина Сергеевна, потому что, собственно, та точка развития, в которой мы стоим сейчас, </w:t>
      </w:r>
      <w:r w:rsidRPr="006C0B2F">
        <w:rPr>
          <w:szCs w:val="40"/>
        </w:rPr>
        <w:t xml:space="preserve">не находится в </w:t>
      </w:r>
      <w:r w:rsidR="00CE65EC" w:rsidRPr="006C0B2F">
        <w:rPr>
          <w:szCs w:val="40"/>
        </w:rPr>
        <w:t>изолированном пространстве. Она</w:t>
      </w:r>
      <w:r w:rsidR="006F005A" w:rsidRPr="006C0B2F">
        <w:rPr>
          <w:szCs w:val="40"/>
        </w:rPr>
        <w:t xml:space="preserve"> находится в ситуации развития различных международных трендов. И мы можем свидетельствовать, что мы абсолютно этим трендам соответствуем, потому что мы переходим в ситуацию </w:t>
      </w:r>
      <w:r w:rsidR="00033170" w:rsidRPr="006C0B2F">
        <w:rPr>
          <w:szCs w:val="40"/>
        </w:rPr>
        <w:t>«</w:t>
      </w:r>
      <w:r w:rsidR="00CE65EC" w:rsidRPr="006C0B2F">
        <w:rPr>
          <w:szCs w:val="40"/>
        </w:rPr>
        <w:t>Индустрии 4.</w:t>
      </w:r>
      <w:r w:rsidR="006F005A" w:rsidRPr="006C0B2F">
        <w:rPr>
          <w:szCs w:val="40"/>
        </w:rPr>
        <w:t>0</w:t>
      </w:r>
      <w:r w:rsidR="00033170" w:rsidRPr="006C0B2F">
        <w:rPr>
          <w:szCs w:val="40"/>
        </w:rPr>
        <w:t>»</w:t>
      </w:r>
      <w:r w:rsidR="00CE65EC" w:rsidRPr="006C0B2F">
        <w:rPr>
          <w:szCs w:val="40"/>
        </w:rPr>
        <w:t xml:space="preserve">. Мы </w:t>
      </w:r>
      <w:r w:rsidR="006F005A" w:rsidRPr="006C0B2F">
        <w:rPr>
          <w:szCs w:val="40"/>
        </w:rPr>
        <w:t>наблюдаем, как не только в других странах, но в Российской Федерации происходит постиндустриальный переход от рабочей силы из первичного сектора сельского хозя</w:t>
      </w:r>
      <w:r w:rsidR="00CE65EC" w:rsidRPr="006C0B2F">
        <w:rPr>
          <w:szCs w:val="40"/>
        </w:rPr>
        <w:t xml:space="preserve">йства, рыболовства и вторичного </w:t>
      </w:r>
      <w:r w:rsidR="005863D5" w:rsidRPr="006C0B2F">
        <w:rPr>
          <w:szCs w:val="40"/>
        </w:rPr>
        <w:t xml:space="preserve">сектора </w:t>
      </w:r>
      <w:r w:rsidR="00CE65EC" w:rsidRPr="006C0B2F">
        <w:rPr>
          <w:szCs w:val="40"/>
        </w:rPr>
        <w:t>(</w:t>
      </w:r>
      <w:r w:rsidR="006F005A" w:rsidRPr="006C0B2F">
        <w:rPr>
          <w:szCs w:val="40"/>
        </w:rPr>
        <w:t>это обрабатывающая промышленность</w:t>
      </w:r>
      <w:r w:rsidR="00CE65EC" w:rsidRPr="006C0B2F">
        <w:rPr>
          <w:szCs w:val="40"/>
        </w:rPr>
        <w:t>)</w:t>
      </w:r>
      <w:r w:rsidR="006F005A" w:rsidRPr="006C0B2F">
        <w:rPr>
          <w:szCs w:val="40"/>
        </w:rPr>
        <w:t xml:space="preserve"> в сторону перераспределения в пользу сферы услуг и индустрии знаний.</w:t>
      </w:r>
    </w:p>
    <w:p w:rsidR="006F005A" w:rsidRPr="006C0B2F" w:rsidRDefault="006F005A" w:rsidP="00ED5B66">
      <w:pPr>
        <w:spacing w:line="360" w:lineRule="auto"/>
        <w:rPr>
          <w:szCs w:val="40"/>
        </w:rPr>
      </w:pPr>
      <w:r w:rsidRPr="006C0B2F">
        <w:rPr>
          <w:szCs w:val="40"/>
        </w:rPr>
        <w:t>В этом смысле мы, конечно, в большей степени сейчас, как я думаю, дальше скажут колл</w:t>
      </w:r>
      <w:r w:rsidR="007377F1" w:rsidRPr="006C0B2F">
        <w:rPr>
          <w:szCs w:val="40"/>
        </w:rPr>
        <w:t>еги, в индустрию услуг уже идём. А</w:t>
      </w:r>
      <w:r w:rsidRPr="006C0B2F">
        <w:rPr>
          <w:szCs w:val="40"/>
        </w:rPr>
        <w:t xml:space="preserve"> вот индустрию знаний нам нужно с вами развивать.</w:t>
      </w:r>
      <w:r w:rsidR="001356BF" w:rsidRPr="006C0B2F">
        <w:rPr>
          <w:szCs w:val="40"/>
        </w:rPr>
        <w:t xml:space="preserve"> М</w:t>
      </w:r>
      <w:r w:rsidRPr="006C0B2F">
        <w:rPr>
          <w:szCs w:val="40"/>
        </w:rPr>
        <w:t>ы наблюдаем также в мировых тенденциях, что, например, в 2018 году по данным Всемирного форума в 70</w:t>
      </w:r>
      <w:r w:rsidR="001356BF" w:rsidRPr="006C0B2F">
        <w:rPr>
          <w:szCs w:val="40"/>
        </w:rPr>
        <w:t>%</w:t>
      </w:r>
      <w:r w:rsidRPr="006C0B2F">
        <w:rPr>
          <w:szCs w:val="40"/>
        </w:rPr>
        <w:t xml:space="preserve"> все рабочи</w:t>
      </w:r>
      <w:r w:rsidR="007F2BD2" w:rsidRPr="006C0B2F">
        <w:rPr>
          <w:szCs w:val="40"/>
        </w:rPr>
        <w:t>е</w:t>
      </w:r>
      <w:r w:rsidRPr="006C0B2F">
        <w:rPr>
          <w:szCs w:val="40"/>
        </w:rPr>
        <w:t xml:space="preserve"> задач</w:t>
      </w:r>
      <w:r w:rsidR="007F2BD2" w:rsidRPr="006C0B2F">
        <w:rPr>
          <w:szCs w:val="40"/>
        </w:rPr>
        <w:t>и</w:t>
      </w:r>
      <w:r w:rsidRPr="006C0B2F">
        <w:rPr>
          <w:szCs w:val="40"/>
        </w:rPr>
        <w:t xml:space="preserve"> в 12 отраслях выполнялись людьми</w:t>
      </w:r>
      <w:r w:rsidR="001356BF" w:rsidRPr="006C0B2F">
        <w:rPr>
          <w:szCs w:val="40"/>
        </w:rPr>
        <w:t>,</w:t>
      </w:r>
      <w:r w:rsidRPr="006C0B2F">
        <w:rPr>
          <w:szCs w:val="40"/>
        </w:rPr>
        <w:t xml:space="preserve"> только 29</w:t>
      </w:r>
      <w:r w:rsidR="001356BF" w:rsidRPr="006C0B2F">
        <w:rPr>
          <w:szCs w:val="40"/>
        </w:rPr>
        <w:t>% машинами. А к 2022 году</w:t>
      </w:r>
      <w:r w:rsidRPr="006C0B2F">
        <w:rPr>
          <w:szCs w:val="40"/>
        </w:rPr>
        <w:t xml:space="preserve"> есть прогноз, что это соотношение изменится, рабочие задачи</w:t>
      </w:r>
      <w:r w:rsidR="007F2BD2" w:rsidRPr="006C0B2F">
        <w:rPr>
          <w:szCs w:val="40"/>
        </w:rPr>
        <w:t xml:space="preserve">, которые </w:t>
      </w:r>
      <w:r w:rsidR="007F2BD2" w:rsidRPr="006C0B2F">
        <w:rPr>
          <w:szCs w:val="40"/>
        </w:rPr>
        <w:lastRenderedPageBreak/>
        <w:t>выполняются людьми,</w:t>
      </w:r>
      <w:r w:rsidRPr="006C0B2F">
        <w:rPr>
          <w:szCs w:val="40"/>
        </w:rPr>
        <w:t xml:space="preserve"> уменьшатся до 58</w:t>
      </w:r>
      <w:r w:rsidR="001356BF" w:rsidRPr="006C0B2F">
        <w:rPr>
          <w:szCs w:val="40"/>
        </w:rPr>
        <w:t>%</w:t>
      </w:r>
      <w:r w:rsidRPr="006C0B2F">
        <w:rPr>
          <w:szCs w:val="40"/>
        </w:rPr>
        <w:t xml:space="preserve"> и до 42</w:t>
      </w:r>
      <w:r w:rsidR="001356BF" w:rsidRPr="006C0B2F">
        <w:rPr>
          <w:szCs w:val="40"/>
        </w:rPr>
        <w:t>%</w:t>
      </w:r>
      <w:r w:rsidRPr="006C0B2F">
        <w:rPr>
          <w:szCs w:val="40"/>
        </w:rPr>
        <w:t xml:space="preserve"> возрастут те задачи</w:t>
      </w:r>
      <w:r w:rsidR="007F2BD2" w:rsidRPr="006C0B2F">
        <w:rPr>
          <w:szCs w:val="40"/>
        </w:rPr>
        <w:t>, которые выполняются машинами</w:t>
      </w:r>
      <w:r w:rsidRPr="006C0B2F">
        <w:rPr>
          <w:szCs w:val="40"/>
        </w:rPr>
        <w:t>.</w:t>
      </w:r>
    </w:p>
    <w:p w:rsidR="006F005A" w:rsidRPr="006C0B2F" w:rsidRDefault="009E61A2" w:rsidP="00ED5B66">
      <w:pPr>
        <w:spacing w:line="360" w:lineRule="auto"/>
        <w:rPr>
          <w:szCs w:val="40"/>
        </w:rPr>
      </w:pPr>
      <w:r w:rsidRPr="006C0B2F">
        <w:rPr>
          <w:szCs w:val="40"/>
        </w:rPr>
        <w:t>М</w:t>
      </w:r>
      <w:r w:rsidR="006F005A" w:rsidRPr="006C0B2F">
        <w:rPr>
          <w:szCs w:val="40"/>
        </w:rPr>
        <w:t xml:space="preserve">ировые тенденции говорят о том, что </w:t>
      </w:r>
      <w:r w:rsidRPr="006C0B2F">
        <w:rPr>
          <w:szCs w:val="40"/>
        </w:rPr>
        <w:t>то, что сейчас называется (</w:t>
      </w:r>
      <w:r w:rsidR="006F005A" w:rsidRPr="006C0B2F">
        <w:rPr>
          <w:szCs w:val="40"/>
        </w:rPr>
        <w:t xml:space="preserve">хотя я </w:t>
      </w:r>
      <w:r w:rsidRPr="006C0B2F">
        <w:rPr>
          <w:szCs w:val="40"/>
        </w:rPr>
        <w:t>не согласна с этим определением)</w:t>
      </w:r>
      <w:r w:rsidR="006F005A" w:rsidRPr="006C0B2F">
        <w:rPr>
          <w:szCs w:val="40"/>
        </w:rPr>
        <w:t xml:space="preserve"> </w:t>
      </w:r>
      <w:r w:rsidR="00033170" w:rsidRPr="006C0B2F">
        <w:rPr>
          <w:szCs w:val="40"/>
        </w:rPr>
        <w:t>«</w:t>
      </w:r>
      <w:r w:rsidR="006F005A" w:rsidRPr="006C0B2F">
        <w:rPr>
          <w:szCs w:val="40"/>
        </w:rPr>
        <w:t xml:space="preserve">низкоквалифицированная </w:t>
      </w:r>
      <w:r w:rsidR="00947374" w:rsidRPr="006C0B2F">
        <w:rPr>
          <w:szCs w:val="40"/>
        </w:rPr>
        <w:t xml:space="preserve">рабочая </w:t>
      </w:r>
      <w:r w:rsidR="006F005A" w:rsidRPr="006C0B2F">
        <w:rPr>
          <w:szCs w:val="40"/>
        </w:rPr>
        <w:t>сила</w:t>
      </w:r>
      <w:r w:rsidR="00033170" w:rsidRPr="006C0B2F">
        <w:rPr>
          <w:szCs w:val="40"/>
        </w:rPr>
        <w:t>»</w:t>
      </w:r>
      <w:r w:rsidR="006F005A" w:rsidRPr="006C0B2F">
        <w:rPr>
          <w:szCs w:val="40"/>
        </w:rPr>
        <w:t>, растёт количество</w:t>
      </w:r>
      <w:r w:rsidRPr="006C0B2F">
        <w:rPr>
          <w:szCs w:val="40"/>
        </w:rPr>
        <w:t>м. П</w:t>
      </w:r>
      <w:r w:rsidR="006F005A" w:rsidRPr="006C0B2F">
        <w:rPr>
          <w:szCs w:val="40"/>
        </w:rPr>
        <w:t>отому что это, в первую очередь</w:t>
      </w:r>
      <w:r w:rsidR="00A57AE3" w:rsidRPr="006C0B2F">
        <w:rPr>
          <w:szCs w:val="40"/>
        </w:rPr>
        <w:t>,</w:t>
      </w:r>
      <w:r w:rsidR="006F005A" w:rsidRPr="006C0B2F">
        <w:rPr>
          <w:szCs w:val="40"/>
        </w:rPr>
        <w:t xml:space="preserve"> связано с тем, что идёт взаимоотношение между людьми в связи с возрастание</w:t>
      </w:r>
      <w:r w:rsidR="00A57AE3" w:rsidRPr="006C0B2F">
        <w:rPr>
          <w:szCs w:val="40"/>
        </w:rPr>
        <w:t>м нашей продолжительности жизни. М</w:t>
      </w:r>
      <w:r w:rsidR="006F005A" w:rsidRPr="006C0B2F">
        <w:rPr>
          <w:szCs w:val="40"/>
        </w:rPr>
        <w:t>ы должны обеспечивать тех людей, которые имею</w:t>
      </w:r>
      <w:r w:rsidR="00A57AE3" w:rsidRPr="006C0B2F">
        <w:rPr>
          <w:szCs w:val="40"/>
        </w:rPr>
        <w:t>т более и более пожилой возраст. В</w:t>
      </w:r>
      <w:r w:rsidR="006F005A" w:rsidRPr="006C0B2F">
        <w:rPr>
          <w:szCs w:val="40"/>
        </w:rPr>
        <w:t>озрастает количество людей и требований от работодателей к высококв</w:t>
      </w:r>
      <w:r w:rsidR="00A57AE3" w:rsidRPr="006C0B2F">
        <w:rPr>
          <w:szCs w:val="40"/>
        </w:rPr>
        <w:t>алифицированному</w:t>
      </w:r>
      <w:r w:rsidR="006F005A" w:rsidRPr="006C0B2F">
        <w:rPr>
          <w:szCs w:val="40"/>
        </w:rPr>
        <w:t>, высокообразованному персоналу в области знани</w:t>
      </w:r>
      <w:r w:rsidR="001C5B9B" w:rsidRPr="006C0B2F">
        <w:rPr>
          <w:szCs w:val="40"/>
        </w:rPr>
        <w:t>й</w:t>
      </w:r>
      <w:r w:rsidR="002D415B" w:rsidRPr="006C0B2F">
        <w:rPr>
          <w:szCs w:val="40"/>
        </w:rPr>
        <w:t>. К</w:t>
      </w:r>
      <w:r w:rsidR="006F005A" w:rsidRPr="006C0B2F">
        <w:rPr>
          <w:szCs w:val="40"/>
        </w:rPr>
        <w:t xml:space="preserve"> этому нам нужно стремиться</w:t>
      </w:r>
      <w:r w:rsidR="001C5B9B" w:rsidRPr="006C0B2F">
        <w:rPr>
          <w:szCs w:val="40"/>
        </w:rPr>
        <w:t>, нужно готовить как</w:t>
      </w:r>
      <w:r w:rsidR="006F005A" w:rsidRPr="006C0B2F">
        <w:rPr>
          <w:szCs w:val="40"/>
        </w:rPr>
        <w:t xml:space="preserve"> для одной категории населения, то есть для пожилого возраста, </w:t>
      </w:r>
      <w:r w:rsidR="001C5B9B" w:rsidRPr="006C0B2F">
        <w:rPr>
          <w:szCs w:val="40"/>
        </w:rPr>
        <w:t xml:space="preserve">так </w:t>
      </w:r>
      <w:r w:rsidR="006F005A" w:rsidRPr="006C0B2F">
        <w:rPr>
          <w:szCs w:val="40"/>
        </w:rPr>
        <w:t xml:space="preserve">и для постоянного общения с конкретными физическими людьми. И, конечно, для того, что мы называем </w:t>
      </w:r>
      <w:r w:rsidR="00033170" w:rsidRPr="006C0B2F">
        <w:rPr>
          <w:szCs w:val="40"/>
        </w:rPr>
        <w:t>«</w:t>
      </w:r>
      <w:r w:rsidR="006F005A" w:rsidRPr="006C0B2F">
        <w:rPr>
          <w:szCs w:val="40"/>
        </w:rPr>
        <w:t>индустрией знаний</w:t>
      </w:r>
      <w:r w:rsidR="00033170" w:rsidRPr="006C0B2F">
        <w:rPr>
          <w:szCs w:val="40"/>
        </w:rPr>
        <w:t>»</w:t>
      </w:r>
      <w:r w:rsidR="006F005A" w:rsidRPr="006C0B2F">
        <w:rPr>
          <w:szCs w:val="40"/>
        </w:rPr>
        <w:t xml:space="preserve">. </w:t>
      </w:r>
    </w:p>
    <w:p w:rsidR="006F005A" w:rsidRPr="006C0B2F" w:rsidRDefault="006F005A" w:rsidP="00ED5B66">
      <w:pPr>
        <w:spacing w:line="360" w:lineRule="auto"/>
        <w:rPr>
          <w:szCs w:val="40"/>
        </w:rPr>
      </w:pPr>
      <w:r w:rsidRPr="006C0B2F">
        <w:rPr>
          <w:szCs w:val="40"/>
        </w:rPr>
        <w:t>Если можно, следующий слайд. То, чт</w:t>
      </w:r>
      <w:r w:rsidR="002D415B" w:rsidRPr="006C0B2F">
        <w:rPr>
          <w:szCs w:val="40"/>
        </w:rPr>
        <w:t>о касается Российской Федерации. Э</w:t>
      </w:r>
      <w:r w:rsidRPr="006C0B2F">
        <w:rPr>
          <w:szCs w:val="40"/>
        </w:rPr>
        <w:t xml:space="preserve">тот слайд мы показываем довольно давно. Я хочу немножечко его тоже расцветить, потому что мы </w:t>
      </w:r>
      <w:r w:rsidR="00A35910" w:rsidRPr="006C0B2F">
        <w:rPr>
          <w:szCs w:val="40"/>
        </w:rPr>
        <w:t xml:space="preserve">должны говорить о том, что вот </w:t>
      </w:r>
      <w:r w:rsidRPr="006C0B2F">
        <w:rPr>
          <w:szCs w:val="40"/>
        </w:rPr>
        <w:t>то, чем мы с вами з</w:t>
      </w:r>
      <w:r w:rsidR="00A35910" w:rsidRPr="006C0B2F">
        <w:rPr>
          <w:szCs w:val="40"/>
        </w:rPr>
        <w:t xml:space="preserve">анимаемся. </w:t>
      </w:r>
      <w:r w:rsidR="002D415B" w:rsidRPr="006C0B2F">
        <w:rPr>
          <w:szCs w:val="40"/>
        </w:rPr>
        <w:t>В</w:t>
      </w:r>
      <w:r w:rsidRPr="006C0B2F">
        <w:rPr>
          <w:szCs w:val="40"/>
        </w:rPr>
        <w:t>се</w:t>
      </w:r>
      <w:r w:rsidR="00A35910" w:rsidRPr="006C0B2F">
        <w:rPr>
          <w:szCs w:val="40"/>
        </w:rPr>
        <w:t>,</w:t>
      </w:r>
      <w:r w:rsidRPr="006C0B2F">
        <w:rPr>
          <w:szCs w:val="40"/>
        </w:rPr>
        <w:t xml:space="preserve"> кто находится в этом зале, развивают </w:t>
      </w:r>
      <w:r w:rsidR="00EA1892" w:rsidRPr="006C0B2F">
        <w:rPr>
          <w:szCs w:val="40"/>
        </w:rPr>
        <w:t>Н</w:t>
      </w:r>
      <w:r w:rsidRPr="006C0B2F">
        <w:rPr>
          <w:szCs w:val="40"/>
        </w:rPr>
        <w:t>ациональную систему квалификаци</w:t>
      </w:r>
      <w:r w:rsidR="00EA1892" w:rsidRPr="006C0B2F">
        <w:rPr>
          <w:szCs w:val="40"/>
        </w:rPr>
        <w:t>й</w:t>
      </w:r>
      <w:r w:rsidRPr="006C0B2F">
        <w:rPr>
          <w:szCs w:val="40"/>
        </w:rPr>
        <w:t>. Собственно, мы занимаемся тем, что мы способствуем конвертации человеческого капитала Российской Федерации в улучшени</w:t>
      </w:r>
      <w:r w:rsidR="001826FF" w:rsidRPr="006C0B2F">
        <w:rPr>
          <w:szCs w:val="40"/>
        </w:rPr>
        <w:t>е</w:t>
      </w:r>
      <w:r w:rsidRPr="006C0B2F">
        <w:rPr>
          <w:szCs w:val="40"/>
        </w:rPr>
        <w:t xml:space="preserve"> показателей нашей экономики. Если можно, от этого слайда перейдём к следующему слайду, потому что в этом следующем слайде стоят те задачи, которые</w:t>
      </w:r>
      <w:r w:rsidR="001826FF" w:rsidRPr="006C0B2F">
        <w:rPr>
          <w:szCs w:val="40"/>
        </w:rPr>
        <w:t>,</w:t>
      </w:r>
      <w:r w:rsidRPr="006C0B2F">
        <w:rPr>
          <w:szCs w:val="40"/>
        </w:rPr>
        <w:t xml:space="preserve"> собственно</w:t>
      </w:r>
      <w:r w:rsidR="001826FF" w:rsidRPr="006C0B2F">
        <w:rPr>
          <w:szCs w:val="40"/>
        </w:rPr>
        <w:t>,</w:t>
      </w:r>
      <w:r w:rsidRPr="006C0B2F">
        <w:rPr>
          <w:szCs w:val="40"/>
        </w:rPr>
        <w:t xml:space="preserve"> м</w:t>
      </w:r>
      <w:r w:rsidR="002D415B" w:rsidRPr="006C0B2F">
        <w:rPr>
          <w:szCs w:val="40"/>
        </w:rPr>
        <w:t>ы с вами совместно и решаем. М</w:t>
      </w:r>
      <w:r w:rsidRPr="006C0B2F">
        <w:rPr>
          <w:szCs w:val="40"/>
        </w:rPr>
        <w:t xml:space="preserve">ы стараемся </w:t>
      </w:r>
      <w:r w:rsidR="00162059" w:rsidRPr="006C0B2F">
        <w:rPr>
          <w:szCs w:val="40"/>
        </w:rPr>
        <w:t>Н</w:t>
      </w:r>
      <w:r w:rsidRPr="006C0B2F">
        <w:rPr>
          <w:szCs w:val="40"/>
        </w:rPr>
        <w:t>ациональной системой квалификаци</w:t>
      </w:r>
      <w:r w:rsidR="00162059" w:rsidRPr="006C0B2F">
        <w:rPr>
          <w:szCs w:val="40"/>
        </w:rPr>
        <w:t>й</w:t>
      </w:r>
      <w:r w:rsidRPr="006C0B2F">
        <w:rPr>
          <w:szCs w:val="40"/>
        </w:rPr>
        <w:t xml:space="preserve"> обеспечивать более эффективно</w:t>
      </w:r>
      <w:r w:rsidR="001826FF" w:rsidRPr="006C0B2F">
        <w:rPr>
          <w:szCs w:val="40"/>
        </w:rPr>
        <w:t xml:space="preserve">е приложение знаний и навыков </w:t>
      </w:r>
      <w:r w:rsidRPr="006C0B2F">
        <w:rPr>
          <w:szCs w:val="40"/>
        </w:rPr>
        <w:t>тех граждан, которые выходят на рынок труда, и тех граждан, которые</w:t>
      </w:r>
      <w:r w:rsidR="002D415B" w:rsidRPr="006C0B2F">
        <w:rPr>
          <w:szCs w:val="40"/>
        </w:rPr>
        <w:t xml:space="preserve"> на рынке труда уже находятся. Мы связываем </w:t>
      </w:r>
      <w:r w:rsidRPr="006C0B2F">
        <w:rPr>
          <w:szCs w:val="40"/>
        </w:rPr>
        <w:t xml:space="preserve">формальный </w:t>
      </w:r>
      <w:r w:rsidR="002D415B" w:rsidRPr="006C0B2F">
        <w:rPr>
          <w:szCs w:val="40"/>
        </w:rPr>
        <w:t>образовательный потенциал людей</w:t>
      </w:r>
      <w:r w:rsidRPr="006C0B2F">
        <w:rPr>
          <w:szCs w:val="40"/>
        </w:rPr>
        <w:t xml:space="preserve"> и тот потенциал, который </w:t>
      </w:r>
      <w:r w:rsidRPr="006C0B2F">
        <w:rPr>
          <w:szCs w:val="40"/>
        </w:rPr>
        <w:lastRenderedPageBreak/>
        <w:t>наработан уже в течение трудовой жизни для получения более</w:t>
      </w:r>
      <w:r w:rsidR="00162059" w:rsidRPr="006C0B2F">
        <w:rPr>
          <w:szCs w:val="40"/>
        </w:rPr>
        <w:t xml:space="preserve"> высокой экономической отдачи.</w:t>
      </w:r>
    </w:p>
    <w:p w:rsidR="006F005A" w:rsidRPr="006C0B2F" w:rsidRDefault="006F005A" w:rsidP="00ED5B66">
      <w:pPr>
        <w:spacing w:line="360" w:lineRule="auto"/>
        <w:rPr>
          <w:szCs w:val="40"/>
        </w:rPr>
      </w:pPr>
      <w:r w:rsidRPr="006C0B2F">
        <w:rPr>
          <w:szCs w:val="40"/>
        </w:rPr>
        <w:t xml:space="preserve">Если говорить об убывающих и прибывающих на рынок труда местах, </w:t>
      </w:r>
      <w:r w:rsidR="002D415B" w:rsidRPr="006C0B2F">
        <w:rPr>
          <w:szCs w:val="40"/>
        </w:rPr>
        <w:t>то</w:t>
      </w:r>
      <w:r w:rsidRPr="006C0B2F">
        <w:rPr>
          <w:szCs w:val="40"/>
        </w:rPr>
        <w:t xml:space="preserve"> по международным оценкам при </w:t>
      </w:r>
      <w:r w:rsidR="00033170" w:rsidRPr="006C0B2F">
        <w:rPr>
          <w:szCs w:val="40"/>
        </w:rPr>
        <w:t>«</w:t>
      </w:r>
      <w:r w:rsidRPr="006C0B2F">
        <w:rPr>
          <w:szCs w:val="40"/>
        </w:rPr>
        <w:t>индустрии 4.0</w:t>
      </w:r>
      <w:r w:rsidR="00033170" w:rsidRPr="006C0B2F">
        <w:rPr>
          <w:szCs w:val="40"/>
        </w:rPr>
        <w:t>»</w:t>
      </w:r>
      <w:r w:rsidRPr="006C0B2F">
        <w:rPr>
          <w:szCs w:val="40"/>
        </w:rPr>
        <w:t>, то есть при цифровизации</w:t>
      </w:r>
      <w:r w:rsidR="002D415B" w:rsidRPr="006C0B2F">
        <w:rPr>
          <w:szCs w:val="40"/>
        </w:rPr>
        <w:t>,</w:t>
      </w:r>
      <w:r w:rsidRPr="006C0B2F">
        <w:rPr>
          <w:szCs w:val="40"/>
        </w:rPr>
        <w:t xml:space="preserve"> выбывает </w:t>
      </w:r>
      <w:r w:rsidR="002D415B" w:rsidRPr="006C0B2F">
        <w:rPr>
          <w:szCs w:val="40"/>
        </w:rPr>
        <w:t xml:space="preserve">100 рабочих мест, </w:t>
      </w:r>
      <w:r w:rsidRPr="006C0B2F">
        <w:rPr>
          <w:szCs w:val="40"/>
        </w:rPr>
        <w:t>прибывает 137. Ну, или 100 процентов, или до 137 рабочих мест, для которых</w:t>
      </w:r>
      <w:r w:rsidR="002D415B" w:rsidRPr="006C0B2F">
        <w:rPr>
          <w:szCs w:val="40"/>
        </w:rPr>
        <w:t xml:space="preserve"> нужно переобучить людей. И </w:t>
      </w:r>
      <w:r w:rsidR="008238D5" w:rsidRPr="006C0B2F">
        <w:rPr>
          <w:szCs w:val="40"/>
        </w:rPr>
        <w:t>Н</w:t>
      </w:r>
      <w:r w:rsidRPr="006C0B2F">
        <w:rPr>
          <w:szCs w:val="40"/>
        </w:rPr>
        <w:t>ациональная система квалификаци</w:t>
      </w:r>
      <w:r w:rsidR="008238D5" w:rsidRPr="006C0B2F">
        <w:rPr>
          <w:szCs w:val="40"/>
        </w:rPr>
        <w:t>й</w:t>
      </w:r>
      <w:r w:rsidRPr="006C0B2F">
        <w:rPr>
          <w:szCs w:val="40"/>
        </w:rPr>
        <w:t xml:space="preserve"> даёт те инструменты, которые дают довольно быстрые возможности дообучить, потому что </w:t>
      </w:r>
      <w:r w:rsidR="008238D5" w:rsidRPr="006C0B2F">
        <w:rPr>
          <w:szCs w:val="40"/>
        </w:rPr>
        <w:t xml:space="preserve">Национальная система квалификаций </w:t>
      </w:r>
      <w:r w:rsidRPr="006C0B2F">
        <w:rPr>
          <w:szCs w:val="40"/>
        </w:rPr>
        <w:t>и профессио</w:t>
      </w:r>
      <w:r w:rsidR="00C47FBE" w:rsidRPr="006C0B2F">
        <w:rPr>
          <w:szCs w:val="40"/>
        </w:rPr>
        <w:t>нальные стандарты и квалификации</w:t>
      </w:r>
      <w:r w:rsidRPr="006C0B2F">
        <w:rPr>
          <w:szCs w:val="40"/>
        </w:rPr>
        <w:t xml:space="preserve"> дают ту спецификацию в системе образования, которая даёт возможность, если система образования умеет этим пользоваться, быстро дообучать людей. Вот, если помнит</w:t>
      </w:r>
      <w:r w:rsidR="00C47FBE" w:rsidRPr="006C0B2F">
        <w:rPr>
          <w:szCs w:val="40"/>
        </w:rPr>
        <w:t>е</w:t>
      </w:r>
      <w:r w:rsidRPr="006C0B2F">
        <w:rPr>
          <w:szCs w:val="40"/>
        </w:rPr>
        <w:t xml:space="preserve">, на последнем заседании Национального совета коллеги из Министерства образования высшего уже говорили о том, что только в этом году начинается </w:t>
      </w:r>
      <w:r w:rsidR="0030122A" w:rsidRPr="006C0B2F">
        <w:rPr>
          <w:szCs w:val="40"/>
        </w:rPr>
        <w:t>переход</w:t>
      </w:r>
      <w:r w:rsidRPr="006C0B2F">
        <w:rPr>
          <w:szCs w:val="40"/>
        </w:rPr>
        <w:t xml:space="preserve"> на актуализированные и </w:t>
      </w:r>
      <w:r w:rsidR="00B41511" w:rsidRPr="006C0B2F">
        <w:rPr>
          <w:szCs w:val="40"/>
        </w:rPr>
        <w:t>до</w:t>
      </w:r>
      <w:r w:rsidRPr="006C0B2F">
        <w:rPr>
          <w:szCs w:val="40"/>
        </w:rPr>
        <w:t>работанные ФГОСы. Конечно, этого недостаточно, и систему образования нужно подталкивать. И всего 60 процентов СПО, 60 стандартов СПО, как нам сказал представитель Минпроса, разработаны на основе профстандартов. Конечно, это катастрофически мало при том, что у нас уже более 1200 профессиональных стандартов</w:t>
      </w:r>
      <w:r w:rsidR="00C47FBE" w:rsidRPr="006C0B2F">
        <w:rPr>
          <w:szCs w:val="40"/>
        </w:rPr>
        <w:t xml:space="preserve">, где такой спектр возможности </w:t>
      </w:r>
      <w:r w:rsidRPr="006C0B2F">
        <w:rPr>
          <w:szCs w:val="40"/>
        </w:rPr>
        <w:t>для системы образования, который нужно использовать. Но система дополнительного профессионального образования уже пользуется теми федеральными государственными образовательными стандартами и теми профессиональными стандартами, которые разработаны для дообучения и профобучения, которые они имеют</w:t>
      </w:r>
      <w:r w:rsidR="006D1390" w:rsidRPr="006C0B2F">
        <w:rPr>
          <w:szCs w:val="40"/>
        </w:rPr>
        <w:t>. В</w:t>
      </w:r>
      <w:r w:rsidRPr="006C0B2F">
        <w:rPr>
          <w:szCs w:val="40"/>
        </w:rPr>
        <w:t xml:space="preserve">от этой рутинной работы довольно </w:t>
      </w:r>
      <w:r w:rsidR="006D1390" w:rsidRPr="006C0B2F">
        <w:rPr>
          <w:szCs w:val="40"/>
        </w:rPr>
        <w:t>много. Список д</w:t>
      </w:r>
      <w:r w:rsidRPr="006C0B2F">
        <w:rPr>
          <w:szCs w:val="40"/>
        </w:rPr>
        <w:t>линный</w:t>
      </w:r>
      <w:r w:rsidR="007C1F87" w:rsidRPr="006C0B2F">
        <w:rPr>
          <w:szCs w:val="40"/>
        </w:rPr>
        <w:t>.</w:t>
      </w:r>
      <w:r w:rsidRPr="006C0B2F">
        <w:rPr>
          <w:szCs w:val="40"/>
        </w:rPr>
        <w:t xml:space="preserve"> </w:t>
      </w:r>
      <w:r w:rsidR="007C1F87" w:rsidRPr="006C0B2F">
        <w:rPr>
          <w:szCs w:val="40"/>
        </w:rPr>
        <w:t>С</w:t>
      </w:r>
      <w:r w:rsidRPr="006C0B2F">
        <w:rPr>
          <w:szCs w:val="40"/>
        </w:rPr>
        <w:t xml:space="preserve"> ФГОСами</w:t>
      </w:r>
      <w:r w:rsidR="006D1390" w:rsidRPr="006C0B2F">
        <w:rPr>
          <w:szCs w:val="40"/>
        </w:rPr>
        <w:t>,</w:t>
      </w:r>
      <w:r w:rsidRPr="006C0B2F">
        <w:rPr>
          <w:szCs w:val="40"/>
        </w:rPr>
        <w:t xml:space="preserve"> уже </w:t>
      </w:r>
      <w:r w:rsidR="006D1390" w:rsidRPr="006C0B2F">
        <w:rPr>
          <w:szCs w:val="40"/>
        </w:rPr>
        <w:t xml:space="preserve">можно </w:t>
      </w:r>
      <w:r w:rsidRPr="006C0B2F">
        <w:rPr>
          <w:szCs w:val="40"/>
        </w:rPr>
        <w:t>пользоватьс</w:t>
      </w:r>
      <w:r w:rsidR="00CB2D3A" w:rsidRPr="006C0B2F">
        <w:rPr>
          <w:szCs w:val="40"/>
        </w:rPr>
        <w:t>я профессиональными стандартами, н</w:t>
      </w:r>
      <w:r w:rsidRPr="006C0B2F">
        <w:rPr>
          <w:szCs w:val="40"/>
        </w:rPr>
        <w:t>о там тоже есть определённые проблемы</w:t>
      </w:r>
      <w:r w:rsidR="00B41511" w:rsidRPr="006C0B2F">
        <w:rPr>
          <w:szCs w:val="40"/>
        </w:rPr>
        <w:t>, о которых я скажу чуть позже.</w:t>
      </w:r>
    </w:p>
    <w:p w:rsidR="006F005A" w:rsidRPr="006C0B2F" w:rsidRDefault="006F005A" w:rsidP="00ED5B66">
      <w:pPr>
        <w:spacing w:line="360" w:lineRule="auto"/>
        <w:rPr>
          <w:szCs w:val="40"/>
        </w:rPr>
      </w:pPr>
      <w:r w:rsidRPr="006C0B2F">
        <w:rPr>
          <w:szCs w:val="40"/>
        </w:rPr>
        <w:t>Если можно, следующий слайд. Я сейчас буду себя тоже немножечко ускорять. Если можно, сл</w:t>
      </w:r>
      <w:r w:rsidR="00F97A8B" w:rsidRPr="006C0B2F">
        <w:rPr>
          <w:szCs w:val="40"/>
        </w:rPr>
        <w:t>айд 9 сразу.</w:t>
      </w:r>
      <w:r w:rsidRPr="006C0B2F">
        <w:rPr>
          <w:szCs w:val="40"/>
        </w:rPr>
        <w:t xml:space="preserve"> Марина Сергеевна говорила о тех </w:t>
      </w:r>
      <w:r w:rsidRPr="006C0B2F">
        <w:rPr>
          <w:szCs w:val="40"/>
        </w:rPr>
        <w:lastRenderedPageBreak/>
        <w:t xml:space="preserve">нормативных документах, которые уже существуют в </w:t>
      </w:r>
      <w:r w:rsidR="007E4292" w:rsidRPr="006C0B2F">
        <w:rPr>
          <w:szCs w:val="40"/>
        </w:rPr>
        <w:t>Национальной системе квалификаций</w:t>
      </w:r>
      <w:r w:rsidR="00F97A8B" w:rsidRPr="006C0B2F">
        <w:rPr>
          <w:szCs w:val="40"/>
        </w:rPr>
        <w:t>. Э</w:t>
      </w:r>
      <w:r w:rsidRPr="006C0B2F">
        <w:rPr>
          <w:szCs w:val="40"/>
        </w:rPr>
        <w:t>то и несколько законов, связанных с легализацией профессио</w:t>
      </w:r>
      <w:r w:rsidR="00F97A8B" w:rsidRPr="006C0B2F">
        <w:rPr>
          <w:szCs w:val="40"/>
        </w:rPr>
        <w:t>нальных стандартов, квалификаций</w:t>
      </w:r>
      <w:r w:rsidRPr="006C0B2F">
        <w:rPr>
          <w:szCs w:val="40"/>
        </w:rPr>
        <w:t xml:space="preserve"> и в Трудовом кодексе, и в законе </w:t>
      </w:r>
      <w:r w:rsidR="00033170" w:rsidRPr="006C0B2F">
        <w:rPr>
          <w:szCs w:val="40"/>
        </w:rPr>
        <w:t>«</w:t>
      </w:r>
      <w:r w:rsidRPr="006C0B2F">
        <w:rPr>
          <w:szCs w:val="40"/>
        </w:rPr>
        <w:t>О незав</w:t>
      </w:r>
      <w:r w:rsidR="00F97A8B" w:rsidRPr="006C0B2F">
        <w:rPr>
          <w:szCs w:val="40"/>
        </w:rPr>
        <w:t>исимой оценке квалификаци</w:t>
      </w:r>
      <w:r w:rsidR="00DA290A" w:rsidRPr="006C0B2F">
        <w:rPr>
          <w:szCs w:val="40"/>
        </w:rPr>
        <w:t>и</w:t>
      </w:r>
      <w:r w:rsidR="00033170" w:rsidRPr="006C0B2F">
        <w:rPr>
          <w:szCs w:val="40"/>
        </w:rPr>
        <w:t>»</w:t>
      </w:r>
      <w:r w:rsidR="00F97A8B" w:rsidRPr="006C0B2F">
        <w:rPr>
          <w:szCs w:val="40"/>
        </w:rPr>
        <w:t>. Я</w:t>
      </w:r>
      <w:r w:rsidRPr="006C0B2F">
        <w:rPr>
          <w:szCs w:val="40"/>
        </w:rPr>
        <w:t xml:space="preserve"> думаю, что мы попросим Государственную Думу рассмотреть те проекты законов, которые 9 декабря прошлого года, 6 декабря пр</w:t>
      </w:r>
      <w:r w:rsidR="00606BDE" w:rsidRPr="006C0B2F">
        <w:rPr>
          <w:szCs w:val="40"/>
        </w:rPr>
        <w:t>ошлого года рассматривались на Н</w:t>
      </w:r>
      <w:r w:rsidRPr="006C0B2F">
        <w:rPr>
          <w:szCs w:val="40"/>
        </w:rPr>
        <w:t>ациональном совете и было предложено их чуть-чуть дорабо</w:t>
      </w:r>
      <w:r w:rsidR="00DC6A3E" w:rsidRPr="006C0B2F">
        <w:rPr>
          <w:szCs w:val="40"/>
        </w:rPr>
        <w:t>тать.</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Это то, о ч</w:t>
      </w:r>
      <w:r w:rsidR="00C97FFB" w:rsidRPr="006C0B2F">
        <w:rPr>
          <w:szCs w:val="40"/>
        </w:rPr>
        <w:t>ём Александр Николаевич говорил?</w:t>
      </w:r>
    </w:p>
    <w:p w:rsidR="006F005A" w:rsidRPr="006C0B2F" w:rsidRDefault="006F005A" w:rsidP="00ED5B66">
      <w:pPr>
        <w:spacing w:line="360" w:lineRule="auto"/>
        <w:rPr>
          <w:szCs w:val="40"/>
        </w:rPr>
      </w:pPr>
      <w:r w:rsidRPr="006C0B2F">
        <w:rPr>
          <w:szCs w:val="40"/>
          <w:u w:val="single"/>
        </w:rPr>
        <w:t>Смирнова Ю.В.</w:t>
      </w:r>
      <w:r w:rsidRPr="006C0B2F">
        <w:rPr>
          <w:szCs w:val="40"/>
        </w:rPr>
        <w:t xml:space="preserve"> Да, предложение по дополнению законов об объединениях работодателей, госкорпорациях и профсоюзов по дополнительным полномочиям по работе в системе независимой оце</w:t>
      </w:r>
      <w:r w:rsidR="00606BDE" w:rsidRPr="006C0B2F">
        <w:rPr>
          <w:szCs w:val="40"/>
        </w:rPr>
        <w:t>нки квалификаци</w:t>
      </w:r>
      <w:r w:rsidR="00D80599" w:rsidRPr="006C0B2F">
        <w:rPr>
          <w:szCs w:val="40"/>
        </w:rPr>
        <w:t>и</w:t>
      </w:r>
      <w:r w:rsidR="00606BDE" w:rsidRPr="006C0B2F">
        <w:rPr>
          <w:szCs w:val="40"/>
        </w:rPr>
        <w:t>. Э</w:t>
      </w:r>
      <w:r w:rsidRPr="006C0B2F">
        <w:rPr>
          <w:szCs w:val="40"/>
        </w:rPr>
        <w:t xml:space="preserve">ти предложения были подготовлены и поддержаны </w:t>
      </w:r>
      <w:r w:rsidR="00606BDE" w:rsidRPr="006C0B2F">
        <w:rPr>
          <w:szCs w:val="40"/>
        </w:rPr>
        <w:t>вс</w:t>
      </w:r>
      <w:r w:rsidRPr="006C0B2F">
        <w:rPr>
          <w:szCs w:val="40"/>
        </w:rPr>
        <w:t>еми объединениями</w:t>
      </w:r>
      <w:r w:rsidR="00606BDE" w:rsidRPr="006C0B2F">
        <w:rPr>
          <w:szCs w:val="40"/>
        </w:rPr>
        <w:t>:</w:t>
      </w:r>
      <w:r w:rsidRPr="006C0B2F">
        <w:rPr>
          <w:szCs w:val="40"/>
        </w:rPr>
        <w:t xml:space="preserve"> и РСПП поддержало предложение по дополнению закона об объединениях работодателей, и государственные корпорации, которые активно работают в </w:t>
      </w:r>
      <w:r w:rsidR="00C662DA" w:rsidRPr="006C0B2F">
        <w:rPr>
          <w:szCs w:val="40"/>
        </w:rPr>
        <w:t>Н</w:t>
      </w:r>
      <w:r w:rsidRPr="006C0B2F">
        <w:rPr>
          <w:szCs w:val="40"/>
        </w:rPr>
        <w:t xml:space="preserve">ациональной системе квалификаций, поддержали.  </w:t>
      </w:r>
      <w:r w:rsidR="00606BDE" w:rsidRPr="006C0B2F">
        <w:rPr>
          <w:szCs w:val="40"/>
        </w:rPr>
        <w:t>О</w:t>
      </w:r>
      <w:r w:rsidRPr="006C0B2F">
        <w:rPr>
          <w:szCs w:val="40"/>
        </w:rPr>
        <w:t>дним из инициаторов этого па</w:t>
      </w:r>
      <w:r w:rsidR="00606BDE" w:rsidRPr="006C0B2F">
        <w:rPr>
          <w:szCs w:val="40"/>
        </w:rPr>
        <w:t>кета документов была Федерация Независимых П</w:t>
      </w:r>
      <w:r w:rsidRPr="006C0B2F">
        <w:rPr>
          <w:szCs w:val="40"/>
        </w:rPr>
        <w:t xml:space="preserve">рофсоюзов России, которая тоже считает, что роль профсоюзов в </w:t>
      </w:r>
      <w:r w:rsidR="00C662DA" w:rsidRPr="006C0B2F">
        <w:rPr>
          <w:szCs w:val="40"/>
        </w:rPr>
        <w:t>Н</w:t>
      </w:r>
      <w:r w:rsidRPr="006C0B2F">
        <w:rPr>
          <w:szCs w:val="40"/>
        </w:rPr>
        <w:t>ациональной системе квалификаци</w:t>
      </w:r>
      <w:r w:rsidR="00E93D41" w:rsidRPr="006C0B2F">
        <w:rPr>
          <w:szCs w:val="40"/>
        </w:rPr>
        <w:t>й</w:t>
      </w:r>
      <w:r w:rsidRPr="006C0B2F">
        <w:rPr>
          <w:szCs w:val="40"/>
        </w:rPr>
        <w:t xml:space="preserve"> необходимо повышать. </w:t>
      </w:r>
    </w:p>
    <w:p w:rsidR="006F005A" w:rsidRPr="006C0B2F" w:rsidRDefault="006F005A" w:rsidP="00ED5B66">
      <w:pPr>
        <w:spacing w:line="360" w:lineRule="auto"/>
        <w:ind w:firstLine="708"/>
        <w:rPr>
          <w:szCs w:val="40"/>
        </w:rPr>
      </w:pPr>
      <w:r w:rsidRPr="006C0B2F">
        <w:rPr>
          <w:szCs w:val="40"/>
        </w:rPr>
        <w:t>Если можно, следующий слайд. В этом году планируется работа, которая бы связала те</w:t>
      </w:r>
      <w:r w:rsidR="00604456" w:rsidRPr="006C0B2F">
        <w:rPr>
          <w:szCs w:val="40"/>
        </w:rPr>
        <w:t xml:space="preserve"> цифровые</w:t>
      </w:r>
      <w:r w:rsidRPr="006C0B2F">
        <w:rPr>
          <w:szCs w:val="40"/>
        </w:rPr>
        <w:t xml:space="preserve"> инструменты </w:t>
      </w:r>
      <w:r w:rsidR="00C53DB1" w:rsidRPr="006C0B2F">
        <w:rPr>
          <w:szCs w:val="40"/>
        </w:rPr>
        <w:t xml:space="preserve">Национальной </w:t>
      </w:r>
      <w:r w:rsidRPr="006C0B2F">
        <w:rPr>
          <w:szCs w:val="40"/>
        </w:rPr>
        <w:t>системы квалификаци</w:t>
      </w:r>
      <w:r w:rsidR="00EC4045" w:rsidRPr="006C0B2F">
        <w:rPr>
          <w:szCs w:val="40"/>
        </w:rPr>
        <w:t>й</w:t>
      </w:r>
      <w:r w:rsidRPr="006C0B2F">
        <w:rPr>
          <w:szCs w:val="40"/>
        </w:rPr>
        <w:t>, которые есть и которые находятся не тол</w:t>
      </w:r>
      <w:r w:rsidR="00EC4045" w:rsidRPr="006C0B2F">
        <w:rPr>
          <w:szCs w:val="40"/>
        </w:rPr>
        <w:t>ько в ведении Минтруда России, и</w:t>
      </w:r>
      <w:r w:rsidRPr="006C0B2F">
        <w:rPr>
          <w:szCs w:val="40"/>
        </w:rPr>
        <w:t xml:space="preserve"> те ресурсы, которые ведёт Национальное агентство России, они входят в периметр Министерства труда России. Так вот, мы считаем, что нужно связывать все ресурсы, которые развивают </w:t>
      </w:r>
      <w:r w:rsidR="003C6B93" w:rsidRPr="006C0B2F">
        <w:rPr>
          <w:szCs w:val="40"/>
        </w:rPr>
        <w:t xml:space="preserve">Национальную </w:t>
      </w:r>
      <w:r w:rsidRPr="006C0B2F">
        <w:rPr>
          <w:szCs w:val="40"/>
        </w:rPr>
        <w:t>систему квалификаций, в том числе и те, которые находятся в периметре министерств образования, субъектов Российской Федерации и советов по</w:t>
      </w:r>
      <w:r w:rsidR="00EC4045" w:rsidRPr="006C0B2F">
        <w:rPr>
          <w:szCs w:val="40"/>
        </w:rPr>
        <w:t xml:space="preserve"> профессиональным квалификациям. И</w:t>
      </w:r>
      <w:r w:rsidRPr="006C0B2F">
        <w:rPr>
          <w:szCs w:val="40"/>
        </w:rPr>
        <w:t xml:space="preserve">х довольно много. Видите, они даже не поместились на один слайд. </w:t>
      </w:r>
    </w:p>
    <w:p w:rsidR="006F005A" w:rsidRPr="006C0B2F" w:rsidRDefault="006F005A" w:rsidP="00ED5B66">
      <w:pPr>
        <w:spacing w:line="360" w:lineRule="auto"/>
        <w:ind w:firstLine="708"/>
        <w:rPr>
          <w:szCs w:val="40"/>
        </w:rPr>
      </w:pPr>
      <w:r w:rsidRPr="006C0B2F">
        <w:rPr>
          <w:szCs w:val="40"/>
        </w:rPr>
        <w:lastRenderedPageBreak/>
        <w:t>Но</w:t>
      </w:r>
      <w:r w:rsidR="00D46B70" w:rsidRPr="006C0B2F">
        <w:rPr>
          <w:szCs w:val="40"/>
        </w:rPr>
        <w:t>,</w:t>
      </w:r>
      <w:r w:rsidRPr="006C0B2F">
        <w:rPr>
          <w:szCs w:val="40"/>
        </w:rPr>
        <w:t xml:space="preserve"> тем не менее, конечно, ведущий ресурс для нас – это реестр сведений о результатах независимой оценк</w:t>
      </w:r>
      <w:r w:rsidR="00E575BC" w:rsidRPr="006C0B2F">
        <w:rPr>
          <w:szCs w:val="40"/>
        </w:rPr>
        <w:t>и</w:t>
      </w:r>
      <w:r w:rsidRPr="006C0B2F">
        <w:rPr>
          <w:szCs w:val="40"/>
        </w:rPr>
        <w:t xml:space="preserve"> квалификаци</w:t>
      </w:r>
      <w:r w:rsidR="00340FED" w:rsidRPr="006C0B2F">
        <w:rPr>
          <w:szCs w:val="40"/>
        </w:rPr>
        <w:t>и</w:t>
      </w:r>
      <w:r w:rsidRPr="006C0B2F">
        <w:rPr>
          <w:szCs w:val="40"/>
        </w:rPr>
        <w:t>, ко</w:t>
      </w:r>
      <w:r w:rsidR="00D46B70" w:rsidRPr="006C0B2F">
        <w:rPr>
          <w:szCs w:val="40"/>
        </w:rPr>
        <w:t>торый имеет такое название. Т</w:t>
      </w:r>
      <w:r w:rsidRPr="006C0B2F">
        <w:rPr>
          <w:szCs w:val="40"/>
        </w:rPr>
        <w:t>ем не менее</w:t>
      </w:r>
      <w:r w:rsidR="00940726" w:rsidRPr="006C0B2F">
        <w:rPr>
          <w:szCs w:val="40"/>
        </w:rPr>
        <w:t xml:space="preserve">, там не только результаты, </w:t>
      </w:r>
      <w:r w:rsidRPr="006C0B2F">
        <w:rPr>
          <w:szCs w:val="40"/>
        </w:rPr>
        <w:t xml:space="preserve">там и текущие процессы развития </w:t>
      </w:r>
      <w:r w:rsidR="00F8097A" w:rsidRPr="006C0B2F">
        <w:rPr>
          <w:szCs w:val="40"/>
        </w:rPr>
        <w:t xml:space="preserve">Национальной </w:t>
      </w:r>
      <w:r w:rsidRPr="006C0B2F">
        <w:rPr>
          <w:szCs w:val="40"/>
        </w:rPr>
        <w:t xml:space="preserve">системы квалификаций, потому что если открыть карту Российской Федерации, </w:t>
      </w:r>
      <w:r w:rsidR="00940726" w:rsidRPr="006C0B2F">
        <w:rPr>
          <w:szCs w:val="40"/>
        </w:rPr>
        <w:t xml:space="preserve">то </w:t>
      </w:r>
      <w:r w:rsidRPr="006C0B2F">
        <w:rPr>
          <w:szCs w:val="40"/>
        </w:rPr>
        <w:t>можно увидеть те центры оценки квалификаций, экзаменационные центры, которые действуют и по конкретным квалификациям можно посмотреть, и</w:t>
      </w:r>
      <w:r w:rsidR="00940726" w:rsidRPr="006C0B2F">
        <w:rPr>
          <w:szCs w:val="40"/>
        </w:rPr>
        <w:t xml:space="preserve"> по</w:t>
      </w:r>
      <w:r w:rsidRPr="006C0B2F">
        <w:rPr>
          <w:szCs w:val="40"/>
        </w:rPr>
        <w:t xml:space="preserve"> местам проведения экзамена в конкретном субъекте Российской Фед</w:t>
      </w:r>
      <w:r w:rsidR="00F8097A" w:rsidRPr="006C0B2F">
        <w:rPr>
          <w:szCs w:val="40"/>
        </w:rPr>
        <w:t>ерации.</w:t>
      </w:r>
    </w:p>
    <w:p w:rsidR="006F005A" w:rsidRPr="006C0B2F" w:rsidRDefault="006F005A" w:rsidP="00ED5B66">
      <w:pPr>
        <w:spacing w:line="360" w:lineRule="auto"/>
        <w:ind w:firstLine="708"/>
        <w:rPr>
          <w:szCs w:val="40"/>
        </w:rPr>
      </w:pPr>
      <w:r w:rsidRPr="006C0B2F">
        <w:rPr>
          <w:szCs w:val="40"/>
        </w:rPr>
        <w:t>Чт</w:t>
      </w:r>
      <w:r w:rsidR="003B578F" w:rsidRPr="006C0B2F">
        <w:rPr>
          <w:szCs w:val="40"/>
        </w:rPr>
        <w:t>о у нас сейчас происходит? Е</w:t>
      </w:r>
      <w:r w:rsidRPr="006C0B2F">
        <w:rPr>
          <w:szCs w:val="40"/>
        </w:rPr>
        <w:t>сли можно</w:t>
      </w:r>
      <w:r w:rsidR="003B578F" w:rsidRPr="006C0B2F">
        <w:rPr>
          <w:szCs w:val="40"/>
        </w:rPr>
        <w:t>,</w:t>
      </w:r>
      <w:r w:rsidRPr="006C0B2F">
        <w:rPr>
          <w:szCs w:val="40"/>
        </w:rPr>
        <w:t xml:space="preserve"> быстро 11-й слайд. Это </w:t>
      </w:r>
      <w:r w:rsidR="00F357C5" w:rsidRPr="006C0B2F">
        <w:rPr>
          <w:szCs w:val="40"/>
        </w:rPr>
        <w:t>Н</w:t>
      </w:r>
      <w:r w:rsidRPr="006C0B2F">
        <w:rPr>
          <w:szCs w:val="40"/>
        </w:rPr>
        <w:t xml:space="preserve">ациональная система квалификаций в цифрах. Это такой визуальный образ. Если можно, к следующему. Вот эти субъекты Российской Федерации, которые уже активно работают, зелёным цветом выкрашены. Видите, достаточно? Мы считаем, что категорически нет. Мы считаем, что у каждого руководителя субъекта Российской Федерации в </w:t>
      </w:r>
      <w:r w:rsidRPr="006C0B2F">
        <w:rPr>
          <w:szCs w:val="40"/>
          <w:lang w:val="en-US"/>
        </w:rPr>
        <w:t>KPI</w:t>
      </w:r>
      <w:r w:rsidRPr="006C0B2F">
        <w:rPr>
          <w:szCs w:val="40"/>
        </w:rPr>
        <w:t xml:space="preserve"> должны быть показатели, связанные с развитием </w:t>
      </w:r>
      <w:r w:rsidR="00F357C5" w:rsidRPr="006C0B2F">
        <w:rPr>
          <w:szCs w:val="40"/>
        </w:rPr>
        <w:t xml:space="preserve">Национальной </w:t>
      </w:r>
      <w:r w:rsidRPr="006C0B2F">
        <w:rPr>
          <w:szCs w:val="40"/>
        </w:rPr>
        <w:t>системы квалификаций, с созданием многопрофильных центров оценки квалификаций, с проведёнными профессиональными экзаменами, ну и так далее.</w:t>
      </w:r>
    </w:p>
    <w:p w:rsidR="006F005A" w:rsidRPr="006C0B2F" w:rsidRDefault="006F005A" w:rsidP="00ED5B66">
      <w:pPr>
        <w:spacing w:line="360" w:lineRule="auto"/>
        <w:ind w:firstLine="708"/>
        <w:rPr>
          <w:szCs w:val="40"/>
        </w:rPr>
      </w:pPr>
      <w:r w:rsidRPr="006C0B2F">
        <w:rPr>
          <w:szCs w:val="40"/>
        </w:rPr>
        <w:t xml:space="preserve">Вот мы с Юрием Викторовичем </w:t>
      </w:r>
      <w:r w:rsidR="0045173F" w:rsidRPr="006C0B2F">
        <w:rPr>
          <w:szCs w:val="40"/>
        </w:rPr>
        <w:t>н</w:t>
      </w:r>
      <w:r w:rsidRPr="006C0B2F">
        <w:rPr>
          <w:szCs w:val="40"/>
        </w:rPr>
        <w:t xml:space="preserve">а следующей неделе будем в Томске, я буду от Национального агентства подписывать с Томской областью, с администрацией соглашение о том, чтобы Томская область также наряду с теми 30 субъектами Российской Федерации, которые уже активно работают в </w:t>
      </w:r>
      <w:r w:rsidR="00E0472C" w:rsidRPr="006C0B2F">
        <w:rPr>
          <w:szCs w:val="40"/>
        </w:rPr>
        <w:t xml:space="preserve">Национальной </w:t>
      </w:r>
      <w:r w:rsidRPr="006C0B2F">
        <w:rPr>
          <w:szCs w:val="40"/>
        </w:rPr>
        <w:t>системе квалификаций, включались. На днях было подписано соглашение между Национальным агентством и Республикой Татарстан, который тоже</w:t>
      </w:r>
      <w:r w:rsidR="0045173F" w:rsidRPr="006C0B2F">
        <w:rPr>
          <w:szCs w:val="40"/>
        </w:rPr>
        <w:t>,</w:t>
      </w:r>
      <w:r w:rsidRPr="006C0B2F">
        <w:rPr>
          <w:szCs w:val="40"/>
        </w:rPr>
        <w:t xml:space="preserve"> уже активно работая, институционализировал эту свою деятельность.</w:t>
      </w:r>
    </w:p>
    <w:p w:rsidR="00EE19E0" w:rsidRPr="006C0B2F" w:rsidRDefault="006F005A" w:rsidP="00ED5B66">
      <w:pPr>
        <w:spacing w:line="360" w:lineRule="auto"/>
        <w:ind w:firstLine="708"/>
        <w:rPr>
          <w:szCs w:val="40"/>
        </w:rPr>
      </w:pPr>
      <w:r w:rsidRPr="006C0B2F">
        <w:rPr>
          <w:szCs w:val="40"/>
        </w:rPr>
        <w:t xml:space="preserve">Если можно, следующий слайд. </w:t>
      </w:r>
      <w:r w:rsidR="00F27363" w:rsidRPr="006C0B2F">
        <w:rPr>
          <w:szCs w:val="40"/>
        </w:rPr>
        <w:t>У</w:t>
      </w:r>
      <w:r w:rsidRPr="006C0B2F">
        <w:rPr>
          <w:szCs w:val="40"/>
        </w:rPr>
        <w:t xml:space="preserve"> нас в Национальном агентстве совместно с советами по профессиональным квалификациям вот эти текущие проекты </w:t>
      </w:r>
      <w:r w:rsidR="00CF22D5" w:rsidRPr="006C0B2F">
        <w:rPr>
          <w:szCs w:val="40"/>
        </w:rPr>
        <w:t>сейчас очень остро проходят. С</w:t>
      </w:r>
      <w:r w:rsidRPr="006C0B2F">
        <w:rPr>
          <w:szCs w:val="40"/>
        </w:rPr>
        <w:t xml:space="preserve">ейчас активная фаза очередного этапа </w:t>
      </w:r>
      <w:r w:rsidRPr="006C0B2F">
        <w:rPr>
          <w:szCs w:val="40"/>
        </w:rPr>
        <w:lastRenderedPageBreak/>
        <w:t>проведения независимой оценки квалификации в итоговой аттестации выпускников. Чтобы ускориться, 16-й слайд</w:t>
      </w:r>
      <w:r w:rsidR="00CF22D5" w:rsidRPr="006C0B2F">
        <w:rPr>
          <w:szCs w:val="40"/>
        </w:rPr>
        <w:t xml:space="preserve"> прошу</w:t>
      </w:r>
      <w:r w:rsidRPr="006C0B2F">
        <w:rPr>
          <w:szCs w:val="40"/>
        </w:rPr>
        <w:t xml:space="preserve"> сейчас показать. Нет, давайте не 16-й, </w:t>
      </w:r>
      <w:r w:rsidR="00CF22D5" w:rsidRPr="006C0B2F">
        <w:rPr>
          <w:szCs w:val="40"/>
        </w:rPr>
        <w:t xml:space="preserve">а </w:t>
      </w:r>
      <w:r w:rsidRPr="006C0B2F">
        <w:rPr>
          <w:szCs w:val="40"/>
        </w:rPr>
        <w:t xml:space="preserve">17-й слайд. Потом к 16-му вернёмся. Мы в этом году в </w:t>
      </w:r>
      <w:r w:rsidR="00CF22D5" w:rsidRPr="006C0B2F">
        <w:rPr>
          <w:szCs w:val="40"/>
        </w:rPr>
        <w:t xml:space="preserve">9 </w:t>
      </w:r>
      <w:r w:rsidRPr="006C0B2F">
        <w:rPr>
          <w:szCs w:val="40"/>
        </w:rPr>
        <w:t xml:space="preserve">отраслях экономики в 14 субъектах Российской Федерации проводим такой экзамен совместно с советами по </w:t>
      </w:r>
      <w:r w:rsidR="00C331BD" w:rsidRPr="006C0B2F">
        <w:rPr>
          <w:szCs w:val="40"/>
        </w:rPr>
        <w:t>профессиональным квалификациям.</w:t>
      </w:r>
    </w:p>
    <w:p w:rsidR="006F005A" w:rsidRPr="006C0B2F" w:rsidRDefault="006F005A" w:rsidP="00ED5B66">
      <w:pPr>
        <w:spacing w:line="360" w:lineRule="auto"/>
        <w:ind w:firstLine="708"/>
        <w:rPr>
          <w:szCs w:val="40"/>
        </w:rPr>
      </w:pPr>
      <w:r w:rsidRPr="006C0B2F">
        <w:rPr>
          <w:szCs w:val="40"/>
        </w:rPr>
        <w:t>Мы тоже считаем, что темп этого проекта можно ускорить, но для этого нужна поддержка, потому что мы считаем, что все выпускники системы СПО</w:t>
      </w:r>
      <w:r w:rsidR="00CF22D5" w:rsidRPr="006C0B2F">
        <w:rPr>
          <w:szCs w:val="40"/>
        </w:rPr>
        <w:t xml:space="preserve"> (</w:t>
      </w:r>
      <w:r w:rsidRPr="006C0B2F">
        <w:rPr>
          <w:szCs w:val="40"/>
        </w:rPr>
        <w:t>и вузов</w:t>
      </w:r>
      <w:r w:rsidR="00CF22D5" w:rsidRPr="006C0B2F">
        <w:rPr>
          <w:szCs w:val="40"/>
        </w:rPr>
        <w:t>ская система также подключается)</w:t>
      </w:r>
      <w:r w:rsidRPr="006C0B2F">
        <w:rPr>
          <w:szCs w:val="40"/>
        </w:rPr>
        <w:t xml:space="preserve"> должны получать первую профессиональную квалификацию бесплатно, за счёт тех средств, которые выделяются на итоговые аттестации, чтобы выходить на рынок труда уже с точным чётким акцептом того, что работодатель не должен тратить деньги на доучивание. </w:t>
      </w:r>
      <w:r w:rsidR="00EE19E0" w:rsidRPr="006C0B2F">
        <w:rPr>
          <w:szCs w:val="40"/>
        </w:rPr>
        <w:t>Е</w:t>
      </w:r>
      <w:r w:rsidRPr="006C0B2F">
        <w:rPr>
          <w:szCs w:val="40"/>
        </w:rPr>
        <w:t>сли говорить о международном и рос</w:t>
      </w:r>
      <w:r w:rsidR="00CF22D5" w:rsidRPr="006C0B2F">
        <w:rPr>
          <w:szCs w:val="40"/>
        </w:rPr>
        <w:t xml:space="preserve">сийском опыте, то работодатели </w:t>
      </w:r>
      <w:r w:rsidRPr="006C0B2F">
        <w:rPr>
          <w:szCs w:val="40"/>
        </w:rPr>
        <w:t xml:space="preserve">по обследованиям давали информацию, что от полутора до двух лет они вынуждены тратить, особенно в высокотехнологичных отраслях, на доучивание людей, на адаптацию к рабочему месту. Это страшные потери работодателей при учёте тех внешних обстоятельств </w:t>
      </w:r>
      <w:r w:rsidR="00CF22D5" w:rsidRPr="006C0B2F">
        <w:rPr>
          <w:szCs w:val="40"/>
        </w:rPr>
        <w:t xml:space="preserve">и </w:t>
      </w:r>
      <w:r w:rsidRPr="006C0B2F">
        <w:rPr>
          <w:szCs w:val="40"/>
        </w:rPr>
        <w:t>внутренних, которые сейчас на</w:t>
      </w:r>
      <w:r w:rsidR="00CF22D5" w:rsidRPr="006C0B2F">
        <w:rPr>
          <w:szCs w:val="40"/>
        </w:rPr>
        <w:t>д</w:t>
      </w:r>
      <w:r w:rsidRPr="006C0B2F">
        <w:rPr>
          <w:szCs w:val="40"/>
        </w:rPr>
        <w:t xml:space="preserve"> работодат</w:t>
      </w:r>
      <w:r w:rsidR="00CF22D5" w:rsidRPr="006C0B2F">
        <w:rPr>
          <w:szCs w:val="40"/>
        </w:rPr>
        <w:t>елями</w:t>
      </w:r>
      <w:r w:rsidR="00B37FD5" w:rsidRPr="006C0B2F">
        <w:rPr>
          <w:szCs w:val="40"/>
        </w:rPr>
        <w:t xml:space="preserve"> довлеют.</w:t>
      </w:r>
    </w:p>
    <w:p w:rsidR="006F005A" w:rsidRPr="006C0B2F" w:rsidRDefault="006F005A" w:rsidP="00ED5B66">
      <w:pPr>
        <w:spacing w:line="360" w:lineRule="auto"/>
        <w:rPr>
          <w:szCs w:val="40"/>
        </w:rPr>
      </w:pPr>
      <w:r w:rsidRPr="006C0B2F">
        <w:rPr>
          <w:szCs w:val="40"/>
        </w:rPr>
        <w:t>Что касается мониторинга рынка труда, о котором говорила Марина Сергеевна, если вернуться к 15-му слайду, то в прошлом году с 12 советами по профессиональным</w:t>
      </w:r>
      <w:r w:rsidR="00416070" w:rsidRPr="006C0B2F">
        <w:rPr>
          <w:szCs w:val="40"/>
        </w:rPr>
        <w:t xml:space="preserve"> квалификациям и при поддержке В</w:t>
      </w:r>
      <w:r w:rsidRPr="006C0B2F">
        <w:rPr>
          <w:szCs w:val="40"/>
        </w:rPr>
        <w:t>ЦИОМ был сделан инструментарий, который бы давал возможность советам выполнять полномочия по проведению мониторинга рынка труда в разрезе квалификаций. 4 совета по</w:t>
      </w:r>
      <w:r w:rsidR="002E0BA8" w:rsidRPr="006C0B2F">
        <w:rPr>
          <w:szCs w:val="40"/>
        </w:rPr>
        <w:t xml:space="preserve"> профессиональным квалификациям -</w:t>
      </w:r>
      <w:r w:rsidRPr="006C0B2F">
        <w:rPr>
          <w:szCs w:val="40"/>
        </w:rPr>
        <w:t xml:space="preserve"> это машиностроени</w:t>
      </w:r>
      <w:r w:rsidR="002E0BA8" w:rsidRPr="006C0B2F">
        <w:rPr>
          <w:szCs w:val="40"/>
        </w:rPr>
        <w:t>е, космос, судостроение и связь -</w:t>
      </w:r>
      <w:r w:rsidRPr="006C0B2F">
        <w:rPr>
          <w:szCs w:val="40"/>
        </w:rPr>
        <w:t xml:space="preserve"> такой мониторинг провели и выявили для себя востребованные квалификации, те квалификации, которые нуждаются в апгрейде, выявили те профессиональные стандарты, которые нуждаются в актуализации на основе этого мониторинга.</w:t>
      </w:r>
    </w:p>
    <w:p w:rsidR="006F005A" w:rsidRPr="006C0B2F" w:rsidRDefault="0091457B" w:rsidP="00ED5B66">
      <w:pPr>
        <w:spacing w:line="360" w:lineRule="auto"/>
        <w:rPr>
          <w:szCs w:val="40"/>
        </w:rPr>
      </w:pPr>
      <w:r w:rsidRPr="006C0B2F">
        <w:rPr>
          <w:szCs w:val="40"/>
        </w:rPr>
        <w:lastRenderedPageBreak/>
        <w:t>И вот в этом году</w:t>
      </w:r>
      <w:r w:rsidR="006F005A" w:rsidRPr="006C0B2F">
        <w:rPr>
          <w:szCs w:val="40"/>
        </w:rPr>
        <w:t xml:space="preserve"> </w:t>
      </w:r>
      <w:r w:rsidRPr="006C0B2F">
        <w:rPr>
          <w:szCs w:val="40"/>
        </w:rPr>
        <w:t>как минимум</w:t>
      </w:r>
      <w:r w:rsidR="006F005A" w:rsidRPr="006C0B2F">
        <w:rPr>
          <w:szCs w:val="40"/>
        </w:rPr>
        <w:t xml:space="preserve"> еще 6 советов к</w:t>
      </w:r>
      <w:r w:rsidRPr="006C0B2F">
        <w:rPr>
          <w:szCs w:val="40"/>
        </w:rPr>
        <w:t xml:space="preserve"> этой работе подключаются у нас.</w:t>
      </w:r>
      <w:r w:rsidR="006F005A" w:rsidRPr="006C0B2F">
        <w:rPr>
          <w:szCs w:val="40"/>
        </w:rPr>
        <w:t xml:space="preserve"> </w:t>
      </w:r>
      <w:r w:rsidRPr="006C0B2F">
        <w:rPr>
          <w:szCs w:val="40"/>
        </w:rPr>
        <w:t>О</w:t>
      </w:r>
      <w:r w:rsidR="006F005A" w:rsidRPr="006C0B2F">
        <w:rPr>
          <w:szCs w:val="40"/>
        </w:rPr>
        <w:t>пять же</w:t>
      </w:r>
      <w:r w:rsidR="006B4ABC" w:rsidRPr="006C0B2F">
        <w:rPr>
          <w:szCs w:val="40"/>
        </w:rPr>
        <w:t>,</w:t>
      </w:r>
      <w:r w:rsidR="006F005A" w:rsidRPr="006C0B2F">
        <w:rPr>
          <w:szCs w:val="40"/>
        </w:rPr>
        <w:t xml:space="preserve"> востребованность квалификаций может трактоваться</w:t>
      </w:r>
      <w:r w:rsidR="006B4ABC" w:rsidRPr="006C0B2F">
        <w:rPr>
          <w:szCs w:val="40"/>
        </w:rPr>
        <w:t xml:space="preserve"> по-разному, и мы по поручению Н</w:t>
      </w:r>
      <w:r w:rsidR="006F005A" w:rsidRPr="006C0B2F">
        <w:rPr>
          <w:szCs w:val="40"/>
        </w:rPr>
        <w:t>ационального совета этот инструментарий будем дополнять, потому что понятно, что квалификация у нас развивается, востребованность, с точки зрения работодателей, тоже меняется и с точки зрения гендерной принадлежности работников, и с точки зрения возрастных особенностей, и с то</w:t>
      </w:r>
      <w:r w:rsidR="006B4ABC" w:rsidRPr="006C0B2F">
        <w:rPr>
          <w:szCs w:val="40"/>
        </w:rPr>
        <w:t>чки зрения зарплатных претензий. М</w:t>
      </w:r>
      <w:r w:rsidR="006F005A" w:rsidRPr="006C0B2F">
        <w:rPr>
          <w:szCs w:val="40"/>
        </w:rPr>
        <w:t>ы в этом мониторинге тоже эти вопросы будем смотреть.</w:t>
      </w:r>
    </w:p>
    <w:p w:rsidR="006F005A" w:rsidRPr="006C0B2F" w:rsidRDefault="00CB79A7" w:rsidP="00ED5B66">
      <w:pPr>
        <w:spacing w:line="360" w:lineRule="auto"/>
        <w:rPr>
          <w:szCs w:val="40"/>
        </w:rPr>
      </w:pPr>
      <w:r w:rsidRPr="006C0B2F">
        <w:rPr>
          <w:szCs w:val="40"/>
        </w:rPr>
        <w:t>Е</w:t>
      </w:r>
      <w:r w:rsidR="006F005A" w:rsidRPr="006C0B2F">
        <w:rPr>
          <w:szCs w:val="40"/>
        </w:rPr>
        <w:t xml:space="preserve">ще очень важный, конечно, проект, о котором говорила Марина Сергеевна, это слайд 18 </w:t>
      </w:r>
      <w:r w:rsidR="00033170" w:rsidRPr="006C0B2F">
        <w:rPr>
          <w:szCs w:val="40"/>
        </w:rPr>
        <w:t>«</w:t>
      </w:r>
      <w:r w:rsidR="006F005A" w:rsidRPr="006C0B2F">
        <w:rPr>
          <w:szCs w:val="40"/>
        </w:rPr>
        <w:t>Обновление перечней профессий и специальностей СПО</w:t>
      </w:r>
      <w:r w:rsidR="00033170" w:rsidRPr="006C0B2F">
        <w:rPr>
          <w:szCs w:val="40"/>
        </w:rPr>
        <w:t>»</w:t>
      </w:r>
      <w:r w:rsidR="006F005A" w:rsidRPr="006C0B2F">
        <w:rPr>
          <w:szCs w:val="40"/>
        </w:rPr>
        <w:t>.</w:t>
      </w:r>
      <w:r w:rsidR="000B0CFF" w:rsidRPr="006C0B2F">
        <w:rPr>
          <w:szCs w:val="40"/>
        </w:rPr>
        <w:t xml:space="preserve"> В этом году Н</w:t>
      </w:r>
      <w:r w:rsidR="006F005A" w:rsidRPr="006C0B2F">
        <w:rPr>
          <w:szCs w:val="40"/>
        </w:rPr>
        <w:t xml:space="preserve">ациональное агентство по просьбе Минпроса России </w:t>
      </w:r>
      <w:r w:rsidR="000B0CFF" w:rsidRPr="006C0B2F">
        <w:rPr>
          <w:szCs w:val="40"/>
        </w:rPr>
        <w:t>эту работу ведет. К</w:t>
      </w:r>
      <w:r w:rsidR="006F005A" w:rsidRPr="006C0B2F">
        <w:rPr>
          <w:szCs w:val="40"/>
        </w:rPr>
        <w:t>онечно, очень важно, что следующая версия этого перечня будет ориентирована на те профессиональные квалификации, которые содержатся в реестре сведений о независимой оценке квалификаций, потому что важно, чтобы те профессии и специальности, которым обучаются студен</w:t>
      </w:r>
      <w:r w:rsidR="000B0CFF" w:rsidRPr="006C0B2F">
        <w:rPr>
          <w:szCs w:val="40"/>
        </w:rPr>
        <w:t xml:space="preserve">ты, </w:t>
      </w:r>
      <w:r w:rsidR="006F005A" w:rsidRPr="006C0B2F">
        <w:rPr>
          <w:szCs w:val="40"/>
        </w:rPr>
        <w:t>были бы ориентированы именно на требования современного российского рынка труда.</w:t>
      </w:r>
    </w:p>
    <w:p w:rsidR="006F005A" w:rsidRPr="006C0B2F" w:rsidRDefault="007D0784" w:rsidP="00ED5B66">
      <w:pPr>
        <w:spacing w:line="360" w:lineRule="auto"/>
        <w:rPr>
          <w:szCs w:val="40"/>
        </w:rPr>
      </w:pPr>
      <w:r w:rsidRPr="006C0B2F">
        <w:rPr>
          <w:szCs w:val="40"/>
        </w:rPr>
        <w:t>Что хотелось бы сказать?</w:t>
      </w:r>
      <w:r w:rsidR="006F005A" w:rsidRPr="006C0B2F">
        <w:rPr>
          <w:szCs w:val="40"/>
        </w:rPr>
        <w:t xml:space="preserve"> Перед нами, конечно, стоят задачи определенные.</w:t>
      </w:r>
      <w:r w:rsidRPr="006C0B2F">
        <w:rPr>
          <w:szCs w:val="40"/>
        </w:rPr>
        <w:t xml:space="preserve"> </w:t>
      </w:r>
      <w:r w:rsidR="006F005A" w:rsidRPr="006C0B2F">
        <w:rPr>
          <w:szCs w:val="40"/>
        </w:rPr>
        <w:t>Если можно, 19-й слайд.</w:t>
      </w:r>
      <w:r w:rsidR="00B16D0E" w:rsidRPr="006C0B2F">
        <w:rPr>
          <w:szCs w:val="40"/>
        </w:rPr>
        <w:t xml:space="preserve"> Т</w:t>
      </w:r>
      <w:r w:rsidR="006F005A" w:rsidRPr="006C0B2F">
        <w:rPr>
          <w:szCs w:val="40"/>
        </w:rPr>
        <w:t>о, о чем было сказано Ярославом Евгеньевич</w:t>
      </w:r>
      <w:r w:rsidR="00B16D0E" w:rsidRPr="006C0B2F">
        <w:rPr>
          <w:szCs w:val="40"/>
        </w:rPr>
        <w:t>ем:</w:t>
      </w:r>
      <w:r w:rsidR="006F005A" w:rsidRPr="006C0B2F">
        <w:rPr>
          <w:szCs w:val="40"/>
        </w:rPr>
        <w:t xml:space="preserve"> пять лет уже работает Национальный совет при Прези</w:t>
      </w:r>
      <w:r w:rsidR="00B16D0E" w:rsidRPr="006C0B2F">
        <w:rPr>
          <w:szCs w:val="40"/>
        </w:rPr>
        <w:t xml:space="preserve">денте Российской Федерации, </w:t>
      </w:r>
      <w:r w:rsidR="006F005A" w:rsidRPr="006C0B2F">
        <w:rPr>
          <w:szCs w:val="40"/>
        </w:rPr>
        <w:t>эти пять лет мы воспринимаем</w:t>
      </w:r>
      <w:r w:rsidR="00B16D0E" w:rsidRPr="006C0B2F">
        <w:rPr>
          <w:szCs w:val="40"/>
        </w:rPr>
        <w:t>,</w:t>
      </w:r>
      <w:r w:rsidR="006F005A" w:rsidRPr="006C0B2F">
        <w:rPr>
          <w:szCs w:val="40"/>
        </w:rPr>
        <w:t xml:space="preserve"> как первый эта</w:t>
      </w:r>
      <w:r w:rsidR="00B16D0E" w:rsidRPr="006C0B2F">
        <w:rPr>
          <w:szCs w:val="40"/>
        </w:rPr>
        <w:t xml:space="preserve">п развития </w:t>
      </w:r>
      <w:r w:rsidR="007E2F96" w:rsidRPr="006C0B2F">
        <w:rPr>
          <w:szCs w:val="40"/>
        </w:rPr>
        <w:t>Н</w:t>
      </w:r>
      <w:r w:rsidR="00B16D0E" w:rsidRPr="006C0B2F">
        <w:rPr>
          <w:szCs w:val="40"/>
        </w:rPr>
        <w:t>ациональной системы. Се</w:t>
      </w:r>
      <w:r w:rsidR="006F005A" w:rsidRPr="006C0B2F">
        <w:rPr>
          <w:szCs w:val="40"/>
        </w:rPr>
        <w:t>йчас нужно переходить от</w:t>
      </w:r>
      <w:r w:rsidR="00B16D0E" w:rsidRPr="006C0B2F">
        <w:rPr>
          <w:szCs w:val="40"/>
        </w:rPr>
        <w:t xml:space="preserve"> стартапа к массовому внедрению</w:t>
      </w:r>
      <w:r w:rsidR="006F005A" w:rsidRPr="006C0B2F">
        <w:rPr>
          <w:szCs w:val="40"/>
        </w:rPr>
        <w:t xml:space="preserve"> и от массового внедрения к постоянной живой практике.</w:t>
      </w:r>
      <w:r w:rsidR="007A7C0B" w:rsidRPr="006C0B2F">
        <w:rPr>
          <w:szCs w:val="40"/>
        </w:rPr>
        <w:t xml:space="preserve"> </w:t>
      </w:r>
      <w:r w:rsidR="009644B6" w:rsidRPr="006C0B2F">
        <w:rPr>
          <w:szCs w:val="40"/>
        </w:rPr>
        <w:t>Я</w:t>
      </w:r>
      <w:r w:rsidR="006F005A" w:rsidRPr="006C0B2F">
        <w:rPr>
          <w:szCs w:val="40"/>
        </w:rPr>
        <w:t xml:space="preserve"> считаю, что </w:t>
      </w:r>
      <w:r w:rsidR="007A7C0B" w:rsidRPr="006C0B2F">
        <w:rPr>
          <w:szCs w:val="40"/>
        </w:rPr>
        <w:t xml:space="preserve">в </w:t>
      </w:r>
      <w:r w:rsidR="006F005A" w:rsidRPr="006C0B2F">
        <w:rPr>
          <w:szCs w:val="40"/>
        </w:rPr>
        <w:t>следующие 3-5 лет нашей жизни будет этап массового внедрения, когда мы будем развивать нормативные направления системы, когда мы будем дотачивать методические процедуры, когда мы будем оцифровывать все процессы, чтобы они были удобны конкретным пользователям системы, начиная от преподавателей</w:t>
      </w:r>
      <w:r w:rsidR="007A7C0B" w:rsidRPr="006C0B2F">
        <w:rPr>
          <w:szCs w:val="40"/>
        </w:rPr>
        <w:t xml:space="preserve"> детского сада, который может </w:t>
      </w:r>
      <w:r w:rsidR="006F005A" w:rsidRPr="006C0B2F">
        <w:rPr>
          <w:szCs w:val="40"/>
        </w:rPr>
        <w:t>профориентаци</w:t>
      </w:r>
      <w:r w:rsidR="007E2F96" w:rsidRPr="006C0B2F">
        <w:rPr>
          <w:szCs w:val="40"/>
        </w:rPr>
        <w:t>ю</w:t>
      </w:r>
      <w:r w:rsidR="006F005A" w:rsidRPr="006C0B2F">
        <w:rPr>
          <w:szCs w:val="40"/>
        </w:rPr>
        <w:t xml:space="preserve"> начинать с самого начального возраста, и заканчивая теми людьми, которые </w:t>
      </w:r>
      <w:r w:rsidR="006F005A" w:rsidRPr="006C0B2F">
        <w:rPr>
          <w:szCs w:val="40"/>
        </w:rPr>
        <w:lastRenderedPageBreak/>
        <w:t>готовы будут передать свой опыт подрастающим по</w:t>
      </w:r>
      <w:r w:rsidR="0016510A" w:rsidRPr="006C0B2F">
        <w:rPr>
          <w:szCs w:val="40"/>
        </w:rPr>
        <w:t>колениям. Т</w:t>
      </w:r>
      <w:r w:rsidR="006F005A" w:rsidRPr="006C0B2F">
        <w:rPr>
          <w:szCs w:val="40"/>
        </w:rPr>
        <w:t xml:space="preserve">о </w:t>
      </w:r>
      <w:r w:rsidR="00117C6E" w:rsidRPr="006C0B2F">
        <w:rPr>
          <w:szCs w:val="40"/>
        </w:rPr>
        <w:t>есть,</w:t>
      </w:r>
      <w:r w:rsidR="006F005A" w:rsidRPr="006C0B2F">
        <w:rPr>
          <w:szCs w:val="40"/>
        </w:rPr>
        <w:t xml:space="preserve"> чтобы каждый, все пользователи, и работодатели, и граждане, и те люди, которые хотели бы приехать к нам работать из других мест нашей чудесной планеты, могли, ориентируясь на данные нашей </w:t>
      </w:r>
      <w:r w:rsidR="00117C6E" w:rsidRPr="006C0B2F">
        <w:rPr>
          <w:szCs w:val="40"/>
        </w:rPr>
        <w:t>Н</w:t>
      </w:r>
      <w:r w:rsidR="006F005A" w:rsidRPr="006C0B2F">
        <w:rPr>
          <w:szCs w:val="40"/>
        </w:rPr>
        <w:t xml:space="preserve">ациональной системы квалификаций, </w:t>
      </w:r>
      <w:r w:rsidR="00117C6E" w:rsidRPr="006C0B2F">
        <w:rPr>
          <w:szCs w:val="40"/>
        </w:rPr>
        <w:t xml:space="preserve">профессиональных </w:t>
      </w:r>
      <w:r w:rsidR="006F005A" w:rsidRPr="006C0B2F">
        <w:rPr>
          <w:szCs w:val="40"/>
        </w:rPr>
        <w:t xml:space="preserve">стандартов и </w:t>
      </w:r>
      <w:r w:rsidR="00117C6E" w:rsidRPr="006C0B2F">
        <w:rPr>
          <w:szCs w:val="40"/>
        </w:rPr>
        <w:t xml:space="preserve">независимой оценки </w:t>
      </w:r>
      <w:r w:rsidR="006F005A" w:rsidRPr="006C0B2F">
        <w:rPr>
          <w:szCs w:val="40"/>
        </w:rPr>
        <w:t>квалификаци</w:t>
      </w:r>
      <w:r w:rsidR="00117C6E" w:rsidRPr="006C0B2F">
        <w:rPr>
          <w:szCs w:val="40"/>
        </w:rPr>
        <w:t>и</w:t>
      </w:r>
      <w:r w:rsidR="006F005A" w:rsidRPr="006C0B2F">
        <w:rPr>
          <w:szCs w:val="40"/>
        </w:rPr>
        <w:t>, иметь возможность понять, где они будут применимы на нашем российском рынке труда.</w:t>
      </w:r>
      <w:r w:rsidR="00936935" w:rsidRPr="006C0B2F">
        <w:rPr>
          <w:szCs w:val="40"/>
        </w:rPr>
        <w:t xml:space="preserve"> </w:t>
      </w:r>
      <w:r w:rsidR="006F005A" w:rsidRPr="006C0B2F">
        <w:rPr>
          <w:szCs w:val="40"/>
        </w:rPr>
        <w:t>Это вот, кстати, к той самой международной сопоставимости, о которой говорила Марина Сергеевна.</w:t>
      </w:r>
    </w:p>
    <w:p w:rsidR="006F005A" w:rsidRPr="006C0B2F" w:rsidRDefault="006F005A" w:rsidP="00ED5B66">
      <w:pPr>
        <w:spacing w:line="360" w:lineRule="auto"/>
        <w:rPr>
          <w:szCs w:val="40"/>
        </w:rPr>
      </w:pPr>
      <w:r w:rsidRPr="006C0B2F">
        <w:rPr>
          <w:szCs w:val="40"/>
        </w:rPr>
        <w:t>И конечно, у нас есть те претензии друг к другу и те задачи, которые нам нужно решать, потому что у нас есть определенные ограничения, которые нам нужно снимать, для того чтобы система двигалась дальше.</w:t>
      </w:r>
      <w:r w:rsidR="00611ACF" w:rsidRPr="006C0B2F">
        <w:rPr>
          <w:szCs w:val="40"/>
        </w:rPr>
        <w:t xml:space="preserve"> </w:t>
      </w:r>
      <w:r w:rsidRPr="006C0B2F">
        <w:rPr>
          <w:szCs w:val="40"/>
        </w:rPr>
        <w:t>У нас в данный момент есть несколько систем присвоения квалификаци</w:t>
      </w:r>
      <w:r w:rsidR="00FC0110" w:rsidRPr="006C0B2F">
        <w:rPr>
          <w:szCs w:val="40"/>
        </w:rPr>
        <w:t>и</w:t>
      </w:r>
      <w:r w:rsidRPr="006C0B2F">
        <w:rPr>
          <w:szCs w:val="40"/>
        </w:rPr>
        <w:t xml:space="preserve"> в широком смысле, потому что то, что у нас делает система труда и система образования, </w:t>
      </w:r>
      <w:r w:rsidR="00611ACF" w:rsidRPr="006C0B2F">
        <w:rPr>
          <w:szCs w:val="40"/>
        </w:rPr>
        <w:t>не гармонизирова</w:t>
      </w:r>
      <w:r w:rsidR="00FC0110" w:rsidRPr="006C0B2F">
        <w:rPr>
          <w:szCs w:val="40"/>
        </w:rPr>
        <w:t>но</w:t>
      </w:r>
      <w:r w:rsidR="00611ACF" w:rsidRPr="006C0B2F">
        <w:rPr>
          <w:szCs w:val="40"/>
        </w:rPr>
        <w:t>. К</w:t>
      </w:r>
      <w:r w:rsidRPr="006C0B2F">
        <w:rPr>
          <w:szCs w:val="40"/>
        </w:rPr>
        <w:t>онечно, нам нужно с этим что-то делать, потому что система образования</w:t>
      </w:r>
      <w:r w:rsidR="00611ACF" w:rsidRPr="006C0B2F">
        <w:rPr>
          <w:szCs w:val="40"/>
        </w:rPr>
        <w:t xml:space="preserve"> присваивает квалификации. Я,</w:t>
      </w:r>
      <w:r w:rsidRPr="006C0B2F">
        <w:rPr>
          <w:szCs w:val="40"/>
        </w:rPr>
        <w:t xml:space="preserve"> как</w:t>
      </w:r>
      <w:r w:rsidR="00611ACF" w:rsidRPr="006C0B2F">
        <w:rPr>
          <w:szCs w:val="40"/>
        </w:rPr>
        <w:t xml:space="preserve"> эксперт</w:t>
      </w:r>
      <w:r w:rsidR="000663B3" w:rsidRPr="006C0B2F">
        <w:rPr>
          <w:szCs w:val="40"/>
        </w:rPr>
        <w:t>,</w:t>
      </w:r>
      <w:r w:rsidR="00611ACF" w:rsidRPr="006C0B2F">
        <w:rPr>
          <w:szCs w:val="40"/>
        </w:rPr>
        <w:t xml:space="preserve"> в том числе не только Комитета по труду, но и К</w:t>
      </w:r>
      <w:r w:rsidRPr="006C0B2F">
        <w:rPr>
          <w:szCs w:val="40"/>
        </w:rPr>
        <w:t>омитета по образованию, могу сказать, что система образования присваив</w:t>
      </w:r>
      <w:r w:rsidR="00B92B7B" w:rsidRPr="006C0B2F">
        <w:rPr>
          <w:szCs w:val="40"/>
        </w:rPr>
        <w:t>ает квалификации по образованию. К</w:t>
      </w:r>
      <w:r w:rsidRPr="006C0B2F">
        <w:rPr>
          <w:szCs w:val="40"/>
        </w:rPr>
        <w:t>онечно, нужно об этом говорить и нужно вот это отдать системе образования, присвоение квалификаций академических так называемых, да?</w:t>
      </w:r>
      <w:r w:rsidR="00250534" w:rsidRPr="006C0B2F">
        <w:rPr>
          <w:szCs w:val="40"/>
        </w:rPr>
        <w:t xml:space="preserve"> </w:t>
      </w:r>
      <w:r w:rsidRPr="006C0B2F">
        <w:rPr>
          <w:szCs w:val="40"/>
        </w:rPr>
        <w:t>И рассмотреть вопрос, каким образом нам было бы комфортно эти квалификации семантически, текстуально</w:t>
      </w:r>
      <w:r w:rsidR="00250534" w:rsidRPr="006C0B2F">
        <w:rPr>
          <w:szCs w:val="40"/>
        </w:rPr>
        <w:t xml:space="preserve"> одинаковые…</w:t>
      </w:r>
      <w:r w:rsidRPr="006C0B2F">
        <w:rPr>
          <w:szCs w:val="40"/>
        </w:rPr>
        <w:t xml:space="preserve"> дать возможность понять, что это все-таки немножечко про разное, и разное присваивается работодателями и образовательными организациями.</w:t>
      </w:r>
    </w:p>
    <w:p w:rsidR="006F005A" w:rsidRPr="006C0B2F" w:rsidRDefault="006F005A" w:rsidP="00ED5B66">
      <w:pPr>
        <w:spacing w:line="360" w:lineRule="auto"/>
        <w:rPr>
          <w:szCs w:val="40"/>
        </w:rPr>
      </w:pPr>
      <w:r w:rsidRPr="006C0B2F">
        <w:rPr>
          <w:szCs w:val="40"/>
        </w:rPr>
        <w:t>Нам нужно понимать, что у нас сейчас система присвоения квалификаций работодателями немножечко разная. У нас есть система независимой оценки</w:t>
      </w:r>
      <w:r w:rsidR="00B06AAB" w:rsidRPr="006C0B2F">
        <w:rPr>
          <w:szCs w:val="40"/>
        </w:rPr>
        <w:t xml:space="preserve"> квалификации</w:t>
      </w:r>
      <w:r w:rsidRPr="006C0B2F">
        <w:rPr>
          <w:szCs w:val="40"/>
        </w:rPr>
        <w:t>, но также у нас есть тарифные разряды, и нам тоже нужно думать, каким образом развивать вот эту историю.</w:t>
      </w:r>
    </w:p>
    <w:p w:rsidR="006F005A" w:rsidRPr="006C0B2F" w:rsidRDefault="006F005A" w:rsidP="00ED5B66">
      <w:pPr>
        <w:spacing w:line="360" w:lineRule="auto"/>
        <w:rPr>
          <w:szCs w:val="40"/>
        </w:rPr>
      </w:pPr>
      <w:r w:rsidRPr="006C0B2F">
        <w:rPr>
          <w:szCs w:val="40"/>
        </w:rPr>
        <w:lastRenderedPageBreak/>
        <w:t xml:space="preserve">Нам нужно дать возможность субъектам Российской Федерации более активно включиться в развитие </w:t>
      </w:r>
      <w:r w:rsidR="00CE72F2" w:rsidRPr="006C0B2F">
        <w:rPr>
          <w:szCs w:val="40"/>
        </w:rPr>
        <w:t>Н</w:t>
      </w:r>
      <w:r w:rsidR="002E58D3" w:rsidRPr="006C0B2F">
        <w:rPr>
          <w:szCs w:val="40"/>
        </w:rPr>
        <w:t>ациональной системы квалификаций,</w:t>
      </w:r>
      <w:r w:rsidRPr="006C0B2F">
        <w:rPr>
          <w:szCs w:val="40"/>
        </w:rPr>
        <w:t xml:space="preserve"> в развитии инфраструктуры, но также одновременно нужно понимать, что по разным оценкам </w:t>
      </w:r>
      <w:r w:rsidR="002E58D3" w:rsidRPr="006C0B2F">
        <w:rPr>
          <w:szCs w:val="40"/>
        </w:rPr>
        <w:t xml:space="preserve">у нас </w:t>
      </w:r>
      <w:r w:rsidRPr="006C0B2F">
        <w:rPr>
          <w:szCs w:val="40"/>
        </w:rPr>
        <w:t>около 70 процентов экономики –</w:t>
      </w:r>
      <w:r w:rsidR="002E58D3" w:rsidRPr="006C0B2F">
        <w:rPr>
          <w:szCs w:val="40"/>
        </w:rPr>
        <w:t xml:space="preserve"> это государственная экономика. И</w:t>
      </w:r>
      <w:r w:rsidRPr="006C0B2F">
        <w:rPr>
          <w:szCs w:val="40"/>
        </w:rPr>
        <w:t xml:space="preserve"> поэтому нам нужно понимать, что государство должно вкладываться в развитие квалификаций и в оценку квалификации персонала. </w:t>
      </w:r>
      <w:r w:rsidR="008F7F9F" w:rsidRPr="006C0B2F">
        <w:rPr>
          <w:szCs w:val="40"/>
        </w:rPr>
        <w:t>М</w:t>
      </w:r>
      <w:r w:rsidRPr="006C0B2F">
        <w:rPr>
          <w:szCs w:val="40"/>
        </w:rPr>
        <w:t>ы сделали предложение по включению в программу занятости позиций, связанных с созданием многоцелевых, многопрофиль</w:t>
      </w:r>
      <w:r w:rsidR="008F7F9F" w:rsidRPr="006C0B2F">
        <w:rPr>
          <w:szCs w:val="40"/>
        </w:rPr>
        <w:t>ных центров оценки квалификации, и сделали определенные расчеты. Т</w:t>
      </w:r>
      <w:r w:rsidRPr="006C0B2F">
        <w:rPr>
          <w:szCs w:val="40"/>
        </w:rPr>
        <w:t>а</w:t>
      </w:r>
      <w:r w:rsidR="008F7F9F" w:rsidRPr="006C0B2F">
        <w:rPr>
          <w:szCs w:val="40"/>
        </w:rPr>
        <w:t>кже они будут представлены в К</w:t>
      </w:r>
      <w:r w:rsidRPr="006C0B2F">
        <w:rPr>
          <w:szCs w:val="40"/>
        </w:rPr>
        <w:t>омитет по</w:t>
      </w:r>
      <w:r w:rsidR="008F7F9F" w:rsidRPr="006C0B2F">
        <w:rPr>
          <w:szCs w:val="40"/>
        </w:rPr>
        <w:t xml:space="preserve"> труду. И я очень надеюсь, что К</w:t>
      </w:r>
      <w:r w:rsidRPr="006C0B2F">
        <w:rPr>
          <w:szCs w:val="40"/>
        </w:rPr>
        <w:t>ом</w:t>
      </w:r>
      <w:r w:rsidR="00CE72F2" w:rsidRPr="006C0B2F">
        <w:rPr>
          <w:szCs w:val="40"/>
        </w:rPr>
        <w:t>итет поддержит эти предложения.</w:t>
      </w:r>
    </w:p>
    <w:p w:rsidR="006F005A" w:rsidRPr="006C0B2F" w:rsidRDefault="006F005A" w:rsidP="00ED5B66">
      <w:pPr>
        <w:spacing w:line="360" w:lineRule="auto"/>
        <w:rPr>
          <w:szCs w:val="40"/>
        </w:rPr>
      </w:pPr>
      <w:r w:rsidRPr="006C0B2F">
        <w:rPr>
          <w:szCs w:val="40"/>
        </w:rPr>
        <w:t>Нам нужно развивать, конечно, системы мониторинг</w:t>
      </w:r>
      <w:r w:rsidR="005D6D78" w:rsidRPr="006C0B2F">
        <w:rPr>
          <w:szCs w:val="40"/>
        </w:rPr>
        <w:t>а</w:t>
      </w:r>
      <w:r w:rsidRPr="006C0B2F">
        <w:rPr>
          <w:szCs w:val="40"/>
        </w:rPr>
        <w:t>, потому что у нас эти системы ведутся и государс</w:t>
      </w:r>
      <w:r w:rsidR="005D6D78" w:rsidRPr="006C0B2F">
        <w:rPr>
          <w:szCs w:val="40"/>
        </w:rPr>
        <w:t>твенными органами, и в регионах. Н</w:t>
      </w:r>
      <w:r w:rsidRPr="006C0B2F">
        <w:rPr>
          <w:szCs w:val="40"/>
        </w:rPr>
        <w:t>едавно на заседании рабочей группы Государственного сов</w:t>
      </w:r>
      <w:r w:rsidR="005D6D78" w:rsidRPr="006C0B2F">
        <w:rPr>
          <w:szCs w:val="40"/>
        </w:rPr>
        <w:t>ета эти вопросы рассматривались. Объединения работодателей</w:t>
      </w:r>
      <w:r w:rsidRPr="006C0B2F">
        <w:rPr>
          <w:szCs w:val="40"/>
        </w:rPr>
        <w:t xml:space="preserve"> в с</w:t>
      </w:r>
      <w:r w:rsidR="005D6D78" w:rsidRPr="006C0B2F">
        <w:rPr>
          <w:szCs w:val="40"/>
        </w:rPr>
        <w:t>оответствии с законодательством должны</w:t>
      </w:r>
      <w:r w:rsidRPr="006C0B2F">
        <w:rPr>
          <w:szCs w:val="40"/>
        </w:rPr>
        <w:t xml:space="preserve"> вести эти мониторинги совета по профессиональным квалификациям. Поэтому нам нужно, конечно, объединять ту информацию, те ресурсы, которые проводят разные мониторинги для того, чтобы все могли пользоваться доступной информацией. </w:t>
      </w:r>
      <w:r w:rsidR="005154BE" w:rsidRPr="006C0B2F">
        <w:rPr>
          <w:szCs w:val="40"/>
        </w:rPr>
        <w:t>Если мы развиваем (</w:t>
      </w:r>
      <w:r w:rsidRPr="006C0B2F">
        <w:rPr>
          <w:szCs w:val="40"/>
        </w:rPr>
        <w:t xml:space="preserve">а мы развиваем </w:t>
      </w:r>
      <w:r w:rsidR="003B77C4" w:rsidRPr="006C0B2F">
        <w:rPr>
          <w:szCs w:val="40"/>
        </w:rPr>
        <w:t>Н</w:t>
      </w:r>
      <w:r w:rsidRPr="006C0B2F">
        <w:rPr>
          <w:szCs w:val="40"/>
        </w:rPr>
        <w:t>ациональную систему квалификаций</w:t>
      </w:r>
      <w:r w:rsidR="005154BE" w:rsidRPr="006C0B2F">
        <w:rPr>
          <w:szCs w:val="40"/>
        </w:rPr>
        <w:t>)</w:t>
      </w:r>
      <w:r w:rsidRPr="006C0B2F">
        <w:rPr>
          <w:szCs w:val="40"/>
        </w:rPr>
        <w:t xml:space="preserve">, </w:t>
      </w:r>
      <w:r w:rsidR="005154BE" w:rsidRPr="006C0B2F">
        <w:rPr>
          <w:szCs w:val="40"/>
        </w:rPr>
        <w:t xml:space="preserve">то </w:t>
      </w:r>
      <w:r w:rsidRPr="006C0B2F">
        <w:rPr>
          <w:szCs w:val="40"/>
        </w:rPr>
        <w:t xml:space="preserve">нам нужно, чтобы это было в разрезе квалификаций, а не профессий или рабочих мест, потому что все </w:t>
      </w:r>
      <w:r w:rsidR="003B77C4" w:rsidRPr="006C0B2F">
        <w:rPr>
          <w:szCs w:val="40"/>
        </w:rPr>
        <w:t>у нас идет от содержания труда.</w:t>
      </w:r>
    </w:p>
    <w:p w:rsidR="006F005A" w:rsidRPr="006C0B2F" w:rsidRDefault="006F005A" w:rsidP="00ED5B66">
      <w:pPr>
        <w:spacing w:line="360" w:lineRule="auto"/>
        <w:rPr>
          <w:szCs w:val="40"/>
        </w:rPr>
      </w:pPr>
      <w:r w:rsidRPr="006C0B2F">
        <w:rPr>
          <w:szCs w:val="40"/>
        </w:rPr>
        <w:t>Что нам ещё нужно развивать? Конечно, очень важно, чтобы мы могли стимулировать работодателей для использования результатов не</w:t>
      </w:r>
      <w:r w:rsidR="00B542A3" w:rsidRPr="006C0B2F">
        <w:rPr>
          <w:szCs w:val="40"/>
        </w:rPr>
        <w:t>зависимой оценки квалификаци</w:t>
      </w:r>
      <w:r w:rsidR="0092258F" w:rsidRPr="006C0B2F">
        <w:rPr>
          <w:szCs w:val="40"/>
        </w:rPr>
        <w:t>и</w:t>
      </w:r>
      <w:r w:rsidRPr="006C0B2F">
        <w:rPr>
          <w:szCs w:val="40"/>
        </w:rPr>
        <w:t xml:space="preserve"> не только работников, но и тех людей, которых они берут на работу, потому что работодатель, рассматривая вакансии, должен иметь возможность направить человека на независимую оценку и принять того, кто соответствует той квалификации, которая ему нужна. А сейчас </w:t>
      </w:r>
      <w:r w:rsidRPr="006C0B2F">
        <w:rPr>
          <w:szCs w:val="40"/>
        </w:rPr>
        <w:lastRenderedPageBreak/>
        <w:t>работодатель такой возможности лишен, во всяком случае, лишен возможности отнести эти расходы к себе на затраты. И поэтому льготу для рабо</w:t>
      </w:r>
      <w:r w:rsidR="00CB4021" w:rsidRPr="006C0B2F">
        <w:rPr>
          <w:szCs w:val="40"/>
        </w:rPr>
        <w:t>тодателей необходимо развивать.</w:t>
      </w:r>
    </w:p>
    <w:p w:rsidR="006F005A" w:rsidRPr="006C0B2F" w:rsidRDefault="006F005A" w:rsidP="00ED5B66">
      <w:pPr>
        <w:spacing w:line="360" w:lineRule="auto"/>
        <w:rPr>
          <w:szCs w:val="40"/>
        </w:rPr>
      </w:pPr>
      <w:r w:rsidRPr="006C0B2F">
        <w:rPr>
          <w:szCs w:val="40"/>
        </w:rPr>
        <w:t>Нам</w:t>
      </w:r>
      <w:r w:rsidR="00D722D4" w:rsidRPr="006C0B2F">
        <w:rPr>
          <w:szCs w:val="40"/>
        </w:rPr>
        <w:t xml:space="preserve"> с вами</w:t>
      </w:r>
      <w:r w:rsidRPr="006C0B2F">
        <w:rPr>
          <w:szCs w:val="40"/>
        </w:rPr>
        <w:t>, конечно, важно понимать, что и содержание независимой оценки квалификаци</w:t>
      </w:r>
      <w:r w:rsidR="00941E04" w:rsidRPr="006C0B2F">
        <w:rPr>
          <w:szCs w:val="40"/>
        </w:rPr>
        <w:t>и</w:t>
      </w:r>
      <w:r w:rsidRPr="006C0B2F">
        <w:rPr>
          <w:szCs w:val="40"/>
        </w:rPr>
        <w:t xml:space="preserve"> нужно развивать, и то количество оценочных средств, которыми сейчас пользуются центры оценки квалификаций, нуждается в дополнении, в расширении. Это очень серьезный материалоемкий труд советов по профессиональным квалификациям,</w:t>
      </w:r>
      <w:r w:rsidR="00E5466A" w:rsidRPr="006C0B2F">
        <w:rPr>
          <w:szCs w:val="40"/>
        </w:rPr>
        <w:t xml:space="preserve"> который нужно поддерживать. М</w:t>
      </w:r>
      <w:r w:rsidRPr="006C0B2F">
        <w:rPr>
          <w:szCs w:val="40"/>
        </w:rPr>
        <w:t>ы подготовим специаль</w:t>
      </w:r>
      <w:r w:rsidR="00E5466A" w:rsidRPr="006C0B2F">
        <w:rPr>
          <w:szCs w:val="40"/>
        </w:rPr>
        <w:t>ные предложения по этому поводу. М</w:t>
      </w:r>
      <w:r w:rsidRPr="006C0B2F">
        <w:rPr>
          <w:szCs w:val="40"/>
        </w:rPr>
        <w:t>ожет быть, в качестве одного из предложени</w:t>
      </w:r>
      <w:r w:rsidR="00E5466A" w:rsidRPr="006C0B2F">
        <w:rPr>
          <w:szCs w:val="40"/>
        </w:rPr>
        <w:t>й, если вы поддержите, провести (</w:t>
      </w:r>
      <w:r w:rsidRPr="006C0B2F">
        <w:rPr>
          <w:szCs w:val="40"/>
        </w:rPr>
        <w:t>так как вы понимаете, большое количество желающих выступить</w:t>
      </w:r>
      <w:r w:rsidR="00E5466A" w:rsidRPr="006C0B2F">
        <w:rPr>
          <w:szCs w:val="40"/>
        </w:rPr>
        <w:t>)</w:t>
      </w:r>
      <w:r w:rsidRPr="006C0B2F">
        <w:rPr>
          <w:szCs w:val="40"/>
        </w:rPr>
        <w:t xml:space="preserve">, может быть, парламентские слушания через какое-то время, когда мы накопим ещё больше информации, которую можно было бы презентовать уже всей Государственной Думе, потому что действительно </w:t>
      </w:r>
      <w:r w:rsidR="00941E04" w:rsidRPr="006C0B2F">
        <w:rPr>
          <w:szCs w:val="40"/>
        </w:rPr>
        <w:t>Н</w:t>
      </w:r>
      <w:r w:rsidRPr="006C0B2F">
        <w:rPr>
          <w:szCs w:val="40"/>
        </w:rPr>
        <w:t>ациональная система квалификаций – это дело всего государства, всей страны и каждого участника, и каждого жителя нашей Российской Федерации. Спасиб</w:t>
      </w:r>
      <w:r w:rsidR="00B05C5B" w:rsidRPr="006C0B2F">
        <w:rPr>
          <w:szCs w:val="40"/>
        </w:rPr>
        <w:t>о.</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Спасибо.</w:t>
      </w:r>
    </w:p>
    <w:p w:rsidR="006F005A" w:rsidRPr="006C0B2F" w:rsidRDefault="006F005A" w:rsidP="00ED5B66">
      <w:pPr>
        <w:spacing w:line="360" w:lineRule="auto"/>
        <w:rPr>
          <w:szCs w:val="40"/>
        </w:rPr>
      </w:pPr>
      <w:r w:rsidRPr="006C0B2F">
        <w:rPr>
          <w:szCs w:val="40"/>
        </w:rPr>
        <w:t>Часы,</w:t>
      </w:r>
      <w:r w:rsidR="00B05C5B" w:rsidRPr="006C0B2F">
        <w:rPr>
          <w:szCs w:val="40"/>
        </w:rPr>
        <w:t xml:space="preserve"> оказывается, неправильно идут.</w:t>
      </w:r>
    </w:p>
    <w:p w:rsidR="006F005A" w:rsidRPr="006C0B2F" w:rsidRDefault="006F005A" w:rsidP="00ED5B66">
      <w:pPr>
        <w:spacing w:line="360" w:lineRule="auto"/>
        <w:rPr>
          <w:szCs w:val="40"/>
        </w:rPr>
      </w:pPr>
      <w:r w:rsidRPr="006C0B2F">
        <w:rPr>
          <w:szCs w:val="40"/>
        </w:rPr>
        <w:t>Я очень ко</w:t>
      </w:r>
      <w:r w:rsidR="00B05C5B" w:rsidRPr="006C0B2F">
        <w:rPr>
          <w:szCs w:val="40"/>
        </w:rPr>
        <w:t>ротко несколько тезисов озвучу.</w:t>
      </w:r>
    </w:p>
    <w:p w:rsidR="006F005A" w:rsidRPr="006C0B2F" w:rsidRDefault="006F005A" w:rsidP="00ED5B66">
      <w:pPr>
        <w:spacing w:line="360" w:lineRule="auto"/>
        <w:rPr>
          <w:szCs w:val="40"/>
        </w:rPr>
      </w:pPr>
      <w:r w:rsidRPr="006C0B2F">
        <w:rPr>
          <w:szCs w:val="40"/>
        </w:rPr>
        <w:t xml:space="preserve">Первое, что касается </w:t>
      </w:r>
      <w:r w:rsidRPr="006C0B2F">
        <w:rPr>
          <w:szCs w:val="40"/>
          <w:lang w:val="en-US"/>
        </w:rPr>
        <w:t>KPI</w:t>
      </w:r>
      <w:r w:rsidRPr="006C0B2F">
        <w:rPr>
          <w:szCs w:val="40"/>
        </w:rPr>
        <w:t>. Подобное предложение было напр</w:t>
      </w:r>
      <w:r w:rsidR="0065379D" w:rsidRPr="006C0B2F">
        <w:rPr>
          <w:szCs w:val="40"/>
        </w:rPr>
        <w:t xml:space="preserve">авлено, в том числе, и в адрес </w:t>
      </w:r>
      <w:r w:rsidR="006F585F" w:rsidRPr="006C0B2F">
        <w:rPr>
          <w:szCs w:val="40"/>
        </w:rPr>
        <w:t xml:space="preserve">Национального </w:t>
      </w:r>
      <w:r w:rsidR="0065379D" w:rsidRPr="006C0B2F">
        <w:rPr>
          <w:szCs w:val="40"/>
        </w:rPr>
        <w:t>Совета. У нас эксперты в Э</w:t>
      </w:r>
      <w:r w:rsidRPr="006C0B2F">
        <w:rPr>
          <w:szCs w:val="40"/>
        </w:rPr>
        <w:t xml:space="preserve">кспертном совете, проведя </w:t>
      </w:r>
      <w:r w:rsidR="0065379D" w:rsidRPr="006C0B2F">
        <w:rPr>
          <w:szCs w:val="40"/>
        </w:rPr>
        <w:t xml:space="preserve">определенный </w:t>
      </w:r>
      <w:r w:rsidRPr="006C0B2F">
        <w:rPr>
          <w:szCs w:val="40"/>
        </w:rPr>
        <w:t xml:space="preserve">мониторинг, свое предложение дали. И здесь лично я считаю, что </w:t>
      </w:r>
      <w:r w:rsidR="00244B68" w:rsidRPr="006C0B2F">
        <w:rPr>
          <w:szCs w:val="40"/>
        </w:rPr>
        <w:t xml:space="preserve">это </w:t>
      </w:r>
      <w:r w:rsidRPr="006C0B2F">
        <w:rPr>
          <w:szCs w:val="40"/>
        </w:rPr>
        <w:t xml:space="preserve">правильно, потому </w:t>
      </w:r>
      <w:r w:rsidR="00244B68" w:rsidRPr="006C0B2F">
        <w:rPr>
          <w:szCs w:val="40"/>
        </w:rPr>
        <w:t>что</w:t>
      </w:r>
      <w:r w:rsidRPr="006C0B2F">
        <w:rPr>
          <w:szCs w:val="40"/>
        </w:rPr>
        <w:t xml:space="preserve"> многие в регионах вообще, по-моему, недооценив</w:t>
      </w:r>
      <w:r w:rsidR="00244B68" w:rsidRPr="006C0B2F">
        <w:rPr>
          <w:szCs w:val="40"/>
        </w:rPr>
        <w:t xml:space="preserve">ают и не понимают, </w:t>
      </w:r>
      <w:r w:rsidRPr="006C0B2F">
        <w:rPr>
          <w:szCs w:val="40"/>
        </w:rPr>
        <w:t>действуют по принципу</w:t>
      </w:r>
      <w:r w:rsidR="00244B68" w:rsidRPr="006C0B2F">
        <w:rPr>
          <w:szCs w:val="40"/>
        </w:rPr>
        <w:t xml:space="preserve"> </w:t>
      </w:r>
      <w:r w:rsidR="00033170" w:rsidRPr="006C0B2F">
        <w:rPr>
          <w:szCs w:val="40"/>
        </w:rPr>
        <w:t>«</w:t>
      </w:r>
      <w:r w:rsidRPr="006C0B2F">
        <w:rPr>
          <w:szCs w:val="40"/>
        </w:rPr>
        <w:t>пока гром не грянет</w:t>
      </w:r>
      <w:r w:rsidR="00244B68" w:rsidRPr="006C0B2F">
        <w:rPr>
          <w:szCs w:val="40"/>
        </w:rPr>
        <w:t>…</w:t>
      </w:r>
      <w:r w:rsidR="00033170" w:rsidRPr="006C0B2F">
        <w:rPr>
          <w:szCs w:val="40"/>
        </w:rPr>
        <w:t>»</w:t>
      </w:r>
      <w:r w:rsidR="00B102B5" w:rsidRPr="006C0B2F">
        <w:rPr>
          <w:szCs w:val="40"/>
        </w:rPr>
        <w:t xml:space="preserve"> и так далее.</w:t>
      </w:r>
    </w:p>
    <w:p w:rsidR="006F005A" w:rsidRPr="006C0B2F" w:rsidRDefault="006F005A" w:rsidP="00ED5B66">
      <w:pPr>
        <w:spacing w:line="360" w:lineRule="auto"/>
        <w:rPr>
          <w:szCs w:val="40"/>
        </w:rPr>
      </w:pPr>
      <w:r w:rsidRPr="006C0B2F">
        <w:rPr>
          <w:szCs w:val="40"/>
          <w:u w:val="single"/>
        </w:rPr>
        <w:tab/>
      </w:r>
      <w:r w:rsidRPr="006C0B2F">
        <w:rPr>
          <w:szCs w:val="40"/>
          <w:u w:val="single"/>
        </w:rPr>
        <w:tab/>
        <w:t>.</w:t>
      </w:r>
      <w:r w:rsidRPr="006C0B2F">
        <w:rPr>
          <w:szCs w:val="40"/>
        </w:rPr>
        <w:t xml:space="preserve"> (Не слышно.). </w:t>
      </w:r>
    </w:p>
    <w:p w:rsidR="006F005A" w:rsidRPr="006C0B2F" w:rsidRDefault="006F005A" w:rsidP="00ED5B66">
      <w:pPr>
        <w:spacing w:line="360" w:lineRule="auto"/>
        <w:rPr>
          <w:szCs w:val="40"/>
        </w:rPr>
      </w:pPr>
      <w:r w:rsidRPr="006C0B2F">
        <w:rPr>
          <w:szCs w:val="40"/>
          <w:u w:val="single"/>
        </w:rPr>
        <w:lastRenderedPageBreak/>
        <w:t>Председательствующий.</w:t>
      </w:r>
      <w:r w:rsidRPr="006C0B2F">
        <w:rPr>
          <w:szCs w:val="40"/>
        </w:rPr>
        <w:t xml:space="preserve"> Да, это второй тезис, который я хотел сказать. Тоже передайте</w:t>
      </w:r>
      <w:r w:rsidR="002D6AA7" w:rsidRPr="006C0B2F">
        <w:rPr>
          <w:szCs w:val="40"/>
        </w:rPr>
        <w:t xml:space="preserve"> материалы, пожалуйста, мы также их</w:t>
      </w:r>
      <w:r w:rsidRPr="006C0B2F">
        <w:rPr>
          <w:szCs w:val="40"/>
        </w:rPr>
        <w:t xml:space="preserve"> разместим, чтобы можно был</w:t>
      </w:r>
      <w:r w:rsidR="006F585F" w:rsidRPr="006C0B2F">
        <w:rPr>
          <w:szCs w:val="40"/>
        </w:rPr>
        <w:t>о в онлайн режиме пользоваться.</w:t>
      </w:r>
    </w:p>
    <w:p w:rsidR="006F005A" w:rsidRPr="006C0B2F" w:rsidRDefault="006F005A" w:rsidP="00ED5B66">
      <w:pPr>
        <w:spacing w:line="360" w:lineRule="auto"/>
        <w:rPr>
          <w:szCs w:val="40"/>
        </w:rPr>
      </w:pPr>
      <w:r w:rsidRPr="006C0B2F">
        <w:rPr>
          <w:szCs w:val="40"/>
        </w:rPr>
        <w:t xml:space="preserve">Что </w:t>
      </w:r>
      <w:r w:rsidR="00A01D36" w:rsidRPr="006C0B2F">
        <w:rPr>
          <w:szCs w:val="40"/>
        </w:rPr>
        <w:t>касается парламентских слушаний, д</w:t>
      </w:r>
      <w:r w:rsidRPr="006C0B2F">
        <w:rPr>
          <w:szCs w:val="40"/>
        </w:rPr>
        <w:t>авайте в любой форме это проводить. Почему? Потому что если провести опрос среди депутатов, я убежден, абсолютное большинство вообще не понимает, о чем идет р</w:t>
      </w:r>
      <w:r w:rsidR="00A01D36" w:rsidRPr="006C0B2F">
        <w:rPr>
          <w:szCs w:val="40"/>
        </w:rPr>
        <w:t>ечь. Я имею в виду не депутатов К</w:t>
      </w:r>
      <w:r w:rsidRPr="006C0B2F">
        <w:rPr>
          <w:szCs w:val="40"/>
        </w:rPr>
        <w:t>омитета, а депутат</w:t>
      </w:r>
      <w:r w:rsidR="00A01D36" w:rsidRPr="006C0B2F">
        <w:rPr>
          <w:szCs w:val="40"/>
        </w:rPr>
        <w:t>ов, которые из других комитетов. Какой Н</w:t>
      </w:r>
      <w:r w:rsidRPr="006C0B2F">
        <w:rPr>
          <w:szCs w:val="40"/>
        </w:rPr>
        <w:t xml:space="preserve">ациональный совет, какие </w:t>
      </w:r>
      <w:r w:rsidR="00BF3AD3" w:rsidRPr="006C0B2F">
        <w:rPr>
          <w:szCs w:val="40"/>
        </w:rPr>
        <w:t>проф</w:t>
      </w:r>
      <w:r w:rsidRPr="006C0B2F">
        <w:rPr>
          <w:szCs w:val="40"/>
        </w:rPr>
        <w:t xml:space="preserve">стандарты, </w:t>
      </w:r>
      <w:r w:rsidR="00A01D36" w:rsidRPr="006C0B2F">
        <w:rPr>
          <w:szCs w:val="40"/>
        </w:rPr>
        <w:t>какой справочник профессий?</w:t>
      </w:r>
      <w:r w:rsidRPr="006C0B2F">
        <w:rPr>
          <w:szCs w:val="40"/>
        </w:rPr>
        <w:t xml:space="preserve"> Вообще, для кого-то справочник профессий – это ещё что-то</w:t>
      </w:r>
      <w:r w:rsidR="00A01D36" w:rsidRPr="006C0B2F">
        <w:rPr>
          <w:szCs w:val="40"/>
        </w:rPr>
        <w:t xml:space="preserve"> такое прошлое, советское. Т</w:t>
      </w:r>
      <w:r w:rsidRPr="006C0B2F">
        <w:rPr>
          <w:szCs w:val="40"/>
        </w:rPr>
        <w:t xml:space="preserve">ак и есть, это идет с советского времени, но как система трансформируется, большинство просто не понимает. В регионах, видимо, тоже этому уделяют недостаточно внимания, поэтому любые формы мы готовы </w:t>
      </w:r>
      <w:r w:rsidR="008C265D" w:rsidRPr="006C0B2F">
        <w:rPr>
          <w:szCs w:val="40"/>
        </w:rPr>
        <w:t xml:space="preserve">поддержать </w:t>
      </w:r>
      <w:r w:rsidRPr="006C0B2F">
        <w:rPr>
          <w:szCs w:val="40"/>
        </w:rPr>
        <w:t>здесь, на площадках Государственной Думы</w:t>
      </w:r>
      <w:r w:rsidR="008C265D" w:rsidRPr="006C0B2F">
        <w:rPr>
          <w:szCs w:val="40"/>
        </w:rPr>
        <w:t>. Д</w:t>
      </w:r>
      <w:r w:rsidRPr="006C0B2F">
        <w:rPr>
          <w:szCs w:val="40"/>
        </w:rPr>
        <w:t>авайте также это зафиксир</w:t>
      </w:r>
      <w:r w:rsidR="00B102B5" w:rsidRPr="006C0B2F">
        <w:rPr>
          <w:szCs w:val="40"/>
        </w:rPr>
        <w:t>уем в итоговом нашем документе.</w:t>
      </w:r>
    </w:p>
    <w:p w:rsidR="006F005A" w:rsidRPr="006C0B2F" w:rsidRDefault="00BF3AD3" w:rsidP="00ED5B66">
      <w:pPr>
        <w:spacing w:line="360" w:lineRule="auto"/>
        <w:rPr>
          <w:szCs w:val="40"/>
        </w:rPr>
      </w:pPr>
      <w:r w:rsidRPr="006C0B2F">
        <w:rPr>
          <w:szCs w:val="40"/>
        </w:rPr>
        <w:t>Спасибо за выступление.</w:t>
      </w:r>
    </w:p>
    <w:p w:rsidR="006F005A" w:rsidRPr="006C0B2F" w:rsidRDefault="006F005A" w:rsidP="00ED5B66">
      <w:pPr>
        <w:spacing w:line="360" w:lineRule="auto"/>
        <w:rPr>
          <w:szCs w:val="40"/>
        </w:rPr>
      </w:pPr>
      <w:r w:rsidRPr="006C0B2F">
        <w:rPr>
          <w:szCs w:val="40"/>
        </w:rPr>
        <w:t>Слово предоставляется Ангелине Владимировне Волковой, она является ответстве</w:t>
      </w:r>
      <w:r w:rsidR="00DB1721" w:rsidRPr="006C0B2F">
        <w:rPr>
          <w:szCs w:val="40"/>
        </w:rPr>
        <w:t>нным секретарем рабочей группы Н</w:t>
      </w:r>
      <w:r w:rsidRPr="006C0B2F">
        <w:rPr>
          <w:szCs w:val="40"/>
        </w:rPr>
        <w:t>ац</w:t>
      </w:r>
      <w:r w:rsidR="00BE6F27" w:rsidRPr="006C0B2F">
        <w:rPr>
          <w:szCs w:val="40"/>
        </w:rPr>
        <w:t xml:space="preserve">ионального </w:t>
      </w:r>
      <w:r w:rsidRPr="006C0B2F">
        <w:rPr>
          <w:szCs w:val="40"/>
        </w:rPr>
        <w:t>совета и секретарем Совета по профессиональным квалификациям в наноиндустрии. Пожалуйста.</w:t>
      </w:r>
    </w:p>
    <w:p w:rsidR="006F005A" w:rsidRPr="006C0B2F" w:rsidRDefault="006F005A" w:rsidP="00ED5B66">
      <w:pPr>
        <w:spacing w:line="360" w:lineRule="auto"/>
        <w:rPr>
          <w:szCs w:val="40"/>
        </w:rPr>
      </w:pPr>
      <w:r w:rsidRPr="006C0B2F">
        <w:rPr>
          <w:szCs w:val="40"/>
          <w:u w:val="single"/>
        </w:rPr>
        <w:t>Волкова А.В.</w:t>
      </w:r>
      <w:r w:rsidRPr="006C0B2F">
        <w:rPr>
          <w:szCs w:val="40"/>
        </w:rPr>
        <w:t xml:space="preserve"> Да. Спасибо, Ярослав Евгеньевич.</w:t>
      </w:r>
    </w:p>
    <w:p w:rsidR="006F005A" w:rsidRPr="006C0B2F" w:rsidRDefault="006F005A" w:rsidP="00ED5B66">
      <w:pPr>
        <w:spacing w:line="360" w:lineRule="auto"/>
        <w:rPr>
          <w:szCs w:val="40"/>
        </w:rPr>
      </w:pPr>
      <w:r w:rsidRPr="006C0B2F">
        <w:rPr>
          <w:szCs w:val="40"/>
        </w:rPr>
        <w:t xml:space="preserve">Коллеги, добрый день. Спасибо, что собрали такой </w:t>
      </w:r>
      <w:r w:rsidR="00033170" w:rsidRPr="006C0B2F">
        <w:rPr>
          <w:szCs w:val="40"/>
        </w:rPr>
        <w:t>«</w:t>
      </w:r>
      <w:r w:rsidRPr="006C0B2F">
        <w:rPr>
          <w:szCs w:val="40"/>
        </w:rPr>
        <w:t>круглый стол</w:t>
      </w:r>
      <w:r w:rsidR="00033170" w:rsidRPr="006C0B2F">
        <w:rPr>
          <w:szCs w:val="40"/>
        </w:rPr>
        <w:t>»</w:t>
      </w:r>
      <w:r w:rsidRPr="006C0B2F">
        <w:rPr>
          <w:szCs w:val="40"/>
        </w:rPr>
        <w:t>. Я несколько тезисов обозначу.</w:t>
      </w:r>
    </w:p>
    <w:p w:rsidR="006F005A" w:rsidRPr="006C0B2F" w:rsidRDefault="006F005A" w:rsidP="00ED5B66">
      <w:pPr>
        <w:spacing w:line="360" w:lineRule="auto"/>
        <w:rPr>
          <w:szCs w:val="40"/>
        </w:rPr>
      </w:pPr>
      <w:r w:rsidRPr="006C0B2F">
        <w:rPr>
          <w:szCs w:val="40"/>
        </w:rPr>
        <w:t>Наш совет образован пять лет назад, и</w:t>
      </w:r>
      <w:r w:rsidR="006D1C41" w:rsidRPr="006C0B2F">
        <w:rPr>
          <w:szCs w:val="40"/>
        </w:rPr>
        <w:t>,</w:t>
      </w:r>
      <w:r w:rsidRPr="006C0B2F">
        <w:rPr>
          <w:szCs w:val="40"/>
        </w:rPr>
        <w:t xml:space="preserve"> собственно говоря, степень развития зрелости нашего совета, наверное, уже вышла за те рамки, которые</w:t>
      </w:r>
      <w:r w:rsidR="006D1C41" w:rsidRPr="006C0B2F">
        <w:rPr>
          <w:szCs w:val="40"/>
        </w:rPr>
        <w:t xml:space="preserve"> </w:t>
      </w:r>
      <w:r w:rsidRPr="006C0B2F">
        <w:rPr>
          <w:szCs w:val="40"/>
        </w:rPr>
        <w:t>характерны для тех советов, которые сформированы</w:t>
      </w:r>
      <w:r w:rsidR="006D1C41" w:rsidRPr="006C0B2F">
        <w:rPr>
          <w:szCs w:val="40"/>
        </w:rPr>
        <w:t xml:space="preserve"> позже</w:t>
      </w:r>
      <w:r w:rsidRPr="006C0B2F">
        <w:rPr>
          <w:szCs w:val="40"/>
        </w:rPr>
        <w:t>.</w:t>
      </w:r>
      <w:r w:rsidR="005842CE" w:rsidRPr="006C0B2F">
        <w:rPr>
          <w:szCs w:val="40"/>
        </w:rPr>
        <w:t xml:space="preserve"> </w:t>
      </w:r>
      <w:r w:rsidRPr="006C0B2F">
        <w:rPr>
          <w:szCs w:val="40"/>
        </w:rPr>
        <w:t>Мы изначально шли по программно-целевому подходу, у нас была разработана программа развития системы оцен</w:t>
      </w:r>
      <w:r w:rsidR="005842CE" w:rsidRPr="006C0B2F">
        <w:rPr>
          <w:szCs w:val="40"/>
        </w:rPr>
        <w:t>ки квалификаций в наноиндустрии. С</w:t>
      </w:r>
      <w:r w:rsidRPr="006C0B2F">
        <w:rPr>
          <w:szCs w:val="40"/>
        </w:rPr>
        <w:t>ейчас у нас запущен уже второй цикл этой программы.</w:t>
      </w:r>
    </w:p>
    <w:p w:rsidR="006F005A" w:rsidRPr="006C0B2F" w:rsidRDefault="006F005A" w:rsidP="00ED5B66">
      <w:pPr>
        <w:spacing w:line="360" w:lineRule="auto"/>
        <w:rPr>
          <w:szCs w:val="40"/>
        </w:rPr>
      </w:pPr>
      <w:r w:rsidRPr="006C0B2F">
        <w:rPr>
          <w:szCs w:val="40"/>
        </w:rPr>
        <w:lastRenderedPageBreak/>
        <w:t>Если изначально мы очень плотно занимались нормативной и организационной основой, о</w:t>
      </w:r>
      <w:r w:rsidR="00E5375D" w:rsidRPr="006C0B2F">
        <w:rPr>
          <w:szCs w:val="40"/>
        </w:rPr>
        <w:t>бучением экспертов, формированием экспертного пула и созданием</w:t>
      </w:r>
      <w:r w:rsidRPr="006C0B2F">
        <w:rPr>
          <w:szCs w:val="40"/>
        </w:rPr>
        <w:t xml:space="preserve"> сети центров оценки квалификаций, экзаменационных центров, и на сегодняшний день можно констатировать, что это всё создано, то дальше нас стали интересовать вопросы практического применения этих инструментов и тех возможностей, которые предоставляет </w:t>
      </w:r>
      <w:r w:rsidR="004D2697" w:rsidRPr="006C0B2F">
        <w:rPr>
          <w:szCs w:val="40"/>
        </w:rPr>
        <w:t>Н</w:t>
      </w:r>
      <w:r w:rsidRPr="006C0B2F">
        <w:rPr>
          <w:szCs w:val="40"/>
        </w:rPr>
        <w:t>ациональная система квалификаций.</w:t>
      </w:r>
      <w:r w:rsidR="00E5375D" w:rsidRPr="006C0B2F">
        <w:rPr>
          <w:szCs w:val="40"/>
        </w:rPr>
        <w:t xml:space="preserve"> </w:t>
      </w:r>
      <w:r w:rsidRPr="006C0B2F">
        <w:rPr>
          <w:szCs w:val="40"/>
        </w:rPr>
        <w:t xml:space="preserve">И здесь мы благодарны Национальному агентству развития квалификаций, потому что мы зачастую выступали </w:t>
      </w:r>
      <w:r w:rsidR="00033170" w:rsidRPr="006C0B2F">
        <w:rPr>
          <w:szCs w:val="40"/>
        </w:rPr>
        <w:t>«</w:t>
      </w:r>
      <w:r w:rsidRPr="006C0B2F">
        <w:rPr>
          <w:szCs w:val="40"/>
        </w:rPr>
        <w:t>пилотными</w:t>
      </w:r>
      <w:r w:rsidR="00033170" w:rsidRPr="006C0B2F">
        <w:rPr>
          <w:szCs w:val="40"/>
        </w:rPr>
        <w:t>»</w:t>
      </w:r>
      <w:r w:rsidRPr="006C0B2F">
        <w:rPr>
          <w:szCs w:val="40"/>
        </w:rPr>
        <w:t xml:space="preserve"> или подопытными кроликами, когда отрабатывали</w:t>
      </w:r>
      <w:r w:rsidR="00F75FB5" w:rsidRPr="006C0B2F">
        <w:rPr>
          <w:szCs w:val="40"/>
        </w:rPr>
        <w:t>сь</w:t>
      </w:r>
      <w:r w:rsidRPr="006C0B2F">
        <w:rPr>
          <w:szCs w:val="40"/>
        </w:rPr>
        <w:t xml:space="preserve"> те или иные проекты совместно с НАРК.</w:t>
      </w:r>
    </w:p>
    <w:p w:rsidR="006F005A" w:rsidRPr="006C0B2F" w:rsidRDefault="006F005A" w:rsidP="00ED5B66">
      <w:pPr>
        <w:spacing w:line="360" w:lineRule="auto"/>
        <w:rPr>
          <w:szCs w:val="40"/>
        </w:rPr>
      </w:pPr>
      <w:r w:rsidRPr="006C0B2F">
        <w:rPr>
          <w:szCs w:val="40"/>
        </w:rPr>
        <w:t>Например, мы предложили модель многофункционального</w:t>
      </w:r>
      <w:r w:rsidR="00C42B72" w:rsidRPr="006C0B2F">
        <w:rPr>
          <w:szCs w:val="40"/>
        </w:rPr>
        <w:t xml:space="preserve"> центра</w:t>
      </w:r>
      <w:r w:rsidRPr="006C0B2F">
        <w:rPr>
          <w:szCs w:val="40"/>
        </w:rPr>
        <w:t>, функциональную модель центра оценки квалификаций</w:t>
      </w:r>
      <w:r w:rsidR="00C42B72" w:rsidRPr="006C0B2F">
        <w:rPr>
          <w:szCs w:val="40"/>
        </w:rPr>
        <w:t>. П</w:t>
      </w:r>
      <w:r w:rsidRPr="006C0B2F">
        <w:rPr>
          <w:szCs w:val="40"/>
        </w:rPr>
        <w:t>редполагаю, что центр оценки квалификаций не является исключительной организацией, кот</w:t>
      </w:r>
      <w:r w:rsidR="00C42B72" w:rsidRPr="006C0B2F">
        <w:rPr>
          <w:szCs w:val="40"/>
        </w:rPr>
        <w:t>орая будет заниматься оценкой,</w:t>
      </w:r>
      <w:r w:rsidRPr="006C0B2F">
        <w:rPr>
          <w:szCs w:val="40"/>
        </w:rPr>
        <w:t xml:space="preserve"> центр оценки квалификаций может стать своеобразным драйвером или центром развития в регионе системной квалификации.</w:t>
      </w:r>
      <w:r w:rsidR="008E662B" w:rsidRPr="006C0B2F">
        <w:rPr>
          <w:szCs w:val="40"/>
        </w:rPr>
        <w:t xml:space="preserve"> М</w:t>
      </w:r>
      <w:r w:rsidRPr="006C0B2F">
        <w:rPr>
          <w:szCs w:val="40"/>
        </w:rPr>
        <w:t xml:space="preserve">ы таким образом выращивали наши центры, наполняя их содержание той работой, которая была связана как раз с разработкой содержательного контента, то есть </w:t>
      </w:r>
      <w:r w:rsidR="008E662B" w:rsidRPr="006C0B2F">
        <w:rPr>
          <w:szCs w:val="40"/>
        </w:rPr>
        <w:t xml:space="preserve">- </w:t>
      </w:r>
      <w:r w:rsidRPr="006C0B2F">
        <w:rPr>
          <w:szCs w:val="40"/>
        </w:rPr>
        <w:t>квалификация, оценочные средства, обучение экспертов и так далее.</w:t>
      </w:r>
    </w:p>
    <w:p w:rsidR="006F005A" w:rsidRPr="006C0B2F" w:rsidRDefault="006F005A" w:rsidP="00ED5B66">
      <w:pPr>
        <w:spacing w:line="360" w:lineRule="auto"/>
        <w:rPr>
          <w:szCs w:val="40"/>
        </w:rPr>
      </w:pPr>
      <w:r w:rsidRPr="006C0B2F">
        <w:rPr>
          <w:szCs w:val="40"/>
        </w:rPr>
        <w:t>Точно так</w:t>
      </w:r>
      <w:r w:rsidR="00D449A5" w:rsidRPr="006C0B2F">
        <w:rPr>
          <w:szCs w:val="40"/>
        </w:rPr>
        <w:t xml:space="preserve"> </w:t>
      </w:r>
      <w:r w:rsidRPr="006C0B2F">
        <w:rPr>
          <w:szCs w:val="40"/>
        </w:rPr>
        <w:t>же мы разработали модель межотраслевого центра оценки квалиф</w:t>
      </w:r>
      <w:r w:rsidR="00D449A5" w:rsidRPr="006C0B2F">
        <w:rPr>
          <w:szCs w:val="40"/>
        </w:rPr>
        <w:t>икаци</w:t>
      </w:r>
      <w:r w:rsidR="001E3627" w:rsidRPr="006C0B2F">
        <w:rPr>
          <w:szCs w:val="40"/>
        </w:rPr>
        <w:t>й</w:t>
      </w:r>
      <w:r w:rsidRPr="006C0B2F">
        <w:rPr>
          <w:szCs w:val="40"/>
        </w:rPr>
        <w:t xml:space="preserve"> и даже запустили такой центр. К сожалению, он не очень взлетел в силу</w:t>
      </w:r>
      <w:r w:rsidR="00D449A5" w:rsidRPr="006C0B2F">
        <w:rPr>
          <w:szCs w:val="40"/>
        </w:rPr>
        <w:t xml:space="preserve"> того, что другой совет</w:t>
      </w:r>
      <w:r w:rsidRPr="006C0B2F">
        <w:rPr>
          <w:szCs w:val="40"/>
        </w:rPr>
        <w:t xml:space="preserve"> вошел, так сказать, в наши интересы, его зрелость не позволила дальше развиваться.</w:t>
      </w:r>
    </w:p>
    <w:p w:rsidR="006F005A" w:rsidRPr="006C0B2F" w:rsidRDefault="006F005A" w:rsidP="00ED5B66">
      <w:pPr>
        <w:spacing w:line="360" w:lineRule="auto"/>
        <w:rPr>
          <w:szCs w:val="40"/>
        </w:rPr>
      </w:pPr>
      <w:r w:rsidRPr="006C0B2F">
        <w:rPr>
          <w:szCs w:val="40"/>
        </w:rPr>
        <w:t xml:space="preserve">Мы выступили пилотом для НАРК </w:t>
      </w:r>
      <w:r w:rsidR="00087939" w:rsidRPr="006C0B2F">
        <w:rPr>
          <w:szCs w:val="40"/>
        </w:rPr>
        <w:t>п</w:t>
      </w:r>
      <w:r w:rsidRPr="006C0B2F">
        <w:rPr>
          <w:szCs w:val="40"/>
        </w:rPr>
        <w:t>о отработке инструментария мониторинга рынка труда, здесь тоже провели очен</w:t>
      </w:r>
      <w:r w:rsidR="00087939" w:rsidRPr="006C0B2F">
        <w:rPr>
          <w:szCs w:val="40"/>
        </w:rPr>
        <w:t>ь много интересных исследований. Я</w:t>
      </w:r>
      <w:r w:rsidRPr="006C0B2F">
        <w:rPr>
          <w:szCs w:val="40"/>
        </w:rPr>
        <w:t xml:space="preserve"> думаю,</w:t>
      </w:r>
      <w:r w:rsidR="00087939" w:rsidRPr="006C0B2F">
        <w:rPr>
          <w:szCs w:val="40"/>
        </w:rPr>
        <w:t xml:space="preserve"> что это было полезно и нам, и Н</w:t>
      </w:r>
      <w:r w:rsidRPr="006C0B2F">
        <w:rPr>
          <w:szCs w:val="40"/>
        </w:rPr>
        <w:t>ациональному агентству.</w:t>
      </w:r>
    </w:p>
    <w:p w:rsidR="006F005A" w:rsidRPr="006C0B2F" w:rsidRDefault="006F005A" w:rsidP="00ED5B66">
      <w:pPr>
        <w:spacing w:line="360" w:lineRule="auto"/>
        <w:rPr>
          <w:szCs w:val="40"/>
        </w:rPr>
      </w:pPr>
      <w:r w:rsidRPr="006C0B2F">
        <w:rPr>
          <w:szCs w:val="40"/>
        </w:rPr>
        <w:lastRenderedPageBreak/>
        <w:t xml:space="preserve">Также были разработаны подходы к </w:t>
      </w:r>
      <w:r w:rsidR="001E77C7" w:rsidRPr="006C0B2F">
        <w:rPr>
          <w:szCs w:val="40"/>
        </w:rPr>
        <w:t xml:space="preserve">национальной </w:t>
      </w:r>
      <w:r w:rsidRPr="006C0B2F">
        <w:rPr>
          <w:szCs w:val="40"/>
        </w:rPr>
        <w:t xml:space="preserve">экономической модели независимой оценки квалификации, которые могут лечь в основу последующих разработок, когда будет </w:t>
      </w:r>
      <w:r w:rsidR="008D3298" w:rsidRPr="006C0B2F">
        <w:rPr>
          <w:szCs w:val="40"/>
        </w:rPr>
        <w:t xml:space="preserve">обсуждаться </w:t>
      </w:r>
      <w:r w:rsidRPr="006C0B2F">
        <w:rPr>
          <w:szCs w:val="40"/>
        </w:rPr>
        <w:t>вопрос о финансовом обеспечении, о финансовых механизмах запуска системы.</w:t>
      </w:r>
    </w:p>
    <w:p w:rsidR="006F005A" w:rsidRPr="006C0B2F" w:rsidRDefault="006F005A" w:rsidP="00ED5B66">
      <w:pPr>
        <w:spacing w:line="360" w:lineRule="auto"/>
        <w:rPr>
          <w:szCs w:val="40"/>
        </w:rPr>
      </w:pPr>
      <w:r w:rsidRPr="006C0B2F">
        <w:rPr>
          <w:szCs w:val="40"/>
        </w:rPr>
        <w:t>Были разработаны программы обучения для центров оценки квалификаци</w:t>
      </w:r>
      <w:r w:rsidR="001E77C7" w:rsidRPr="006C0B2F">
        <w:rPr>
          <w:szCs w:val="40"/>
        </w:rPr>
        <w:t>й</w:t>
      </w:r>
      <w:r w:rsidRPr="006C0B2F">
        <w:rPr>
          <w:szCs w:val="40"/>
        </w:rPr>
        <w:t xml:space="preserve"> по стратегическому планированию и устойчивому развитию, потому что мы предполагаем, что центры оценки квалификаци</w:t>
      </w:r>
      <w:r w:rsidR="001E77C7" w:rsidRPr="006C0B2F">
        <w:rPr>
          <w:szCs w:val="40"/>
        </w:rPr>
        <w:t>й</w:t>
      </w:r>
      <w:r w:rsidRPr="006C0B2F">
        <w:rPr>
          <w:szCs w:val="40"/>
        </w:rPr>
        <w:t xml:space="preserve"> в нынешней ситуации </w:t>
      </w:r>
      <w:r w:rsidR="00AB4809" w:rsidRPr="006C0B2F">
        <w:rPr>
          <w:szCs w:val="40"/>
        </w:rPr>
        <w:t>пока не рентабельны. Э</w:t>
      </w:r>
      <w:r w:rsidRPr="006C0B2F">
        <w:rPr>
          <w:szCs w:val="40"/>
        </w:rPr>
        <w:t>кономики там нет, но</w:t>
      </w:r>
      <w:r w:rsidR="00A10923" w:rsidRPr="006C0B2F">
        <w:rPr>
          <w:szCs w:val="40"/>
        </w:rPr>
        <w:t>,</w:t>
      </w:r>
      <w:r w:rsidRPr="006C0B2F">
        <w:rPr>
          <w:szCs w:val="40"/>
        </w:rPr>
        <w:t xml:space="preserve"> тем не менее</w:t>
      </w:r>
      <w:r w:rsidR="00A10923" w:rsidRPr="006C0B2F">
        <w:rPr>
          <w:szCs w:val="40"/>
        </w:rPr>
        <w:t>,</w:t>
      </w:r>
      <w:r w:rsidRPr="006C0B2F">
        <w:rPr>
          <w:szCs w:val="40"/>
        </w:rPr>
        <w:t xml:space="preserve"> нужно наполнять содержательно и давать им возможности, инструменты, когда они будут развиваться и</w:t>
      </w:r>
      <w:r w:rsidR="00AB4809" w:rsidRPr="006C0B2F">
        <w:rPr>
          <w:szCs w:val="40"/>
        </w:rPr>
        <w:t>,</w:t>
      </w:r>
      <w:r w:rsidRPr="006C0B2F">
        <w:rPr>
          <w:szCs w:val="40"/>
        </w:rPr>
        <w:t xml:space="preserve"> собственно говоря, уплотнять ту систему, которой занимаются.</w:t>
      </w:r>
    </w:p>
    <w:p w:rsidR="002F684E" w:rsidRPr="006C0B2F" w:rsidRDefault="006F005A" w:rsidP="00ED5B66">
      <w:pPr>
        <w:spacing w:line="360" w:lineRule="auto"/>
        <w:rPr>
          <w:szCs w:val="40"/>
        </w:rPr>
      </w:pPr>
      <w:r w:rsidRPr="006C0B2F">
        <w:rPr>
          <w:szCs w:val="40"/>
        </w:rPr>
        <w:t xml:space="preserve">Кроме того, мы </w:t>
      </w:r>
      <w:r w:rsidR="008872F9" w:rsidRPr="006C0B2F">
        <w:rPr>
          <w:szCs w:val="40"/>
        </w:rPr>
        <w:t xml:space="preserve">рассмотрели </w:t>
      </w:r>
      <w:r w:rsidRPr="006C0B2F">
        <w:rPr>
          <w:szCs w:val="40"/>
        </w:rPr>
        <w:t>еще один ракурс</w:t>
      </w:r>
      <w:r w:rsidR="008872F9" w:rsidRPr="006C0B2F">
        <w:rPr>
          <w:szCs w:val="40"/>
        </w:rPr>
        <w:t>:</w:t>
      </w:r>
      <w:r w:rsidRPr="006C0B2F">
        <w:rPr>
          <w:szCs w:val="40"/>
        </w:rPr>
        <w:t xml:space="preserve"> как имплементировать инструменты </w:t>
      </w:r>
      <w:r w:rsidR="001E77C7" w:rsidRPr="006C0B2F">
        <w:rPr>
          <w:szCs w:val="40"/>
        </w:rPr>
        <w:t>Н</w:t>
      </w:r>
      <w:r w:rsidRPr="006C0B2F">
        <w:rPr>
          <w:szCs w:val="40"/>
        </w:rPr>
        <w:t>ациональной системы квалификаци</w:t>
      </w:r>
      <w:r w:rsidR="001E77C7" w:rsidRPr="006C0B2F">
        <w:rPr>
          <w:szCs w:val="40"/>
        </w:rPr>
        <w:t>й</w:t>
      </w:r>
      <w:r w:rsidRPr="006C0B2F">
        <w:rPr>
          <w:szCs w:val="40"/>
        </w:rPr>
        <w:t xml:space="preserve"> в ту реальную деятельность предприятий, которую </w:t>
      </w:r>
      <w:r w:rsidR="008872F9" w:rsidRPr="006C0B2F">
        <w:rPr>
          <w:szCs w:val="40"/>
        </w:rPr>
        <w:t xml:space="preserve">они </w:t>
      </w:r>
      <w:r w:rsidRPr="006C0B2F">
        <w:rPr>
          <w:szCs w:val="40"/>
        </w:rPr>
        <w:t>осуществляют при внедрении новаций и разработо</w:t>
      </w:r>
      <w:r w:rsidR="001676FD" w:rsidRPr="006C0B2F">
        <w:rPr>
          <w:szCs w:val="40"/>
        </w:rPr>
        <w:t>к высокотехнологичной продукции? Здесь</w:t>
      </w:r>
      <w:r w:rsidRPr="006C0B2F">
        <w:rPr>
          <w:szCs w:val="40"/>
        </w:rPr>
        <w:t xml:space="preserve"> будет </w:t>
      </w:r>
      <w:r w:rsidR="001676FD" w:rsidRPr="006C0B2F">
        <w:rPr>
          <w:szCs w:val="40"/>
        </w:rPr>
        <w:t xml:space="preserve">рассказывать про этот кейс </w:t>
      </w:r>
      <w:r w:rsidRPr="006C0B2F">
        <w:rPr>
          <w:szCs w:val="40"/>
        </w:rPr>
        <w:t>яркий представитель такого предприятия Сергей Иванович.</w:t>
      </w:r>
    </w:p>
    <w:p w:rsidR="006F005A" w:rsidRPr="006C0B2F" w:rsidRDefault="006F005A" w:rsidP="00ED5B66">
      <w:pPr>
        <w:spacing w:line="360" w:lineRule="auto"/>
        <w:rPr>
          <w:szCs w:val="40"/>
        </w:rPr>
      </w:pPr>
      <w:r w:rsidRPr="006C0B2F">
        <w:rPr>
          <w:szCs w:val="40"/>
        </w:rPr>
        <w:t xml:space="preserve">Мы пока назвали этот </w:t>
      </w:r>
      <w:r w:rsidR="001676FD" w:rsidRPr="006C0B2F">
        <w:rPr>
          <w:szCs w:val="40"/>
        </w:rPr>
        <w:t xml:space="preserve">проект </w:t>
      </w:r>
      <w:r w:rsidR="00033170" w:rsidRPr="006C0B2F">
        <w:rPr>
          <w:szCs w:val="40"/>
        </w:rPr>
        <w:t>«</w:t>
      </w:r>
      <w:r w:rsidR="001676FD" w:rsidRPr="006C0B2F">
        <w:rPr>
          <w:szCs w:val="40"/>
        </w:rPr>
        <w:t>М</w:t>
      </w:r>
      <w:r w:rsidRPr="006C0B2F">
        <w:rPr>
          <w:szCs w:val="40"/>
        </w:rPr>
        <w:t>одель кадрового обеспечения наукоемких предприятий</w:t>
      </w:r>
      <w:r w:rsidR="00033170" w:rsidRPr="006C0B2F">
        <w:rPr>
          <w:szCs w:val="40"/>
        </w:rPr>
        <w:t>»</w:t>
      </w:r>
      <w:r w:rsidRPr="006C0B2F">
        <w:rPr>
          <w:szCs w:val="40"/>
        </w:rPr>
        <w:t>. Проект идет, проект очень многослойный и многоаспектный.</w:t>
      </w:r>
      <w:r w:rsidR="001676FD" w:rsidRPr="006C0B2F">
        <w:rPr>
          <w:szCs w:val="40"/>
        </w:rPr>
        <w:t xml:space="preserve"> </w:t>
      </w:r>
      <w:r w:rsidRPr="006C0B2F">
        <w:rPr>
          <w:szCs w:val="40"/>
        </w:rPr>
        <w:t>Мы всех приглашаем</w:t>
      </w:r>
      <w:r w:rsidR="001676FD" w:rsidRPr="006C0B2F">
        <w:rPr>
          <w:szCs w:val="40"/>
        </w:rPr>
        <w:t>. О</w:t>
      </w:r>
      <w:r w:rsidRPr="006C0B2F">
        <w:rPr>
          <w:szCs w:val="40"/>
        </w:rPr>
        <w:t>н иде</w:t>
      </w:r>
      <w:r w:rsidR="001676FD" w:rsidRPr="006C0B2F">
        <w:rPr>
          <w:szCs w:val="40"/>
        </w:rPr>
        <w:t>т совершенно публично и открыто. П</w:t>
      </w:r>
      <w:r w:rsidRPr="006C0B2F">
        <w:rPr>
          <w:szCs w:val="40"/>
        </w:rPr>
        <w:t>риглашаем к обсуждению.</w:t>
      </w:r>
      <w:r w:rsidR="002F684E" w:rsidRPr="006C0B2F">
        <w:rPr>
          <w:szCs w:val="40"/>
        </w:rPr>
        <w:t xml:space="preserve"> </w:t>
      </w:r>
      <w:r w:rsidRPr="006C0B2F">
        <w:rPr>
          <w:szCs w:val="40"/>
        </w:rPr>
        <w:t>Уникальность этого проекта, как я говорила, заключается в том, что мы пытаемся новые инструменты национальной системы имплементировать в тот кадровый менеджмент и в те подходы, которые реализовывались на предприятии.</w:t>
      </w:r>
      <w:r w:rsidR="002F684E" w:rsidRPr="006C0B2F">
        <w:rPr>
          <w:szCs w:val="40"/>
        </w:rPr>
        <w:t xml:space="preserve"> </w:t>
      </w:r>
      <w:r w:rsidRPr="006C0B2F">
        <w:rPr>
          <w:szCs w:val="40"/>
        </w:rPr>
        <w:t>Ну и еще одной особенностью этой модели явл</w:t>
      </w:r>
      <w:r w:rsidR="002F684E" w:rsidRPr="006C0B2F">
        <w:rPr>
          <w:szCs w:val="40"/>
        </w:rPr>
        <w:t>яется то, что исполнителем являю</w:t>
      </w:r>
      <w:r w:rsidRPr="006C0B2F">
        <w:rPr>
          <w:szCs w:val="40"/>
        </w:rPr>
        <w:t>тся предприятие, кластер, консорциум и ЦОК, то есть здесь мы дали возможность бизнесу не только сформировать заказ системе образования, но и наблюд</w:t>
      </w:r>
      <w:r w:rsidR="005739A8" w:rsidRPr="006C0B2F">
        <w:rPr>
          <w:szCs w:val="40"/>
        </w:rPr>
        <w:t>ать и управлять этим процессом.</w:t>
      </w:r>
    </w:p>
    <w:p w:rsidR="006F005A" w:rsidRPr="006C0B2F" w:rsidRDefault="006F005A" w:rsidP="00ED5B66">
      <w:pPr>
        <w:spacing w:line="360" w:lineRule="auto"/>
        <w:rPr>
          <w:szCs w:val="40"/>
        </w:rPr>
      </w:pPr>
      <w:r w:rsidRPr="006C0B2F">
        <w:rPr>
          <w:szCs w:val="40"/>
        </w:rPr>
        <w:lastRenderedPageBreak/>
        <w:t>Я не буду тратить время</w:t>
      </w:r>
      <w:r w:rsidR="00B807D7" w:rsidRPr="006C0B2F">
        <w:rPr>
          <w:szCs w:val="40"/>
        </w:rPr>
        <w:t xml:space="preserve"> и</w:t>
      </w:r>
      <w:r w:rsidRPr="006C0B2F">
        <w:rPr>
          <w:szCs w:val="40"/>
        </w:rPr>
        <w:t xml:space="preserve"> передам слово Сергею Ивановичу. </w:t>
      </w:r>
      <w:r w:rsidR="00B807D7" w:rsidRPr="006C0B2F">
        <w:rPr>
          <w:szCs w:val="40"/>
        </w:rPr>
        <w:t>М</w:t>
      </w:r>
      <w:r w:rsidRPr="006C0B2F">
        <w:rPr>
          <w:szCs w:val="40"/>
        </w:rPr>
        <w:t xml:space="preserve">ы передали предложения в резолюцию этого </w:t>
      </w:r>
      <w:r w:rsidR="00033170" w:rsidRPr="006C0B2F">
        <w:rPr>
          <w:szCs w:val="40"/>
        </w:rPr>
        <w:t>«</w:t>
      </w:r>
      <w:r w:rsidRPr="006C0B2F">
        <w:rPr>
          <w:szCs w:val="40"/>
        </w:rPr>
        <w:t>круглого стола</w:t>
      </w:r>
      <w:r w:rsidR="00033170" w:rsidRPr="006C0B2F">
        <w:rPr>
          <w:szCs w:val="40"/>
        </w:rPr>
        <w:t>»</w:t>
      </w:r>
      <w:r w:rsidRPr="006C0B2F">
        <w:rPr>
          <w:szCs w:val="40"/>
        </w:rPr>
        <w:t>, пару те</w:t>
      </w:r>
      <w:r w:rsidR="00B807D7" w:rsidRPr="006C0B2F">
        <w:rPr>
          <w:szCs w:val="40"/>
        </w:rPr>
        <w:t>зисов, наверное. Я</w:t>
      </w:r>
      <w:r w:rsidRPr="006C0B2F">
        <w:rPr>
          <w:szCs w:val="40"/>
        </w:rPr>
        <w:t xml:space="preserve"> присоединяюсь к Юлии Валерьевне, нам необходимо говорить о большей откр</w:t>
      </w:r>
      <w:r w:rsidR="005739A8" w:rsidRPr="006C0B2F">
        <w:rPr>
          <w:szCs w:val="40"/>
        </w:rPr>
        <w:t>ытости системы и её лояльности.</w:t>
      </w:r>
    </w:p>
    <w:p w:rsidR="006F005A" w:rsidRPr="006C0B2F" w:rsidRDefault="006F005A" w:rsidP="00ED5B66">
      <w:pPr>
        <w:spacing w:line="360" w:lineRule="auto"/>
        <w:rPr>
          <w:szCs w:val="40"/>
        </w:rPr>
      </w:pPr>
      <w:r w:rsidRPr="006C0B2F">
        <w:rPr>
          <w:szCs w:val="40"/>
        </w:rPr>
        <w:t xml:space="preserve">Наверное, нам необходимо смотреть не только с точки зрения </w:t>
      </w:r>
      <w:r w:rsidR="00430A60" w:rsidRPr="006C0B2F">
        <w:rPr>
          <w:szCs w:val="40"/>
        </w:rPr>
        <w:t>нормотворчества.</w:t>
      </w:r>
      <w:r w:rsidRPr="006C0B2F">
        <w:rPr>
          <w:szCs w:val="40"/>
        </w:rPr>
        <w:t xml:space="preserve"> </w:t>
      </w:r>
      <w:r w:rsidR="00430A60" w:rsidRPr="006C0B2F">
        <w:rPr>
          <w:szCs w:val="40"/>
        </w:rPr>
        <w:t>К</w:t>
      </w:r>
      <w:r w:rsidRPr="006C0B2F">
        <w:rPr>
          <w:szCs w:val="40"/>
        </w:rPr>
        <w:t xml:space="preserve">олоссальная работа проведена </w:t>
      </w:r>
      <w:r w:rsidR="00430A60" w:rsidRPr="006C0B2F">
        <w:rPr>
          <w:szCs w:val="40"/>
        </w:rPr>
        <w:t>по</w:t>
      </w:r>
      <w:r w:rsidRPr="006C0B2F">
        <w:rPr>
          <w:szCs w:val="40"/>
        </w:rPr>
        <w:t xml:space="preserve"> нормотворчеств</w:t>
      </w:r>
      <w:r w:rsidR="00430A60" w:rsidRPr="006C0B2F">
        <w:rPr>
          <w:szCs w:val="40"/>
        </w:rPr>
        <w:t>у</w:t>
      </w:r>
      <w:r w:rsidRPr="006C0B2F">
        <w:rPr>
          <w:szCs w:val="40"/>
        </w:rPr>
        <w:t>, которое мы сд</w:t>
      </w:r>
      <w:r w:rsidR="00430A60" w:rsidRPr="006C0B2F">
        <w:rPr>
          <w:szCs w:val="40"/>
        </w:rPr>
        <w:t xml:space="preserve">елали благодаря экспертам, но надо </w:t>
      </w:r>
      <w:r w:rsidRPr="006C0B2F">
        <w:rPr>
          <w:szCs w:val="40"/>
        </w:rPr>
        <w:t xml:space="preserve">уже </w:t>
      </w:r>
      <w:r w:rsidR="00430A60" w:rsidRPr="006C0B2F">
        <w:rPr>
          <w:szCs w:val="40"/>
        </w:rPr>
        <w:t xml:space="preserve">смотреть </w:t>
      </w:r>
      <w:r w:rsidRPr="006C0B2F">
        <w:rPr>
          <w:szCs w:val="40"/>
        </w:rPr>
        <w:t xml:space="preserve">на интересы бизнеса и на интересы потребителя в большей степени. Наверное, необходимо уже предлагать некие пакетные сервисные решения, которые бы позволили понять ценность того, что мы предлагаем в рамках </w:t>
      </w:r>
      <w:r w:rsidR="00704FED" w:rsidRPr="006C0B2F">
        <w:rPr>
          <w:szCs w:val="40"/>
        </w:rPr>
        <w:t>Н</w:t>
      </w:r>
      <w:r w:rsidRPr="006C0B2F">
        <w:rPr>
          <w:szCs w:val="40"/>
        </w:rPr>
        <w:t>ац</w:t>
      </w:r>
      <w:r w:rsidR="002A34EA" w:rsidRPr="006C0B2F">
        <w:rPr>
          <w:szCs w:val="40"/>
        </w:rPr>
        <w:t>иональной системы квалификаций.</w:t>
      </w:r>
    </w:p>
    <w:p w:rsidR="006F005A" w:rsidRPr="006C0B2F" w:rsidRDefault="0079343C" w:rsidP="00ED5B66">
      <w:pPr>
        <w:spacing w:line="360" w:lineRule="auto"/>
        <w:rPr>
          <w:szCs w:val="40"/>
        </w:rPr>
      </w:pPr>
      <w:r w:rsidRPr="006C0B2F">
        <w:rPr>
          <w:szCs w:val="40"/>
        </w:rPr>
        <w:t>С</w:t>
      </w:r>
      <w:r w:rsidR="006F005A" w:rsidRPr="006C0B2F">
        <w:rPr>
          <w:szCs w:val="40"/>
        </w:rPr>
        <w:t xml:space="preserve">егодня буквально письмо пришло. Нужно провести аудит советов с точки зрения их зрелости. И те кейсы, которые уже есть у советов, мне кажется, могут уже лечь в ту библиотеку лучших практик, которые необходимо изучать. </w:t>
      </w:r>
      <w:r w:rsidRPr="006C0B2F">
        <w:rPr>
          <w:szCs w:val="40"/>
        </w:rPr>
        <w:t>К</w:t>
      </w:r>
      <w:r w:rsidR="006F005A" w:rsidRPr="006C0B2F">
        <w:rPr>
          <w:szCs w:val="40"/>
        </w:rPr>
        <w:t>стати, негативные практики тоже зачастую могут быть полезны. Спасибо.</w:t>
      </w:r>
    </w:p>
    <w:p w:rsidR="006F005A" w:rsidRPr="006C0B2F" w:rsidRDefault="006F005A" w:rsidP="00ED5B66">
      <w:pPr>
        <w:spacing w:line="360" w:lineRule="auto"/>
        <w:rPr>
          <w:szCs w:val="40"/>
        </w:rPr>
      </w:pPr>
      <w:r w:rsidRPr="006C0B2F">
        <w:rPr>
          <w:szCs w:val="40"/>
          <w:u w:val="single"/>
        </w:rPr>
        <w:t>Председательствующий.</w:t>
      </w:r>
      <w:r w:rsidR="002A34EA" w:rsidRPr="006C0B2F">
        <w:rPr>
          <w:szCs w:val="40"/>
        </w:rPr>
        <w:t xml:space="preserve"> Спасибо.</w:t>
      </w:r>
    </w:p>
    <w:p w:rsidR="006F005A" w:rsidRPr="006C0B2F" w:rsidRDefault="006F005A" w:rsidP="00ED5B66">
      <w:pPr>
        <w:spacing w:line="360" w:lineRule="auto"/>
        <w:rPr>
          <w:szCs w:val="40"/>
        </w:rPr>
      </w:pPr>
      <w:r w:rsidRPr="006C0B2F">
        <w:rPr>
          <w:szCs w:val="40"/>
        </w:rPr>
        <w:t>Ангелина Владимировна несколько раз упомянула Сергея Ивановича Цыбукова.</w:t>
      </w:r>
    </w:p>
    <w:p w:rsidR="006F005A" w:rsidRPr="006C0B2F" w:rsidRDefault="006F005A" w:rsidP="00ED5B66">
      <w:pPr>
        <w:spacing w:line="360" w:lineRule="auto"/>
        <w:rPr>
          <w:szCs w:val="40"/>
        </w:rPr>
      </w:pPr>
      <w:r w:rsidRPr="006C0B2F">
        <w:rPr>
          <w:szCs w:val="40"/>
          <w:u w:val="single"/>
        </w:rPr>
        <w:t>Цыбуков С.И.</w:t>
      </w:r>
      <w:r w:rsidRPr="006C0B2F">
        <w:rPr>
          <w:szCs w:val="40"/>
        </w:rPr>
        <w:t xml:space="preserve"> Это я.</w:t>
      </w:r>
    </w:p>
    <w:p w:rsidR="006F005A" w:rsidRPr="006C0B2F" w:rsidRDefault="006F005A" w:rsidP="00ED5B66">
      <w:pPr>
        <w:spacing w:line="360" w:lineRule="auto"/>
        <w:rPr>
          <w:szCs w:val="40"/>
        </w:rPr>
      </w:pPr>
      <w:r w:rsidRPr="006C0B2F">
        <w:rPr>
          <w:szCs w:val="40"/>
          <w:u w:val="single"/>
        </w:rPr>
        <w:t>Председательствующий.</w:t>
      </w:r>
      <w:r w:rsidR="00545CDF" w:rsidRPr="006C0B2F">
        <w:rPr>
          <w:szCs w:val="40"/>
        </w:rPr>
        <w:t xml:space="preserve"> Я хотел бы В</w:t>
      </w:r>
      <w:r w:rsidRPr="006C0B2F">
        <w:rPr>
          <w:szCs w:val="40"/>
        </w:rPr>
        <w:t xml:space="preserve">ас представить. Генеральный директор завода переработки пластмассы имени </w:t>
      </w:r>
      <w:r w:rsidR="00033170" w:rsidRPr="006C0B2F">
        <w:rPr>
          <w:szCs w:val="40"/>
        </w:rPr>
        <w:t>«</w:t>
      </w:r>
      <w:r w:rsidRPr="006C0B2F">
        <w:rPr>
          <w:szCs w:val="40"/>
        </w:rPr>
        <w:t>Комсомольской правды</w:t>
      </w:r>
      <w:r w:rsidR="00033170" w:rsidRPr="006C0B2F">
        <w:rPr>
          <w:szCs w:val="40"/>
        </w:rPr>
        <w:t>»</w:t>
      </w:r>
      <w:r w:rsidRPr="006C0B2F">
        <w:rPr>
          <w:szCs w:val="40"/>
        </w:rPr>
        <w:t xml:space="preserve">, это город Санкт-Петербург, председатель наблюдательного совета </w:t>
      </w:r>
      <w:r w:rsidR="00704FED" w:rsidRPr="006C0B2F">
        <w:rPr>
          <w:szCs w:val="40"/>
        </w:rPr>
        <w:t>Ц</w:t>
      </w:r>
      <w:r w:rsidRPr="006C0B2F">
        <w:rPr>
          <w:szCs w:val="40"/>
        </w:rPr>
        <w:t>ентра занятости населения Санкт-Петербурга. Пожалуйста.</w:t>
      </w:r>
    </w:p>
    <w:p w:rsidR="006F005A" w:rsidRPr="006C0B2F" w:rsidRDefault="006F005A" w:rsidP="00ED5B66">
      <w:pPr>
        <w:spacing w:line="360" w:lineRule="auto"/>
        <w:rPr>
          <w:szCs w:val="40"/>
        </w:rPr>
      </w:pPr>
      <w:r w:rsidRPr="006C0B2F">
        <w:rPr>
          <w:szCs w:val="40"/>
          <w:u w:val="single"/>
        </w:rPr>
        <w:t>Цыбуков С.И.</w:t>
      </w:r>
      <w:r w:rsidRPr="006C0B2F">
        <w:rPr>
          <w:szCs w:val="40"/>
        </w:rPr>
        <w:t xml:space="preserve"> Коллеги, смысл моей презентации – убедить вас, что без инструмента </w:t>
      </w:r>
      <w:r w:rsidR="00C82B35" w:rsidRPr="006C0B2F">
        <w:rPr>
          <w:szCs w:val="40"/>
        </w:rPr>
        <w:t xml:space="preserve">Национальной </w:t>
      </w:r>
      <w:r w:rsidRPr="006C0B2F">
        <w:rPr>
          <w:szCs w:val="40"/>
        </w:rPr>
        <w:t>система квалификаций невозможно делать прорывные проекты. И у меня будут ещё коллеги в ролике, которые тоже так считают.</w:t>
      </w:r>
    </w:p>
    <w:p w:rsidR="006F005A" w:rsidRPr="006C0B2F" w:rsidRDefault="006F005A" w:rsidP="00ED5B66">
      <w:pPr>
        <w:spacing w:line="360" w:lineRule="auto"/>
        <w:rPr>
          <w:szCs w:val="40"/>
        </w:rPr>
      </w:pPr>
      <w:r w:rsidRPr="006C0B2F">
        <w:rPr>
          <w:szCs w:val="40"/>
        </w:rPr>
        <w:lastRenderedPageBreak/>
        <w:t>Давайте сразу коротко. Следующий слайд</w:t>
      </w:r>
      <w:r w:rsidR="00A73722" w:rsidRPr="006C0B2F">
        <w:rPr>
          <w:szCs w:val="40"/>
        </w:rPr>
        <w:t xml:space="preserve">, будьте добры. Мы из военных, </w:t>
      </w:r>
      <w:r w:rsidRPr="006C0B2F">
        <w:rPr>
          <w:szCs w:val="40"/>
        </w:rPr>
        <w:t xml:space="preserve">конечно, </w:t>
      </w:r>
      <w:r w:rsidR="00C82B35" w:rsidRPr="006C0B2F">
        <w:rPr>
          <w:szCs w:val="40"/>
        </w:rPr>
        <w:t>делаем для гражданских. Дальше.</w:t>
      </w:r>
    </w:p>
    <w:p w:rsidR="006F005A" w:rsidRPr="006C0B2F" w:rsidRDefault="006F005A" w:rsidP="00ED5B66">
      <w:pPr>
        <w:spacing w:line="360" w:lineRule="auto"/>
        <w:rPr>
          <w:szCs w:val="40"/>
        </w:rPr>
      </w:pPr>
      <w:r w:rsidRPr="006C0B2F">
        <w:rPr>
          <w:szCs w:val="40"/>
        </w:rPr>
        <w:t>Дальше слайд. Работаем с железными дорогами</w:t>
      </w:r>
      <w:r w:rsidR="00C82B35" w:rsidRPr="006C0B2F">
        <w:rPr>
          <w:szCs w:val="40"/>
        </w:rPr>
        <w:t>, много инновационных проектов.</w:t>
      </w:r>
    </w:p>
    <w:p w:rsidR="006F005A" w:rsidRPr="006C0B2F" w:rsidRDefault="00FE1936" w:rsidP="00ED5B66">
      <w:pPr>
        <w:spacing w:line="360" w:lineRule="auto"/>
        <w:rPr>
          <w:szCs w:val="40"/>
        </w:rPr>
      </w:pPr>
      <w:r w:rsidRPr="006C0B2F">
        <w:rPr>
          <w:szCs w:val="40"/>
        </w:rPr>
        <w:t>Дальше. Г</w:t>
      </w:r>
      <w:r w:rsidR="006F005A" w:rsidRPr="006C0B2F">
        <w:rPr>
          <w:szCs w:val="40"/>
        </w:rPr>
        <w:t xml:space="preserve">од назад к нам обратились коллеги и попросили сделать сани для Антарктиды на минус 60 </w:t>
      </w:r>
      <w:r w:rsidR="00A73722" w:rsidRPr="006C0B2F">
        <w:rPr>
          <w:szCs w:val="40"/>
        </w:rPr>
        <w:t xml:space="preserve">градусов </w:t>
      </w:r>
      <w:r w:rsidR="006F005A" w:rsidRPr="006C0B2F">
        <w:rPr>
          <w:szCs w:val="40"/>
        </w:rPr>
        <w:t>и 60 тонн, которые никто в мире не делал. И самое главное, это нужно было сделать за четыре месяца. Будьте добры, ролик. Теперь как это всё закончилось.</w:t>
      </w:r>
    </w:p>
    <w:p w:rsidR="006F005A" w:rsidRPr="006C0B2F" w:rsidRDefault="006F005A" w:rsidP="00ED5B66">
      <w:pPr>
        <w:spacing w:line="360" w:lineRule="auto"/>
        <w:rPr>
          <w:szCs w:val="40"/>
        </w:rPr>
      </w:pPr>
      <w:r w:rsidRPr="006C0B2F">
        <w:rPr>
          <w:szCs w:val="40"/>
        </w:rPr>
        <w:t>(Идёт демонстрация видеоролика.)</w:t>
      </w:r>
    </w:p>
    <w:p w:rsidR="006F005A" w:rsidRPr="006C0B2F" w:rsidRDefault="006F005A" w:rsidP="00ED5B66">
      <w:pPr>
        <w:spacing w:line="360" w:lineRule="auto"/>
        <w:rPr>
          <w:szCs w:val="40"/>
        </w:rPr>
      </w:pPr>
      <w:r w:rsidRPr="006C0B2F">
        <w:rPr>
          <w:szCs w:val="40"/>
        </w:rPr>
        <w:t>Вот вы видели то, что было буквально два с половиной месяца назад, испытывали и выбрали тип саней, которы</w:t>
      </w:r>
      <w:r w:rsidR="00EB2661" w:rsidRPr="006C0B2F">
        <w:rPr>
          <w:szCs w:val="40"/>
        </w:rPr>
        <w:t>е гарантированно могут</w:t>
      </w:r>
      <w:r w:rsidRPr="006C0B2F">
        <w:rPr>
          <w:szCs w:val="40"/>
        </w:rPr>
        <w:t xml:space="preserve"> сделать такую доставку.</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w:t>
      </w:r>
      <w:r w:rsidR="00EB2661" w:rsidRPr="006C0B2F">
        <w:rPr>
          <w:szCs w:val="40"/>
        </w:rPr>
        <w:t>Н</w:t>
      </w:r>
      <w:r w:rsidRPr="006C0B2F">
        <w:rPr>
          <w:szCs w:val="40"/>
        </w:rPr>
        <w:t>ажмите, пожалуйста, паузу.</w:t>
      </w:r>
    </w:p>
    <w:p w:rsidR="006F005A" w:rsidRPr="006C0B2F" w:rsidRDefault="006F005A" w:rsidP="00ED5B66">
      <w:pPr>
        <w:spacing w:line="360" w:lineRule="auto"/>
        <w:rPr>
          <w:szCs w:val="40"/>
        </w:rPr>
      </w:pPr>
      <w:r w:rsidRPr="006C0B2F">
        <w:rPr>
          <w:szCs w:val="40"/>
          <w:u w:val="single"/>
        </w:rPr>
        <w:t>Цыбуков С.И.</w:t>
      </w:r>
      <w:r w:rsidRPr="006C0B2F">
        <w:rPr>
          <w:szCs w:val="40"/>
        </w:rPr>
        <w:t xml:space="preserve"> </w:t>
      </w:r>
      <w:r w:rsidR="00EB2661" w:rsidRPr="006C0B2F">
        <w:rPr>
          <w:szCs w:val="40"/>
        </w:rPr>
        <w:t xml:space="preserve">Заказы на изготовление планируем. </w:t>
      </w:r>
      <w:r w:rsidRPr="006C0B2F">
        <w:rPr>
          <w:szCs w:val="40"/>
        </w:rPr>
        <w:t>Чтобы создать в такие сроки такое изделие, мы сделали консорциум</w:t>
      </w:r>
      <w:r w:rsidR="00F848A9" w:rsidRPr="006C0B2F">
        <w:rPr>
          <w:szCs w:val="40"/>
        </w:rPr>
        <w:t>,</w:t>
      </w:r>
      <w:r w:rsidRPr="006C0B2F">
        <w:rPr>
          <w:szCs w:val="40"/>
        </w:rPr>
        <w:t xml:space="preserve"> как Академия наук нас научила.</w:t>
      </w:r>
    </w:p>
    <w:p w:rsidR="006F005A" w:rsidRPr="006C0B2F" w:rsidRDefault="006F005A" w:rsidP="00ED5B66">
      <w:pPr>
        <w:spacing w:line="360" w:lineRule="auto"/>
        <w:rPr>
          <w:szCs w:val="40"/>
        </w:rPr>
      </w:pPr>
      <w:r w:rsidRPr="006C0B2F">
        <w:rPr>
          <w:szCs w:val="40"/>
        </w:rPr>
        <w:t>Следующий слайд.</w:t>
      </w:r>
    </w:p>
    <w:p w:rsidR="006F005A" w:rsidRPr="006C0B2F" w:rsidRDefault="006F005A" w:rsidP="00ED5B66">
      <w:pPr>
        <w:spacing w:line="360" w:lineRule="auto"/>
        <w:rPr>
          <w:szCs w:val="40"/>
        </w:rPr>
      </w:pPr>
      <w:r w:rsidRPr="006C0B2F">
        <w:rPr>
          <w:szCs w:val="40"/>
        </w:rPr>
        <w:t>В консорциум вошли вузы и научные учреждения, была создана совместная платформа, потому что нужно было НИОКРы превратить в ОКРы, и всё это параллельно смоделировать, спроектировать.</w:t>
      </w:r>
    </w:p>
    <w:p w:rsidR="006F005A" w:rsidRPr="006C0B2F" w:rsidRDefault="006F005A" w:rsidP="00ED5B66">
      <w:pPr>
        <w:spacing w:line="360" w:lineRule="auto"/>
        <w:rPr>
          <w:szCs w:val="40"/>
        </w:rPr>
      </w:pPr>
      <w:r w:rsidRPr="006C0B2F">
        <w:rPr>
          <w:szCs w:val="40"/>
        </w:rPr>
        <w:t>Дальше. Следующий.</w:t>
      </w:r>
    </w:p>
    <w:p w:rsidR="006F005A" w:rsidRPr="006C0B2F" w:rsidRDefault="006F005A" w:rsidP="00ED5B66">
      <w:pPr>
        <w:spacing w:line="360" w:lineRule="auto"/>
        <w:rPr>
          <w:szCs w:val="40"/>
        </w:rPr>
      </w:pPr>
      <w:r w:rsidRPr="006C0B2F">
        <w:rPr>
          <w:szCs w:val="40"/>
        </w:rPr>
        <w:t>И вот смотрите, когда у тебя есть платформа, ты состыковал в цифре всё, что тебе нужно, выстроил десятки всевозможных партнеров, нашел возможности привлечь науку и сделать так, чтобы НИОКРы быстро превращались в ОКРы. А как быть уверенным, что в нужное время, именно в то время</w:t>
      </w:r>
      <w:r w:rsidR="00A02B1A" w:rsidRPr="006C0B2F">
        <w:rPr>
          <w:szCs w:val="40"/>
        </w:rPr>
        <w:t>,</w:t>
      </w:r>
      <w:r w:rsidRPr="006C0B2F">
        <w:rPr>
          <w:szCs w:val="40"/>
        </w:rPr>
        <w:t xml:space="preserve"> как надо, всё будет гарантированно сделано?</w:t>
      </w:r>
    </w:p>
    <w:p w:rsidR="006F005A" w:rsidRPr="006C0B2F" w:rsidRDefault="006F005A" w:rsidP="00ED5B66">
      <w:pPr>
        <w:spacing w:line="360" w:lineRule="auto"/>
        <w:rPr>
          <w:szCs w:val="40"/>
        </w:rPr>
      </w:pPr>
      <w:r w:rsidRPr="006C0B2F">
        <w:rPr>
          <w:szCs w:val="40"/>
        </w:rPr>
        <w:t>Ведь проблема в том, что зачастую просто люди не понимают, за чт</w:t>
      </w:r>
      <w:r w:rsidR="00F848A9" w:rsidRPr="006C0B2F">
        <w:rPr>
          <w:szCs w:val="40"/>
        </w:rPr>
        <w:t xml:space="preserve">о они берутся. Времени мало, </w:t>
      </w:r>
      <w:r w:rsidRPr="006C0B2F">
        <w:rPr>
          <w:szCs w:val="40"/>
        </w:rPr>
        <w:t>образования, тем более вся страна участвовала в этом.</w:t>
      </w:r>
    </w:p>
    <w:p w:rsidR="006F005A" w:rsidRPr="006C0B2F" w:rsidRDefault="006F005A" w:rsidP="00ED5B66">
      <w:pPr>
        <w:spacing w:line="360" w:lineRule="auto"/>
        <w:rPr>
          <w:szCs w:val="40"/>
        </w:rPr>
      </w:pPr>
      <w:r w:rsidRPr="006C0B2F">
        <w:rPr>
          <w:szCs w:val="40"/>
        </w:rPr>
        <w:lastRenderedPageBreak/>
        <w:t>Но мы пошли просто. У н</w:t>
      </w:r>
      <w:r w:rsidR="003B44E3" w:rsidRPr="006C0B2F">
        <w:rPr>
          <w:szCs w:val="40"/>
        </w:rPr>
        <w:t xml:space="preserve">ас центр оценки квалификаций, </w:t>
      </w:r>
      <w:r w:rsidRPr="006C0B2F">
        <w:rPr>
          <w:szCs w:val="40"/>
        </w:rPr>
        <w:t xml:space="preserve">мы просто заставили 62 человека сдать экзамены. Не только в нашем ЦОК, во многих других. Половина отвалилась сразу. Те, которые остались, ровно день в день погрузили на </w:t>
      </w:r>
      <w:r w:rsidR="00033170" w:rsidRPr="006C0B2F">
        <w:rPr>
          <w:szCs w:val="40"/>
        </w:rPr>
        <w:t>«</w:t>
      </w:r>
      <w:r w:rsidRPr="006C0B2F">
        <w:rPr>
          <w:szCs w:val="40"/>
        </w:rPr>
        <w:t>Академика Федорова</w:t>
      </w:r>
      <w:r w:rsidR="00033170" w:rsidRPr="006C0B2F">
        <w:rPr>
          <w:szCs w:val="40"/>
        </w:rPr>
        <w:t>»</w:t>
      </w:r>
      <w:r w:rsidRPr="006C0B2F">
        <w:rPr>
          <w:szCs w:val="40"/>
        </w:rPr>
        <w:t xml:space="preserve"> сани в Антарктиду.</w:t>
      </w:r>
    </w:p>
    <w:p w:rsidR="006F005A" w:rsidRPr="006C0B2F" w:rsidRDefault="006F005A" w:rsidP="00ED5B66">
      <w:pPr>
        <w:spacing w:line="360" w:lineRule="auto"/>
        <w:rPr>
          <w:szCs w:val="40"/>
        </w:rPr>
      </w:pPr>
      <w:r w:rsidRPr="006C0B2F">
        <w:rPr>
          <w:szCs w:val="40"/>
        </w:rPr>
        <w:t>Дальше.</w:t>
      </w:r>
      <w:r w:rsidR="003B44E3" w:rsidRPr="006C0B2F">
        <w:rPr>
          <w:szCs w:val="40"/>
        </w:rPr>
        <w:t xml:space="preserve"> </w:t>
      </w:r>
      <w:r w:rsidRPr="006C0B2F">
        <w:rPr>
          <w:szCs w:val="40"/>
        </w:rPr>
        <w:t xml:space="preserve">Понятно, что без цифрового двойника Алексея Ивановича Боровкова, </w:t>
      </w:r>
      <w:r w:rsidR="00033170" w:rsidRPr="006C0B2F">
        <w:rPr>
          <w:szCs w:val="40"/>
        </w:rPr>
        <w:t>«</w:t>
      </w:r>
      <w:r w:rsidRPr="006C0B2F">
        <w:rPr>
          <w:szCs w:val="40"/>
        </w:rPr>
        <w:t>Технет</w:t>
      </w:r>
      <w:r w:rsidR="00033170" w:rsidRPr="006C0B2F">
        <w:rPr>
          <w:szCs w:val="40"/>
        </w:rPr>
        <w:t>»</w:t>
      </w:r>
      <w:r w:rsidR="003B44E3" w:rsidRPr="006C0B2F">
        <w:rPr>
          <w:szCs w:val="40"/>
        </w:rPr>
        <w:t>,</w:t>
      </w:r>
      <w:r w:rsidRPr="006C0B2F">
        <w:rPr>
          <w:szCs w:val="40"/>
        </w:rPr>
        <w:t xml:space="preserve"> наш</w:t>
      </w:r>
      <w:r w:rsidR="003B44E3" w:rsidRPr="006C0B2F">
        <w:rPr>
          <w:szCs w:val="40"/>
        </w:rPr>
        <w:t>его</w:t>
      </w:r>
      <w:r w:rsidRPr="006C0B2F">
        <w:rPr>
          <w:szCs w:val="40"/>
        </w:rPr>
        <w:t xml:space="preserve"> Политех</w:t>
      </w:r>
      <w:r w:rsidR="003B44E3" w:rsidRPr="006C0B2F">
        <w:rPr>
          <w:szCs w:val="40"/>
        </w:rPr>
        <w:t>а,</w:t>
      </w:r>
      <w:r w:rsidRPr="006C0B2F">
        <w:rPr>
          <w:szCs w:val="40"/>
        </w:rPr>
        <w:t xml:space="preserve"> который делал президентский кортеж, было невозможно сделать. </w:t>
      </w:r>
    </w:p>
    <w:p w:rsidR="006F005A" w:rsidRPr="006C0B2F" w:rsidRDefault="006F005A" w:rsidP="00ED5B66">
      <w:pPr>
        <w:spacing w:line="360" w:lineRule="auto"/>
        <w:rPr>
          <w:szCs w:val="40"/>
        </w:rPr>
      </w:pPr>
      <w:r w:rsidRPr="006C0B2F">
        <w:rPr>
          <w:szCs w:val="40"/>
        </w:rPr>
        <w:t>Дальше. Дальше. Так он моделировал, проектировал.</w:t>
      </w:r>
    </w:p>
    <w:p w:rsidR="006F005A" w:rsidRPr="006C0B2F" w:rsidRDefault="006F005A" w:rsidP="00ED5B66">
      <w:pPr>
        <w:spacing w:line="360" w:lineRule="auto"/>
        <w:rPr>
          <w:szCs w:val="40"/>
        </w:rPr>
      </w:pPr>
      <w:r w:rsidRPr="006C0B2F">
        <w:rPr>
          <w:szCs w:val="40"/>
        </w:rPr>
        <w:t>Дальше фотография, как это было всё вживую в Антарктиде.</w:t>
      </w:r>
    </w:p>
    <w:p w:rsidR="006F005A" w:rsidRPr="006C0B2F" w:rsidRDefault="006F005A" w:rsidP="00ED5B66">
      <w:pPr>
        <w:spacing w:line="360" w:lineRule="auto"/>
        <w:rPr>
          <w:szCs w:val="40"/>
        </w:rPr>
      </w:pPr>
      <w:r w:rsidRPr="006C0B2F">
        <w:rPr>
          <w:szCs w:val="40"/>
        </w:rPr>
        <w:t>Дальше. Тот проект, о котором говорила Ангелина Влади</w:t>
      </w:r>
      <w:r w:rsidR="009C1093" w:rsidRPr="006C0B2F">
        <w:rPr>
          <w:szCs w:val="40"/>
        </w:rPr>
        <w:t xml:space="preserve">мировна, собственно говоря, </w:t>
      </w:r>
      <w:r w:rsidRPr="006C0B2F">
        <w:rPr>
          <w:szCs w:val="40"/>
        </w:rPr>
        <w:t>мы сделали. Дальше нужно делать тиражирование. Ну мы же понимаем, это не</w:t>
      </w:r>
      <w:r w:rsidR="009C1093" w:rsidRPr="006C0B2F">
        <w:rPr>
          <w:szCs w:val="40"/>
        </w:rPr>
        <w:t xml:space="preserve"> Антарктида, это вся Арктика, </w:t>
      </w:r>
      <w:r w:rsidRPr="006C0B2F">
        <w:rPr>
          <w:szCs w:val="40"/>
        </w:rPr>
        <w:t>это никто в мире не делает.</w:t>
      </w:r>
    </w:p>
    <w:p w:rsidR="006F005A" w:rsidRPr="006C0B2F" w:rsidRDefault="006F005A" w:rsidP="00ED5B66">
      <w:pPr>
        <w:spacing w:line="360" w:lineRule="auto"/>
        <w:rPr>
          <w:szCs w:val="40"/>
        </w:rPr>
      </w:pPr>
      <w:r w:rsidRPr="006C0B2F">
        <w:rPr>
          <w:szCs w:val="40"/>
        </w:rPr>
        <w:t>Дальше. И вот какая нам нужна профессия? Инженер, электронщик, материаловед, конструктор, расчетчик, айтишник, иначе мы там не в состоянии грамотно эксплуатировать и реализовывать эти проекты.</w:t>
      </w:r>
    </w:p>
    <w:p w:rsidR="006F005A" w:rsidRPr="006C0B2F" w:rsidRDefault="006F005A" w:rsidP="00ED5B66">
      <w:pPr>
        <w:spacing w:line="360" w:lineRule="auto"/>
        <w:rPr>
          <w:szCs w:val="40"/>
        </w:rPr>
      </w:pPr>
      <w:r w:rsidRPr="006C0B2F">
        <w:rPr>
          <w:szCs w:val="40"/>
        </w:rPr>
        <w:t xml:space="preserve">Ну и то, что </w:t>
      </w:r>
      <w:r w:rsidRPr="006C0B2F">
        <w:rPr>
          <w:szCs w:val="40"/>
          <w:lang w:val="en-US"/>
        </w:rPr>
        <w:t>soft</w:t>
      </w:r>
      <w:r w:rsidRPr="006C0B2F">
        <w:rPr>
          <w:szCs w:val="40"/>
        </w:rPr>
        <w:t>-</w:t>
      </w:r>
      <w:r w:rsidRPr="006C0B2F">
        <w:rPr>
          <w:szCs w:val="40"/>
          <w:lang w:val="en-US"/>
        </w:rPr>
        <w:t>skills</w:t>
      </w:r>
      <w:r w:rsidRPr="006C0B2F">
        <w:rPr>
          <w:szCs w:val="40"/>
        </w:rPr>
        <w:t xml:space="preserve"> мы взяли из атласа новых профессий.</w:t>
      </w:r>
    </w:p>
    <w:p w:rsidR="006F005A" w:rsidRPr="006C0B2F" w:rsidRDefault="006F005A" w:rsidP="00ED5B66">
      <w:pPr>
        <w:spacing w:line="360" w:lineRule="auto"/>
        <w:rPr>
          <w:szCs w:val="40"/>
        </w:rPr>
      </w:pPr>
      <w:r w:rsidRPr="006C0B2F">
        <w:rPr>
          <w:szCs w:val="40"/>
        </w:rPr>
        <w:t>Вот теперь задача - каким образом спроекти</w:t>
      </w:r>
      <w:r w:rsidR="00460FCE" w:rsidRPr="006C0B2F">
        <w:rPr>
          <w:szCs w:val="40"/>
        </w:rPr>
        <w:t>ровать такую программу обучения? К</w:t>
      </w:r>
      <w:r w:rsidRPr="006C0B2F">
        <w:rPr>
          <w:szCs w:val="40"/>
        </w:rPr>
        <w:t>ак обучить, чтобы когда станция поехала, у нас уже была такая бригада, а пото</w:t>
      </w:r>
      <w:r w:rsidR="00460FCE" w:rsidRPr="006C0B2F">
        <w:rPr>
          <w:szCs w:val="40"/>
        </w:rPr>
        <w:t>м это всё сделать на всю страну?</w:t>
      </w:r>
    </w:p>
    <w:p w:rsidR="006F005A" w:rsidRPr="006C0B2F" w:rsidRDefault="006F005A" w:rsidP="00ED5B66">
      <w:pPr>
        <w:spacing w:line="360" w:lineRule="auto"/>
        <w:rPr>
          <w:szCs w:val="40"/>
        </w:rPr>
      </w:pPr>
      <w:r w:rsidRPr="006C0B2F">
        <w:rPr>
          <w:szCs w:val="40"/>
        </w:rPr>
        <w:t>Я вас приглашаю, у нас на П</w:t>
      </w:r>
      <w:r w:rsidR="002E52B9" w:rsidRPr="006C0B2F">
        <w:rPr>
          <w:szCs w:val="40"/>
        </w:rPr>
        <w:t>М</w:t>
      </w:r>
      <w:r w:rsidRPr="006C0B2F">
        <w:rPr>
          <w:szCs w:val="40"/>
        </w:rPr>
        <w:t xml:space="preserve">ЭФе будет </w:t>
      </w:r>
      <w:r w:rsidR="00033170" w:rsidRPr="006C0B2F">
        <w:rPr>
          <w:szCs w:val="40"/>
        </w:rPr>
        <w:t>«</w:t>
      </w:r>
      <w:r w:rsidRPr="006C0B2F">
        <w:rPr>
          <w:szCs w:val="40"/>
        </w:rPr>
        <w:t>круглый стол</w:t>
      </w:r>
      <w:r w:rsidR="00033170" w:rsidRPr="006C0B2F">
        <w:rPr>
          <w:szCs w:val="40"/>
        </w:rPr>
        <w:t>»</w:t>
      </w:r>
      <w:r w:rsidRPr="006C0B2F">
        <w:rPr>
          <w:szCs w:val="40"/>
        </w:rPr>
        <w:t xml:space="preserve"> 5-го числа, дальше в сентябре у нас импортозамещение с Минпромом, и традиционно, следующий слайд, это форум труда, который проходит в Питере в начале каждого года.</w:t>
      </w:r>
    </w:p>
    <w:p w:rsidR="006F005A" w:rsidRPr="006C0B2F" w:rsidRDefault="006F005A" w:rsidP="00ED5B66">
      <w:pPr>
        <w:spacing w:line="360" w:lineRule="auto"/>
        <w:rPr>
          <w:szCs w:val="40"/>
        </w:rPr>
      </w:pPr>
      <w:r w:rsidRPr="006C0B2F">
        <w:rPr>
          <w:szCs w:val="40"/>
        </w:rPr>
        <w:t>Спасибо огромное.</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Спасибо, Сергей Иванович.</w:t>
      </w:r>
    </w:p>
    <w:p w:rsidR="006F005A" w:rsidRPr="006C0B2F" w:rsidRDefault="006F005A" w:rsidP="00ED5B66">
      <w:pPr>
        <w:spacing w:line="360" w:lineRule="auto"/>
        <w:rPr>
          <w:szCs w:val="40"/>
        </w:rPr>
      </w:pPr>
      <w:r w:rsidRPr="006C0B2F">
        <w:rPr>
          <w:szCs w:val="40"/>
        </w:rPr>
        <w:t>Если есть у вас желание, также можно передать</w:t>
      </w:r>
      <w:r w:rsidR="004618C8" w:rsidRPr="006C0B2F">
        <w:rPr>
          <w:szCs w:val="40"/>
        </w:rPr>
        <w:t xml:space="preserve"> материалы</w:t>
      </w:r>
      <w:r w:rsidRPr="006C0B2F">
        <w:rPr>
          <w:szCs w:val="40"/>
        </w:rPr>
        <w:t xml:space="preserve">, мы тоже эти материалы тогда разместим. Здесь </w:t>
      </w:r>
      <w:r w:rsidR="00482700" w:rsidRPr="006C0B2F">
        <w:rPr>
          <w:szCs w:val="40"/>
        </w:rPr>
        <w:t xml:space="preserve">все </w:t>
      </w:r>
      <w:r w:rsidRPr="006C0B2F">
        <w:rPr>
          <w:szCs w:val="40"/>
        </w:rPr>
        <w:t xml:space="preserve">достаточно наглядно. Самое главное - </w:t>
      </w:r>
      <w:r w:rsidRPr="006C0B2F">
        <w:rPr>
          <w:szCs w:val="40"/>
        </w:rPr>
        <w:lastRenderedPageBreak/>
        <w:t xml:space="preserve">вывод. А лучше с вывода </w:t>
      </w:r>
      <w:r w:rsidR="00ED19F1" w:rsidRPr="006C0B2F">
        <w:rPr>
          <w:szCs w:val="40"/>
        </w:rPr>
        <w:t xml:space="preserve">и </w:t>
      </w:r>
      <w:r w:rsidRPr="006C0B2F">
        <w:rPr>
          <w:szCs w:val="40"/>
        </w:rPr>
        <w:t>начать. Посмотрите, как система профоценки позво</w:t>
      </w:r>
      <w:r w:rsidR="00482700" w:rsidRPr="006C0B2F">
        <w:rPr>
          <w:szCs w:val="40"/>
        </w:rPr>
        <w:t>ляет в короткие сроки выполнить на первый взгляд</w:t>
      </w:r>
      <w:r w:rsidRPr="006C0B2F">
        <w:rPr>
          <w:szCs w:val="40"/>
        </w:rPr>
        <w:t xml:space="preserve"> невыполнимые задачи.</w:t>
      </w:r>
    </w:p>
    <w:p w:rsidR="006F005A" w:rsidRPr="006C0B2F" w:rsidRDefault="006F005A" w:rsidP="00ED5B66">
      <w:pPr>
        <w:spacing w:line="360" w:lineRule="auto"/>
        <w:rPr>
          <w:szCs w:val="40"/>
        </w:rPr>
      </w:pPr>
      <w:r w:rsidRPr="006C0B2F">
        <w:rPr>
          <w:szCs w:val="40"/>
          <w:u w:val="single"/>
        </w:rPr>
        <w:t>Цыбуков С.И.</w:t>
      </w:r>
      <w:r w:rsidRPr="006C0B2F">
        <w:rPr>
          <w:szCs w:val="40"/>
        </w:rPr>
        <w:t xml:space="preserve"> И других инструментов просто нет. Альтернативы нет.</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С вывода </w:t>
      </w:r>
      <w:r w:rsidR="00ED19F1" w:rsidRPr="006C0B2F">
        <w:rPr>
          <w:szCs w:val="40"/>
        </w:rPr>
        <w:t>начнем, и видео.</w:t>
      </w:r>
    </w:p>
    <w:p w:rsidR="006F005A" w:rsidRPr="006C0B2F" w:rsidRDefault="006F005A" w:rsidP="00ED5B66">
      <w:pPr>
        <w:spacing w:line="360" w:lineRule="auto"/>
        <w:rPr>
          <w:szCs w:val="40"/>
        </w:rPr>
      </w:pPr>
      <w:r w:rsidRPr="006C0B2F">
        <w:rPr>
          <w:szCs w:val="40"/>
          <w:u w:val="single"/>
        </w:rPr>
        <w:t>Цыбуков С.И.</w:t>
      </w:r>
      <w:r w:rsidRPr="006C0B2F">
        <w:rPr>
          <w:szCs w:val="40"/>
        </w:rPr>
        <w:t xml:space="preserve"> Хорошо. Как скажете.</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w:t>
      </w:r>
      <w:r w:rsidR="00ED19F1" w:rsidRPr="006C0B2F">
        <w:rPr>
          <w:szCs w:val="40"/>
        </w:rPr>
        <w:t>Елена Ивановна Косаковская представляет Федерацию Н</w:t>
      </w:r>
      <w:r w:rsidRPr="006C0B2F">
        <w:rPr>
          <w:szCs w:val="40"/>
        </w:rPr>
        <w:t xml:space="preserve">езависимых </w:t>
      </w:r>
      <w:r w:rsidR="00ED19F1" w:rsidRPr="006C0B2F">
        <w:rPr>
          <w:szCs w:val="40"/>
        </w:rPr>
        <w:t>П</w:t>
      </w:r>
      <w:r w:rsidRPr="006C0B2F">
        <w:rPr>
          <w:szCs w:val="40"/>
        </w:rPr>
        <w:t>рофсоюзов</w:t>
      </w:r>
      <w:r w:rsidR="00ED19F1" w:rsidRPr="006C0B2F">
        <w:rPr>
          <w:szCs w:val="40"/>
        </w:rPr>
        <w:t xml:space="preserve"> России</w:t>
      </w:r>
      <w:r w:rsidRPr="006C0B2F">
        <w:rPr>
          <w:szCs w:val="40"/>
        </w:rPr>
        <w:t>. Пожалуйста.</w:t>
      </w:r>
    </w:p>
    <w:p w:rsidR="006F005A" w:rsidRPr="006C0B2F" w:rsidRDefault="006F005A" w:rsidP="00ED5B66">
      <w:pPr>
        <w:spacing w:line="360" w:lineRule="auto"/>
        <w:rPr>
          <w:szCs w:val="40"/>
        </w:rPr>
      </w:pPr>
      <w:r w:rsidRPr="006C0B2F">
        <w:rPr>
          <w:szCs w:val="40"/>
          <w:u w:val="single"/>
        </w:rPr>
        <w:t>Косаковская Е.И.</w:t>
      </w:r>
      <w:r w:rsidRPr="006C0B2F">
        <w:rPr>
          <w:szCs w:val="40"/>
        </w:rPr>
        <w:t xml:space="preserve"> Спасибо большое, Ярослав Евгеньевич, за то, что предоставили слово.</w:t>
      </w:r>
    </w:p>
    <w:p w:rsidR="00BB63E2" w:rsidRPr="006C0B2F" w:rsidRDefault="006F005A" w:rsidP="00ED5B66">
      <w:pPr>
        <w:spacing w:line="360" w:lineRule="auto"/>
        <w:rPr>
          <w:szCs w:val="40"/>
        </w:rPr>
      </w:pPr>
      <w:r w:rsidRPr="006C0B2F">
        <w:rPr>
          <w:szCs w:val="40"/>
        </w:rPr>
        <w:t>Тема очень важная, актуальная. И профсоюзы, как вы уже слышали от наших социальных партнеров, действительно пр</w:t>
      </w:r>
      <w:r w:rsidR="00663B46" w:rsidRPr="006C0B2F">
        <w:rPr>
          <w:szCs w:val="40"/>
        </w:rPr>
        <w:t>инимают в этом активное участие. Я</w:t>
      </w:r>
      <w:r w:rsidRPr="006C0B2F">
        <w:rPr>
          <w:szCs w:val="40"/>
        </w:rPr>
        <w:t xml:space="preserve"> считаю, что это очень положительный момент в развитии </w:t>
      </w:r>
      <w:r w:rsidR="006A385D" w:rsidRPr="006C0B2F">
        <w:rPr>
          <w:szCs w:val="40"/>
        </w:rPr>
        <w:t>Н</w:t>
      </w:r>
      <w:r w:rsidRPr="006C0B2F">
        <w:rPr>
          <w:szCs w:val="40"/>
        </w:rPr>
        <w:t>ациональной системы квалификаций, в том числе</w:t>
      </w:r>
      <w:r w:rsidR="007E12A6" w:rsidRPr="006C0B2F">
        <w:rPr>
          <w:szCs w:val="40"/>
        </w:rPr>
        <w:t>,</w:t>
      </w:r>
      <w:r w:rsidRPr="006C0B2F">
        <w:rPr>
          <w:szCs w:val="40"/>
        </w:rPr>
        <w:t xml:space="preserve"> для развития кадрового потенциала России.</w:t>
      </w:r>
    </w:p>
    <w:p w:rsidR="00BB63E2" w:rsidRPr="006C0B2F" w:rsidRDefault="000D1779" w:rsidP="00ED5B66">
      <w:pPr>
        <w:spacing w:line="360" w:lineRule="auto"/>
        <w:rPr>
          <w:szCs w:val="40"/>
        </w:rPr>
      </w:pPr>
      <w:r w:rsidRPr="006C0B2F">
        <w:rPr>
          <w:szCs w:val="40"/>
        </w:rPr>
        <w:t>Я</w:t>
      </w:r>
      <w:r w:rsidR="006F005A" w:rsidRPr="006C0B2F">
        <w:rPr>
          <w:szCs w:val="40"/>
        </w:rPr>
        <w:t xml:space="preserve"> хотела бы поблагодарить, прежде всего, наших социальных партнеров, с которыми мы достаточно конструктивно ведем социальный диалог как в рамках </w:t>
      </w:r>
      <w:r w:rsidR="00BB63E2" w:rsidRPr="006C0B2F">
        <w:rPr>
          <w:szCs w:val="40"/>
        </w:rPr>
        <w:t>Р</w:t>
      </w:r>
      <w:r w:rsidR="006F005A" w:rsidRPr="006C0B2F">
        <w:rPr>
          <w:szCs w:val="40"/>
        </w:rPr>
        <w:t>оссийской трехсторонней комиссии, так и в рамках Нац</w:t>
      </w:r>
      <w:r w:rsidRPr="006C0B2F">
        <w:rPr>
          <w:szCs w:val="40"/>
        </w:rPr>
        <w:t>ионального совета при Президенте по профквалификациям. Э</w:t>
      </w:r>
      <w:r w:rsidR="006F005A" w:rsidRPr="006C0B2F">
        <w:rPr>
          <w:szCs w:val="40"/>
        </w:rPr>
        <w:t>то Минтруд России в лице Марины Сергеевны Масловой, которая всегда плотно с нами контактирует, вовремя всегда нас ставит в известность и информирует по всем вопросам, и</w:t>
      </w:r>
      <w:r w:rsidR="00BB63E2" w:rsidRPr="006C0B2F">
        <w:rPr>
          <w:szCs w:val="40"/>
        </w:rPr>
        <w:t>,</w:t>
      </w:r>
      <w:r w:rsidR="006F005A" w:rsidRPr="006C0B2F">
        <w:rPr>
          <w:szCs w:val="40"/>
        </w:rPr>
        <w:t xml:space="preserve"> безусловно, Национальное агентство развития квалификаций, потому что это наш такой орган экспертный,</w:t>
      </w:r>
      <w:r w:rsidR="00BB63E2" w:rsidRPr="006C0B2F">
        <w:rPr>
          <w:szCs w:val="40"/>
        </w:rPr>
        <w:t xml:space="preserve"> в котором собраны действительно лучшие профессионалы в области разв</w:t>
      </w:r>
      <w:r w:rsidRPr="006C0B2F">
        <w:rPr>
          <w:szCs w:val="40"/>
        </w:rPr>
        <w:t xml:space="preserve">ития образования </w:t>
      </w:r>
      <w:r w:rsidR="00FD5C0A" w:rsidRPr="006C0B2F">
        <w:rPr>
          <w:szCs w:val="40"/>
        </w:rPr>
        <w:t xml:space="preserve">и </w:t>
      </w:r>
      <w:r w:rsidRPr="006C0B2F">
        <w:rPr>
          <w:szCs w:val="40"/>
        </w:rPr>
        <w:t>квалификаций. Б</w:t>
      </w:r>
      <w:r w:rsidR="00BB63E2" w:rsidRPr="006C0B2F">
        <w:rPr>
          <w:szCs w:val="40"/>
        </w:rPr>
        <w:t xml:space="preserve">езусловно, в первую очередь Юлию Валерьевну Смирнову хочу поблагодарить, потому что все вопросы мы обсуждаем заранее, прежде чем они выносятся на </w:t>
      </w:r>
      <w:r w:rsidRPr="006C0B2F">
        <w:rPr>
          <w:szCs w:val="40"/>
        </w:rPr>
        <w:t>С</w:t>
      </w:r>
      <w:r w:rsidR="00BB63E2" w:rsidRPr="006C0B2F">
        <w:rPr>
          <w:szCs w:val="40"/>
        </w:rPr>
        <w:t>овет, на Ро</w:t>
      </w:r>
      <w:r w:rsidRPr="006C0B2F">
        <w:rPr>
          <w:szCs w:val="40"/>
        </w:rPr>
        <w:t>ссийскую трехстороннюю комиссию. У</w:t>
      </w:r>
      <w:r w:rsidR="00BB63E2" w:rsidRPr="006C0B2F">
        <w:rPr>
          <w:szCs w:val="40"/>
        </w:rPr>
        <w:t xml:space="preserve"> нас бывают дебаты, несогласие, различие во мнениях, но мы пытаемся эти мнения как-то свести воедино. </w:t>
      </w:r>
    </w:p>
    <w:p w:rsidR="00E732A5" w:rsidRPr="006C0B2F" w:rsidRDefault="006F005A" w:rsidP="00ED5B66">
      <w:pPr>
        <w:spacing w:line="360" w:lineRule="auto"/>
        <w:rPr>
          <w:szCs w:val="40"/>
        </w:rPr>
      </w:pPr>
      <w:r w:rsidRPr="006C0B2F">
        <w:rPr>
          <w:szCs w:val="40"/>
        </w:rPr>
        <w:lastRenderedPageBreak/>
        <w:t xml:space="preserve">Несколько слов о том, как мы видим развитие </w:t>
      </w:r>
      <w:r w:rsidR="000F3516" w:rsidRPr="006C0B2F">
        <w:rPr>
          <w:szCs w:val="40"/>
        </w:rPr>
        <w:t xml:space="preserve">Национальной </w:t>
      </w:r>
      <w:r w:rsidR="00522CB8" w:rsidRPr="006C0B2F">
        <w:rPr>
          <w:szCs w:val="40"/>
        </w:rPr>
        <w:t>системы квалификаций. Б</w:t>
      </w:r>
      <w:r w:rsidRPr="006C0B2F">
        <w:rPr>
          <w:szCs w:val="40"/>
        </w:rPr>
        <w:t xml:space="preserve">езусловно, мы немножко скажем о рисках. </w:t>
      </w:r>
    </w:p>
    <w:p w:rsidR="006F005A" w:rsidRPr="006C0B2F" w:rsidRDefault="006F005A" w:rsidP="00ED5B66">
      <w:pPr>
        <w:spacing w:line="360" w:lineRule="auto"/>
        <w:rPr>
          <w:szCs w:val="40"/>
        </w:rPr>
      </w:pPr>
      <w:r w:rsidRPr="006C0B2F">
        <w:rPr>
          <w:szCs w:val="40"/>
        </w:rPr>
        <w:t xml:space="preserve">На сегодняшний день </w:t>
      </w:r>
      <w:r w:rsidR="00E814AF" w:rsidRPr="006C0B2F">
        <w:rPr>
          <w:szCs w:val="40"/>
        </w:rPr>
        <w:t xml:space="preserve">Национальная </w:t>
      </w:r>
      <w:r w:rsidRPr="006C0B2F">
        <w:rPr>
          <w:szCs w:val="40"/>
        </w:rPr>
        <w:t>система квалификаций развивается, но пока она не представляет собой систему, потому что есть элементы, которые можно отнести к системе квалификаций, но связи между ними недостаточно четко определены. В частности, на основании приказов Минтруда согласно макету и методическим рекомендациям по разработке профстандартов в самих профстандартах содерж</w:t>
      </w:r>
      <w:r w:rsidR="00E732A5" w:rsidRPr="006C0B2F">
        <w:rPr>
          <w:szCs w:val="40"/>
        </w:rPr>
        <w:t>а</w:t>
      </w:r>
      <w:r w:rsidRPr="006C0B2F">
        <w:rPr>
          <w:szCs w:val="40"/>
        </w:rPr>
        <w:t>тся обобщенные трудовые функции, каждая из которых включает в себя трудовые функции. И здесь возникает вопрос, каким образом трудовая функция профстандарта соотносится с трудовой функцией, о</w:t>
      </w:r>
      <w:r w:rsidR="00A70454" w:rsidRPr="006C0B2F">
        <w:rPr>
          <w:szCs w:val="40"/>
        </w:rPr>
        <w:t>пределенной в Трудовом кодексе.</w:t>
      </w:r>
    </w:p>
    <w:p w:rsidR="006F005A" w:rsidRPr="006C0B2F" w:rsidRDefault="006F005A" w:rsidP="00ED5B66">
      <w:pPr>
        <w:spacing w:line="360" w:lineRule="auto"/>
        <w:rPr>
          <w:szCs w:val="40"/>
        </w:rPr>
      </w:pPr>
      <w:r w:rsidRPr="006C0B2F">
        <w:rPr>
          <w:szCs w:val="40"/>
        </w:rPr>
        <w:t>Ряд экспертов, с которыми мы р</w:t>
      </w:r>
      <w:r w:rsidR="00C857E3" w:rsidRPr="006C0B2F">
        <w:rPr>
          <w:szCs w:val="40"/>
        </w:rPr>
        <w:t xml:space="preserve">аботаем в рамках развития НСК, </w:t>
      </w:r>
      <w:r w:rsidRPr="006C0B2F">
        <w:rPr>
          <w:szCs w:val="40"/>
        </w:rPr>
        <w:t xml:space="preserve">считают, что трудовая функция профстандарта – это </w:t>
      </w:r>
      <w:r w:rsidR="00C857E3" w:rsidRPr="006C0B2F">
        <w:rPr>
          <w:szCs w:val="40"/>
        </w:rPr>
        <w:t xml:space="preserve">структура, </w:t>
      </w:r>
      <w:r w:rsidRPr="006C0B2F">
        <w:rPr>
          <w:szCs w:val="40"/>
        </w:rPr>
        <w:t xml:space="preserve">отличная от трудовой </w:t>
      </w:r>
      <w:r w:rsidR="00C26886" w:rsidRPr="006C0B2F">
        <w:rPr>
          <w:szCs w:val="40"/>
        </w:rPr>
        <w:t>функции в Трудовом кодексе. П</w:t>
      </w:r>
      <w:r w:rsidRPr="006C0B2F">
        <w:rPr>
          <w:szCs w:val="40"/>
        </w:rPr>
        <w:t>олучается, таким образом, что сущность профстандарта в Трудовом кодексе не совпадает с правовой сущностью профстандартов, которые у нас разрабатываются на основании приказов Минтруда. И тогда получается, что профстандарты, которые мы разрабатываем, я именно правовую оценку сейчас даю, не имеют ничего общего с трудовыми отношениями и не могут применяться в рамках трудовых правоотношений. Но это</w:t>
      </w:r>
      <w:r w:rsidR="00C26886" w:rsidRPr="006C0B2F">
        <w:rPr>
          <w:szCs w:val="40"/>
        </w:rPr>
        <w:t>го</w:t>
      </w:r>
      <w:r w:rsidRPr="006C0B2F">
        <w:rPr>
          <w:szCs w:val="40"/>
        </w:rPr>
        <w:t xml:space="preserve"> не должно быть</w:t>
      </w:r>
      <w:r w:rsidR="00C26886" w:rsidRPr="006C0B2F">
        <w:rPr>
          <w:szCs w:val="40"/>
        </w:rPr>
        <w:t xml:space="preserve">, потому что в соответствии со </w:t>
      </w:r>
      <w:r w:rsidRPr="006C0B2F">
        <w:rPr>
          <w:szCs w:val="40"/>
        </w:rPr>
        <w:t xml:space="preserve">статьей </w:t>
      </w:r>
      <w:r w:rsidR="00C26886" w:rsidRPr="006C0B2F">
        <w:rPr>
          <w:szCs w:val="40"/>
        </w:rPr>
        <w:t xml:space="preserve">5 </w:t>
      </w:r>
      <w:r w:rsidRPr="006C0B2F">
        <w:rPr>
          <w:szCs w:val="40"/>
        </w:rPr>
        <w:t>Трудового кодекса нормативно-правовые акты федеральных органов исполнительной власти не могут противоречить Трудовому кодексу. И здесь уже отметили и Юлия Валерьевна, и Марина Сергеевна</w:t>
      </w:r>
      <w:r w:rsidR="00C26886" w:rsidRPr="006C0B2F">
        <w:rPr>
          <w:szCs w:val="40"/>
        </w:rPr>
        <w:t xml:space="preserve"> то</w:t>
      </w:r>
      <w:r w:rsidRPr="006C0B2F">
        <w:rPr>
          <w:szCs w:val="40"/>
        </w:rPr>
        <w:t xml:space="preserve">, что мы работаем сейчас над планом по развитию </w:t>
      </w:r>
      <w:r w:rsidR="007D60B1" w:rsidRPr="006C0B2F">
        <w:rPr>
          <w:szCs w:val="40"/>
        </w:rPr>
        <w:t xml:space="preserve">Национальной </w:t>
      </w:r>
      <w:r w:rsidRPr="006C0B2F">
        <w:rPr>
          <w:szCs w:val="40"/>
        </w:rPr>
        <w:t xml:space="preserve">системы квалификаций. В этот план, в частности, входит такое мероприятие, как разработка </w:t>
      </w:r>
      <w:r w:rsidR="00C26886" w:rsidRPr="006C0B2F">
        <w:rPr>
          <w:szCs w:val="40"/>
        </w:rPr>
        <w:t>понятийного аппарата по НСК. Я</w:t>
      </w:r>
      <w:r w:rsidRPr="006C0B2F">
        <w:rPr>
          <w:szCs w:val="40"/>
        </w:rPr>
        <w:t xml:space="preserve"> считаю, мы считаем, профсоюзы считают, ФНПР считает, что при работе над понятийным аппаратом в рамках </w:t>
      </w:r>
      <w:r w:rsidR="00033170" w:rsidRPr="006C0B2F">
        <w:rPr>
          <w:szCs w:val="40"/>
        </w:rPr>
        <w:t>«</w:t>
      </w:r>
      <w:r w:rsidRPr="006C0B2F">
        <w:rPr>
          <w:szCs w:val="40"/>
        </w:rPr>
        <w:t>дорожной карты</w:t>
      </w:r>
      <w:r w:rsidR="00033170" w:rsidRPr="006C0B2F">
        <w:rPr>
          <w:szCs w:val="40"/>
        </w:rPr>
        <w:t>»</w:t>
      </w:r>
      <w:r w:rsidRPr="006C0B2F">
        <w:rPr>
          <w:szCs w:val="40"/>
        </w:rPr>
        <w:t xml:space="preserve"> по развитию нацсистемы нам нужно очень внимательно отнестись к определению различных терминов, </w:t>
      </w:r>
      <w:r w:rsidRPr="006C0B2F">
        <w:rPr>
          <w:szCs w:val="40"/>
        </w:rPr>
        <w:lastRenderedPageBreak/>
        <w:t>чтобы понять, где и для чего они применяются. Если это для системы образования, значит, мы должны понимать, что дает система образования, какие квалификации она дает, допустим, академические. А, допустим, в системе трудовых отношений это должны быть профессиональные квалификации, они должны дру</w:t>
      </w:r>
      <w:r w:rsidR="002A7F05" w:rsidRPr="006C0B2F">
        <w:rPr>
          <w:szCs w:val="40"/>
        </w:rPr>
        <w:t xml:space="preserve">г от друга как-то отличаться, </w:t>
      </w:r>
      <w:r w:rsidRPr="006C0B2F">
        <w:rPr>
          <w:szCs w:val="40"/>
        </w:rPr>
        <w:t>мы долж</w:t>
      </w:r>
      <w:r w:rsidR="00A70454" w:rsidRPr="006C0B2F">
        <w:rPr>
          <w:szCs w:val="40"/>
        </w:rPr>
        <w:t>ны понимать, в чем эта разница.</w:t>
      </w:r>
    </w:p>
    <w:p w:rsidR="006F005A" w:rsidRPr="006C0B2F" w:rsidRDefault="00520DEA" w:rsidP="00ED5B66">
      <w:pPr>
        <w:spacing w:line="360" w:lineRule="auto"/>
        <w:rPr>
          <w:szCs w:val="40"/>
        </w:rPr>
      </w:pPr>
      <w:r w:rsidRPr="006C0B2F">
        <w:rPr>
          <w:szCs w:val="40"/>
        </w:rPr>
        <w:t>Второе. Ш</w:t>
      </w:r>
      <w:r w:rsidR="006F005A" w:rsidRPr="006C0B2F">
        <w:rPr>
          <w:szCs w:val="40"/>
        </w:rPr>
        <w:t>есть лет назад</w:t>
      </w:r>
      <w:r w:rsidRPr="006C0B2F">
        <w:rPr>
          <w:szCs w:val="40"/>
        </w:rPr>
        <w:t>, к</w:t>
      </w:r>
      <w:r w:rsidR="006F005A" w:rsidRPr="006C0B2F">
        <w:rPr>
          <w:szCs w:val="40"/>
        </w:rPr>
        <w:t>огда ещё</w:t>
      </w:r>
      <w:r w:rsidR="00F7190F" w:rsidRPr="006C0B2F">
        <w:rPr>
          <w:szCs w:val="40"/>
        </w:rPr>
        <w:t xml:space="preserve"> не было ни Н</w:t>
      </w:r>
      <w:r w:rsidRPr="006C0B2F">
        <w:rPr>
          <w:szCs w:val="40"/>
        </w:rPr>
        <w:t>ацсовета, ни СПК, к</w:t>
      </w:r>
      <w:r w:rsidR="006F005A" w:rsidRPr="006C0B2F">
        <w:rPr>
          <w:szCs w:val="40"/>
        </w:rPr>
        <w:t>огда ещё только начиналась работа</w:t>
      </w:r>
      <w:r w:rsidRPr="006C0B2F">
        <w:rPr>
          <w:szCs w:val="40"/>
        </w:rPr>
        <w:t xml:space="preserve"> по разработке профстандартов, к</w:t>
      </w:r>
      <w:r w:rsidR="006F005A" w:rsidRPr="006C0B2F">
        <w:rPr>
          <w:szCs w:val="40"/>
        </w:rPr>
        <w:t xml:space="preserve">огда ещё только был создан экспертный совет при Минтруде, в котором принимали участие эксперты от всех сторон социального партнерства, </w:t>
      </w:r>
      <w:r w:rsidRPr="006C0B2F">
        <w:rPr>
          <w:szCs w:val="40"/>
        </w:rPr>
        <w:t xml:space="preserve">Федерация независимых профсоюзов предлагала социальным партнерам и говорила: </w:t>
      </w:r>
      <w:r w:rsidR="00033170" w:rsidRPr="006C0B2F">
        <w:rPr>
          <w:szCs w:val="40"/>
        </w:rPr>
        <w:t>«</w:t>
      </w:r>
      <w:r w:rsidRPr="006C0B2F">
        <w:rPr>
          <w:szCs w:val="40"/>
        </w:rPr>
        <w:t>Д</w:t>
      </w:r>
      <w:r w:rsidR="006F005A" w:rsidRPr="006C0B2F">
        <w:rPr>
          <w:szCs w:val="40"/>
        </w:rPr>
        <w:t xml:space="preserve">авайте в рамках </w:t>
      </w:r>
      <w:r w:rsidRPr="006C0B2F">
        <w:rPr>
          <w:szCs w:val="40"/>
        </w:rPr>
        <w:t>отраслевых комиссий</w:t>
      </w:r>
      <w:r w:rsidR="006F005A" w:rsidRPr="006C0B2F">
        <w:rPr>
          <w:szCs w:val="40"/>
        </w:rPr>
        <w:t xml:space="preserve"> по каждому отраслевому соглашению</w:t>
      </w:r>
      <w:r w:rsidRPr="006C0B2F">
        <w:rPr>
          <w:szCs w:val="40"/>
        </w:rPr>
        <w:t>. У</w:t>
      </w:r>
      <w:r w:rsidR="006F005A" w:rsidRPr="006C0B2F">
        <w:rPr>
          <w:szCs w:val="40"/>
        </w:rPr>
        <w:t xml:space="preserve"> нас есть отраслевые комиссии, которые занимаются разработ</w:t>
      </w:r>
      <w:r w:rsidRPr="006C0B2F">
        <w:rPr>
          <w:szCs w:val="40"/>
        </w:rPr>
        <w:t>кой отраслевых соглашений</w:t>
      </w:r>
      <w:r w:rsidR="006F005A" w:rsidRPr="006C0B2F">
        <w:rPr>
          <w:szCs w:val="40"/>
        </w:rPr>
        <w:t xml:space="preserve"> в рамках социального партнерства. Давайте в рамках вот этих органов социального партнерства </w:t>
      </w:r>
      <w:r w:rsidRPr="006C0B2F">
        <w:rPr>
          <w:szCs w:val="40"/>
        </w:rPr>
        <w:t xml:space="preserve">проинвентаризируем справочники </w:t>
      </w:r>
      <w:r w:rsidR="00D220D1" w:rsidRPr="006C0B2F">
        <w:rPr>
          <w:szCs w:val="40"/>
        </w:rPr>
        <w:t xml:space="preserve">ЕКС и </w:t>
      </w:r>
      <w:r w:rsidRPr="006C0B2F">
        <w:rPr>
          <w:szCs w:val="40"/>
        </w:rPr>
        <w:t>ЕТ</w:t>
      </w:r>
      <w:r w:rsidR="006F005A" w:rsidRPr="006C0B2F">
        <w:rPr>
          <w:szCs w:val="40"/>
        </w:rPr>
        <w:t xml:space="preserve">КС и поймем, что </w:t>
      </w:r>
      <w:r w:rsidRPr="006C0B2F">
        <w:rPr>
          <w:szCs w:val="40"/>
        </w:rPr>
        <w:t>в них устарело и надо исключить. К</w:t>
      </w:r>
      <w:r w:rsidR="006F005A" w:rsidRPr="006C0B2F">
        <w:rPr>
          <w:szCs w:val="40"/>
        </w:rPr>
        <w:t>акие характеристики требуют актуализ</w:t>
      </w:r>
      <w:r w:rsidRPr="006C0B2F">
        <w:rPr>
          <w:szCs w:val="40"/>
        </w:rPr>
        <w:t>ации, а</w:t>
      </w:r>
      <w:r w:rsidR="006F005A" w:rsidRPr="006C0B2F">
        <w:rPr>
          <w:szCs w:val="40"/>
        </w:rPr>
        <w:t xml:space="preserve"> каких там не хватает, </w:t>
      </w:r>
      <w:r w:rsidRPr="006C0B2F">
        <w:rPr>
          <w:szCs w:val="40"/>
        </w:rPr>
        <w:t xml:space="preserve">потому </w:t>
      </w:r>
      <w:r w:rsidR="006F005A" w:rsidRPr="006C0B2F">
        <w:rPr>
          <w:szCs w:val="40"/>
        </w:rPr>
        <w:t>что появляются какие-то новые професс</w:t>
      </w:r>
      <w:r w:rsidRPr="006C0B2F">
        <w:rPr>
          <w:szCs w:val="40"/>
        </w:rPr>
        <w:t>ии, специальности, квалификации. Э</w:t>
      </w:r>
      <w:r w:rsidR="006F005A" w:rsidRPr="006C0B2F">
        <w:rPr>
          <w:szCs w:val="40"/>
        </w:rPr>
        <w:t>ти справочники нужно, допустим, переформатировать по определенному стандарту, которым я</w:t>
      </w:r>
      <w:r w:rsidRPr="006C0B2F">
        <w:rPr>
          <w:szCs w:val="40"/>
        </w:rPr>
        <w:t>вился профессиональный стандарт. С</w:t>
      </w:r>
      <w:r w:rsidR="006F005A" w:rsidRPr="006C0B2F">
        <w:rPr>
          <w:szCs w:val="40"/>
        </w:rPr>
        <w:t>оответственно, мы будем понимать, сколько и чего у нас должно быть</w:t>
      </w:r>
      <w:r w:rsidR="00033170" w:rsidRPr="006C0B2F">
        <w:rPr>
          <w:szCs w:val="40"/>
        </w:rPr>
        <w:t>»</w:t>
      </w:r>
      <w:r w:rsidR="006F005A" w:rsidRPr="006C0B2F">
        <w:rPr>
          <w:szCs w:val="40"/>
        </w:rPr>
        <w:t>. Это, конечно, проблема сложная, но, к сожалению, на нее тогда в</w:t>
      </w:r>
      <w:r w:rsidR="0015783A" w:rsidRPr="006C0B2F">
        <w:rPr>
          <w:szCs w:val="40"/>
        </w:rPr>
        <w:t xml:space="preserve"> должной мере не отреагировали.</w:t>
      </w:r>
    </w:p>
    <w:p w:rsidR="006F005A" w:rsidRPr="006C0B2F" w:rsidRDefault="006F005A" w:rsidP="00ED5B66">
      <w:pPr>
        <w:spacing w:line="360" w:lineRule="auto"/>
        <w:rPr>
          <w:szCs w:val="40"/>
        </w:rPr>
      </w:pPr>
      <w:r w:rsidRPr="006C0B2F">
        <w:rPr>
          <w:szCs w:val="40"/>
        </w:rPr>
        <w:t>Я очень рада тому, что у нас теперь есть НАРК, и благодаря</w:t>
      </w:r>
      <w:r w:rsidR="00FC00E3" w:rsidRPr="006C0B2F">
        <w:rPr>
          <w:szCs w:val="40"/>
        </w:rPr>
        <w:t xml:space="preserve"> инициативе</w:t>
      </w:r>
      <w:r w:rsidR="00DE0A18" w:rsidRPr="006C0B2F">
        <w:rPr>
          <w:szCs w:val="40"/>
        </w:rPr>
        <w:t>, в частности, Юлии Валерьевны</w:t>
      </w:r>
      <w:r w:rsidRPr="006C0B2F">
        <w:rPr>
          <w:szCs w:val="40"/>
        </w:rPr>
        <w:t xml:space="preserve"> решили прийти к тому, чтобы СПК вели мониторинг</w:t>
      </w:r>
      <w:r w:rsidR="00FC00E3" w:rsidRPr="006C0B2F">
        <w:rPr>
          <w:szCs w:val="40"/>
        </w:rPr>
        <w:t>и</w:t>
      </w:r>
      <w:r w:rsidRPr="006C0B2F">
        <w:rPr>
          <w:szCs w:val="40"/>
        </w:rPr>
        <w:t xml:space="preserve"> актуальности тех или иных профессий и того, что будет в будущем, какие буду</w:t>
      </w:r>
      <w:r w:rsidR="00FC00E3" w:rsidRPr="006C0B2F">
        <w:rPr>
          <w:szCs w:val="40"/>
        </w:rPr>
        <w:t xml:space="preserve">т профессии вообще востребованы. </w:t>
      </w:r>
      <w:r w:rsidR="00DE0A18" w:rsidRPr="006C0B2F">
        <w:rPr>
          <w:szCs w:val="40"/>
        </w:rPr>
        <w:t xml:space="preserve">У </w:t>
      </w:r>
      <w:r w:rsidRPr="006C0B2F">
        <w:rPr>
          <w:szCs w:val="40"/>
        </w:rPr>
        <w:t xml:space="preserve">нас и мониторинг должен проводиться, и </w:t>
      </w:r>
      <w:r w:rsidR="00DE0A18" w:rsidRPr="006C0B2F">
        <w:rPr>
          <w:szCs w:val="40"/>
        </w:rPr>
        <w:t xml:space="preserve">есть </w:t>
      </w:r>
      <w:r w:rsidRPr="006C0B2F">
        <w:rPr>
          <w:szCs w:val="40"/>
        </w:rPr>
        <w:t>перечни профессий</w:t>
      </w:r>
      <w:r w:rsidR="00DE0A18" w:rsidRPr="006C0B2F">
        <w:rPr>
          <w:szCs w:val="40"/>
        </w:rPr>
        <w:t>,</w:t>
      </w:r>
      <w:r w:rsidRPr="006C0B2F">
        <w:rPr>
          <w:szCs w:val="40"/>
        </w:rPr>
        <w:t xml:space="preserve"> и так далее, и тому подобное. Я надеюсь, что со временем мы будем понимать, какие </w:t>
      </w:r>
      <w:r w:rsidR="00DE0A18" w:rsidRPr="006C0B2F">
        <w:rPr>
          <w:szCs w:val="40"/>
        </w:rPr>
        <w:t>характеристики Е</w:t>
      </w:r>
      <w:r w:rsidRPr="006C0B2F">
        <w:rPr>
          <w:szCs w:val="40"/>
        </w:rPr>
        <w:t>Т</w:t>
      </w:r>
      <w:r w:rsidR="00DE0A18" w:rsidRPr="006C0B2F">
        <w:rPr>
          <w:szCs w:val="40"/>
        </w:rPr>
        <w:t>К</w:t>
      </w:r>
      <w:r w:rsidRPr="006C0B2F">
        <w:rPr>
          <w:szCs w:val="40"/>
        </w:rPr>
        <w:t xml:space="preserve">С и </w:t>
      </w:r>
      <w:r w:rsidR="00DE0A18" w:rsidRPr="006C0B2F">
        <w:rPr>
          <w:szCs w:val="40"/>
        </w:rPr>
        <w:lastRenderedPageBreak/>
        <w:t xml:space="preserve">ЕКС должны быть заменены, </w:t>
      </w:r>
      <w:r w:rsidRPr="006C0B2F">
        <w:rPr>
          <w:szCs w:val="40"/>
        </w:rPr>
        <w:t xml:space="preserve">сколько для этого нужно профстандартов. </w:t>
      </w:r>
      <w:r w:rsidR="00DE0A18" w:rsidRPr="006C0B2F">
        <w:rPr>
          <w:szCs w:val="40"/>
        </w:rPr>
        <w:t>У</w:t>
      </w:r>
      <w:r w:rsidR="0015783A" w:rsidRPr="006C0B2F">
        <w:rPr>
          <w:szCs w:val="40"/>
        </w:rPr>
        <w:t xml:space="preserve"> нас должна быть картинка.</w:t>
      </w:r>
    </w:p>
    <w:p w:rsidR="006F005A" w:rsidRPr="006C0B2F" w:rsidRDefault="00F24E58" w:rsidP="00ED5B66">
      <w:pPr>
        <w:spacing w:line="360" w:lineRule="auto"/>
        <w:rPr>
          <w:szCs w:val="40"/>
        </w:rPr>
      </w:pPr>
      <w:r w:rsidRPr="006C0B2F">
        <w:rPr>
          <w:szCs w:val="40"/>
        </w:rPr>
        <w:t xml:space="preserve">И в связи с этим </w:t>
      </w:r>
      <w:r w:rsidR="001B6F07" w:rsidRPr="006C0B2F">
        <w:rPr>
          <w:szCs w:val="40"/>
        </w:rPr>
        <w:t xml:space="preserve">я </w:t>
      </w:r>
      <w:r w:rsidRPr="006C0B2F">
        <w:rPr>
          <w:szCs w:val="40"/>
        </w:rPr>
        <w:t>хо</w:t>
      </w:r>
      <w:r w:rsidR="001B6F07" w:rsidRPr="006C0B2F">
        <w:rPr>
          <w:szCs w:val="40"/>
        </w:rPr>
        <w:t>тела бы сказать о третьем. П</w:t>
      </w:r>
      <w:r w:rsidRPr="006C0B2F">
        <w:rPr>
          <w:szCs w:val="40"/>
        </w:rPr>
        <w:t>ока в соответствии с Трудовым кодексом м</w:t>
      </w:r>
      <w:r w:rsidR="006F005A" w:rsidRPr="006C0B2F">
        <w:rPr>
          <w:szCs w:val="40"/>
        </w:rPr>
        <w:t xml:space="preserve">ы даём </w:t>
      </w:r>
      <w:r w:rsidR="001B6F07" w:rsidRPr="006C0B2F">
        <w:rPr>
          <w:szCs w:val="40"/>
        </w:rPr>
        <w:t>право работодателю применять ЕТК</w:t>
      </w:r>
      <w:r w:rsidR="006F005A" w:rsidRPr="006C0B2F">
        <w:rPr>
          <w:szCs w:val="40"/>
        </w:rPr>
        <w:t xml:space="preserve">С и </w:t>
      </w:r>
      <w:r w:rsidR="001B6F07" w:rsidRPr="006C0B2F">
        <w:rPr>
          <w:szCs w:val="40"/>
        </w:rPr>
        <w:t>Е</w:t>
      </w:r>
      <w:r w:rsidR="006F005A" w:rsidRPr="006C0B2F">
        <w:rPr>
          <w:szCs w:val="40"/>
        </w:rPr>
        <w:t>КС наравне с профстандартами в трудовых отношениях за исключением двух обязательных случа</w:t>
      </w:r>
      <w:r w:rsidR="001B6F07" w:rsidRPr="006C0B2F">
        <w:rPr>
          <w:szCs w:val="40"/>
        </w:rPr>
        <w:t>ев</w:t>
      </w:r>
      <w:r w:rsidR="006F005A" w:rsidRPr="006C0B2F">
        <w:rPr>
          <w:szCs w:val="40"/>
        </w:rPr>
        <w:t>, когда профстандарты</w:t>
      </w:r>
      <w:r w:rsidR="001B6F07" w:rsidRPr="006C0B2F">
        <w:rPr>
          <w:szCs w:val="40"/>
        </w:rPr>
        <w:t xml:space="preserve"> </w:t>
      </w:r>
      <w:r w:rsidR="006F005A" w:rsidRPr="006C0B2F">
        <w:rPr>
          <w:szCs w:val="40"/>
        </w:rPr>
        <w:t>применяются обязательно</w:t>
      </w:r>
      <w:r w:rsidR="001B6F07" w:rsidRPr="006C0B2F">
        <w:rPr>
          <w:szCs w:val="40"/>
        </w:rPr>
        <w:t>:</w:t>
      </w:r>
      <w:r w:rsidR="006F005A" w:rsidRPr="006C0B2F">
        <w:rPr>
          <w:szCs w:val="40"/>
        </w:rPr>
        <w:t xml:space="preserve"> если есть наличие льгот, компенсаций и так далее.</w:t>
      </w:r>
      <w:r w:rsidR="00244382" w:rsidRPr="006C0B2F">
        <w:rPr>
          <w:szCs w:val="40"/>
        </w:rPr>
        <w:t xml:space="preserve"> </w:t>
      </w:r>
      <w:r w:rsidR="006F005A" w:rsidRPr="006C0B2F">
        <w:rPr>
          <w:szCs w:val="40"/>
        </w:rPr>
        <w:t xml:space="preserve">Но практика показывает, что работодатели </w:t>
      </w:r>
      <w:r w:rsidR="00244382" w:rsidRPr="006C0B2F">
        <w:rPr>
          <w:szCs w:val="40"/>
        </w:rPr>
        <w:t xml:space="preserve">- </w:t>
      </w:r>
      <w:r w:rsidR="006F005A" w:rsidRPr="006C0B2F">
        <w:rPr>
          <w:szCs w:val="40"/>
        </w:rPr>
        <w:t xml:space="preserve">совершенно разные, предприятия </w:t>
      </w:r>
      <w:r w:rsidR="00244382" w:rsidRPr="006C0B2F">
        <w:rPr>
          <w:szCs w:val="40"/>
        </w:rPr>
        <w:t xml:space="preserve">- </w:t>
      </w:r>
      <w:r w:rsidR="006F005A" w:rsidRPr="006C0B2F">
        <w:rPr>
          <w:szCs w:val="40"/>
        </w:rPr>
        <w:t xml:space="preserve">разные, величина и структуры этих организаций </w:t>
      </w:r>
      <w:r w:rsidR="00244382" w:rsidRPr="006C0B2F">
        <w:rPr>
          <w:szCs w:val="40"/>
        </w:rPr>
        <w:t xml:space="preserve">- </w:t>
      </w:r>
      <w:r w:rsidR="006F005A" w:rsidRPr="006C0B2F">
        <w:rPr>
          <w:szCs w:val="40"/>
        </w:rPr>
        <w:t xml:space="preserve">разные. Есть организации, которые уже двигаются вперёд, они </w:t>
      </w:r>
      <w:r w:rsidR="00244382" w:rsidRPr="006C0B2F">
        <w:rPr>
          <w:szCs w:val="40"/>
        </w:rPr>
        <w:t xml:space="preserve">– </w:t>
      </w:r>
      <w:r w:rsidR="006F005A" w:rsidRPr="006C0B2F">
        <w:rPr>
          <w:szCs w:val="40"/>
        </w:rPr>
        <w:t>авангард</w:t>
      </w:r>
      <w:r w:rsidR="00244382" w:rsidRPr="006C0B2F">
        <w:rPr>
          <w:szCs w:val="40"/>
        </w:rPr>
        <w:t>,</w:t>
      </w:r>
      <w:r w:rsidR="006F005A" w:rsidRPr="006C0B2F">
        <w:rPr>
          <w:szCs w:val="40"/>
        </w:rPr>
        <w:t xml:space="preserve"> им требуются профессиональные стандарты. Есть предприятия, которые до сих пор продолжают применять, условно говоря, ручной труд, и</w:t>
      </w:r>
      <w:r w:rsidR="00244382" w:rsidRPr="006C0B2F">
        <w:rPr>
          <w:szCs w:val="40"/>
        </w:rPr>
        <w:t>м ЕТК</w:t>
      </w:r>
      <w:r w:rsidR="003079E1" w:rsidRPr="006C0B2F">
        <w:rPr>
          <w:szCs w:val="40"/>
        </w:rPr>
        <w:t xml:space="preserve">С и </w:t>
      </w:r>
      <w:r w:rsidR="006F005A" w:rsidRPr="006C0B2F">
        <w:rPr>
          <w:szCs w:val="40"/>
        </w:rPr>
        <w:t>ЕКС вполне достаточно. Плюс к тому на основе этих справочников у них и система оплаты труда установлена, и многое другое</w:t>
      </w:r>
      <w:r w:rsidR="0069401E" w:rsidRPr="006C0B2F">
        <w:rPr>
          <w:szCs w:val="40"/>
        </w:rPr>
        <w:t>. П</w:t>
      </w:r>
      <w:r w:rsidR="006F005A" w:rsidRPr="006C0B2F">
        <w:rPr>
          <w:szCs w:val="40"/>
        </w:rPr>
        <w:t>рисвоение разрядов рабочим происходит, в том числе</w:t>
      </w:r>
      <w:r w:rsidR="0069401E" w:rsidRPr="006C0B2F">
        <w:rPr>
          <w:szCs w:val="40"/>
        </w:rPr>
        <w:t>,</w:t>
      </w:r>
      <w:r w:rsidR="006F005A" w:rsidRPr="006C0B2F">
        <w:rPr>
          <w:szCs w:val="40"/>
        </w:rPr>
        <w:t xml:space="preserve"> на уровне предприятий.</w:t>
      </w:r>
      <w:r w:rsidR="002D6E9B" w:rsidRPr="006C0B2F">
        <w:rPr>
          <w:szCs w:val="40"/>
        </w:rPr>
        <w:t xml:space="preserve"> </w:t>
      </w:r>
      <w:r w:rsidR="006F005A" w:rsidRPr="006C0B2F">
        <w:rPr>
          <w:szCs w:val="40"/>
        </w:rPr>
        <w:t>Поэтому прежде чем прийти к тому, чтобы отменить справочники, не будем пока ограничивать работодателей, будем к этому аккуратно относиться. Всё-таки я надеюсь, что такой переход совершится, но он совершится тогда, когда мы действительно будем точно понимать, сколько нам необходимо профс</w:t>
      </w:r>
      <w:r w:rsidR="002D6E9B" w:rsidRPr="006C0B2F">
        <w:rPr>
          <w:szCs w:val="40"/>
        </w:rPr>
        <w:t>тандартов, чтобы они заменили ЕТКС и ЕКС,</w:t>
      </w:r>
      <w:r w:rsidR="006F005A" w:rsidRPr="006C0B2F">
        <w:rPr>
          <w:szCs w:val="40"/>
        </w:rPr>
        <w:t xml:space="preserve"> чтобы безболезненно организации были осведомлены, информированы и перешли плавно уже на профстандарты.</w:t>
      </w:r>
    </w:p>
    <w:p w:rsidR="006F005A" w:rsidRPr="006C0B2F" w:rsidRDefault="006F005A" w:rsidP="00ED5B66">
      <w:pPr>
        <w:spacing w:line="360" w:lineRule="auto"/>
        <w:rPr>
          <w:szCs w:val="40"/>
        </w:rPr>
      </w:pPr>
      <w:r w:rsidRPr="006C0B2F">
        <w:rPr>
          <w:szCs w:val="40"/>
        </w:rPr>
        <w:t>Четвёртое. Существует проблема в свя</w:t>
      </w:r>
      <w:r w:rsidR="00A24153" w:rsidRPr="006C0B2F">
        <w:rPr>
          <w:szCs w:val="40"/>
        </w:rPr>
        <w:t xml:space="preserve">зи с этим </w:t>
      </w:r>
      <w:r w:rsidR="007400CF" w:rsidRPr="006C0B2F">
        <w:rPr>
          <w:szCs w:val="40"/>
        </w:rPr>
        <w:t>сопоставлением</w:t>
      </w:r>
      <w:r w:rsidRPr="006C0B2F">
        <w:rPr>
          <w:szCs w:val="40"/>
        </w:rPr>
        <w:t xml:space="preserve"> тарифных разрядов. Вот это та проблема, которая, к сожалению, и го</w:t>
      </w:r>
      <w:r w:rsidR="00A24153" w:rsidRPr="006C0B2F">
        <w:rPr>
          <w:szCs w:val="40"/>
        </w:rPr>
        <w:t>ворит нам о том, что не нужно сп</w:t>
      </w:r>
      <w:r w:rsidRPr="006C0B2F">
        <w:rPr>
          <w:szCs w:val="40"/>
        </w:rPr>
        <w:t>еши</w:t>
      </w:r>
      <w:r w:rsidR="007400CF" w:rsidRPr="006C0B2F">
        <w:rPr>
          <w:szCs w:val="40"/>
        </w:rPr>
        <w:t>ть с отменой справочников. Н</w:t>
      </w:r>
      <w:r w:rsidRPr="006C0B2F">
        <w:rPr>
          <w:szCs w:val="40"/>
        </w:rPr>
        <w:t>е каждый СПК и</w:t>
      </w:r>
      <w:r w:rsidR="00A24153" w:rsidRPr="006C0B2F">
        <w:rPr>
          <w:szCs w:val="40"/>
        </w:rPr>
        <w:t>,</w:t>
      </w:r>
      <w:r w:rsidRPr="006C0B2F">
        <w:rPr>
          <w:szCs w:val="40"/>
        </w:rPr>
        <w:t xml:space="preserve"> соответственно</w:t>
      </w:r>
      <w:r w:rsidR="00A24153" w:rsidRPr="006C0B2F">
        <w:rPr>
          <w:szCs w:val="40"/>
        </w:rPr>
        <w:t>,</w:t>
      </w:r>
      <w:r w:rsidR="007400CF" w:rsidRPr="006C0B2F">
        <w:rPr>
          <w:szCs w:val="40"/>
        </w:rPr>
        <w:t xml:space="preserve"> организация понимает</w:t>
      </w:r>
      <w:r w:rsidRPr="006C0B2F">
        <w:rPr>
          <w:szCs w:val="40"/>
        </w:rPr>
        <w:t xml:space="preserve">, как переходить с тарифных </w:t>
      </w:r>
      <w:r w:rsidR="00032A45" w:rsidRPr="006C0B2F">
        <w:rPr>
          <w:szCs w:val="40"/>
        </w:rPr>
        <w:t>разрядов на уровни квалификации. На</w:t>
      </w:r>
      <w:r w:rsidRPr="006C0B2F">
        <w:rPr>
          <w:szCs w:val="40"/>
        </w:rPr>
        <w:t>пример, мы видим некую единую такую рамку, национальную рамку квалификаци</w:t>
      </w:r>
      <w:r w:rsidR="00032A45" w:rsidRPr="006C0B2F">
        <w:rPr>
          <w:szCs w:val="40"/>
        </w:rPr>
        <w:t>й</w:t>
      </w:r>
      <w:r w:rsidRPr="006C0B2F">
        <w:rPr>
          <w:szCs w:val="40"/>
        </w:rPr>
        <w:t>, на основании которых устанавлива</w:t>
      </w:r>
      <w:r w:rsidR="00A24153" w:rsidRPr="006C0B2F">
        <w:rPr>
          <w:szCs w:val="40"/>
        </w:rPr>
        <w:t>ется требование квалификации к работникам</w:t>
      </w:r>
      <w:r w:rsidRPr="006C0B2F">
        <w:rPr>
          <w:szCs w:val="40"/>
        </w:rPr>
        <w:t xml:space="preserve"> и</w:t>
      </w:r>
      <w:r w:rsidR="00032A45" w:rsidRPr="006C0B2F">
        <w:rPr>
          <w:szCs w:val="40"/>
        </w:rPr>
        <w:t>,</w:t>
      </w:r>
      <w:r w:rsidRPr="006C0B2F">
        <w:rPr>
          <w:szCs w:val="40"/>
        </w:rPr>
        <w:t xml:space="preserve"> соответственно</w:t>
      </w:r>
      <w:r w:rsidR="00032A45" w:rsidRPr="006C0B2F">
        <w:rPr>
          <w:szCs w:val="40"/>
        </w:rPr>
        <w:t>,</w:t>
      </w:r>
      <w:r w:rsidRPr="006C0B2F">
        <w:rPr>
          <w:szCs w:val="40"/>
        </w:rPr>
        <w:t xml:space="preserve"> к работам.</w:t>
      </w:r>
      <w:r w:rsidR="00E7447E" w:rsidRPr="006C0B2F">
        <w:rPr>
          <w:szCs w:val="40"/>
        </w:rPr>
        <w:t xml:space="preserve"> </w:t>
      </w:r>
      <w:r w:rsidRPr="006C0B2F">
        <w:rPr>
          <w:szCs w:val="40"/>
        </w:rPr>
        <w:lastRenderedPageBreak/>
        <w:t>Безусловно, необходимы методические рекомендации по соответствию тар</w:t>
      </w:r>
      <w:r w:rsidR="00E7447E" w:rsidRPr="006C0B2F">
        <w:rPr>
          <w:szCs w:val="40"/>
        </w:rPr>
        <w:t>ифных разрядов, установленных ЕТ</w:t>
      </w:r>
      <w:r w:rsidRPr="006C0B2F">
        <w:rPr>
          <w:szCs w:val="40"/>
        </w:rPr>
        <w:t>КС и ЕКС, и уровней квалификаци</w:t>
      </w:r>
      <w:r w:rsidR="0015783A" w:rsidRPr="006C0B2F">
        <w:rPr>
          <w:szCs w:val="40"/>
        </w:rPr>
        <w:t>и</w:t>
      </w:r>
      <w:r w:rsidRPr="006C0B2F">
        <w:rPr>
          <w:szCs w:val="40"/>
        </w:rPr>
        <w:t>.</w:t>
      </w:r>
    </w:p>
    <w:p w:rsidR="006F005A" w:rsidRPr="006C0B2F" w:rsidRDefault="006F005A" w:rsidP="00ED5B66">
      <w:pPr>
        <w:spacing w:line="360" w:lineRule="auto"/>
        <w:rPr>
          <w:szCs w:val="40"/>
        </w:rPr>
      </w:pPr>
      <w:r w:rsidRPr="006C0B2F">
        <w:rPr>
          <w:szCs w:val="40"/>
        </w:rPr>
        <w:t xml:space="preserve">Пятое. У нас есть информация, что прохождение независимой оценки квалификации колеблется в очень </w:t>
      </w:r>
      <w:r w:rsidR="00D674E4" w:rsidRPr="006C0B2F">
        <w:rPr>
          <w:szCs w:val="40"/>
        </w:rPr>
        <w:t xml:space="preserve">широком диапазоне по деньгам, </w:t>
      </w:r>
      <w:r w:rsidRPr="006C0B2F">
        <w:rPr>
          <w:szCs w:val="40"/>
        </w:rPr>
        <w:t xml:space="preserve">порой эти цифры бывают неподъёмные. Надо учитывать, что в регионах у нас </w:t>
      </w:r>
      <w:r w:rsidR="00D674E4" w:rsidRPr="006C0B2F">
        <w:rPr>
          <w:szCs w:val="40"/>
        </w:rPr>
        <w:t xml:space="preserve">зарплата </w:t>
      </w:r>
      <w:r w:rsidRPr="006C0B2F">
        <w:rPr>
          <w:szCs w:val="40"/>
        </w:rPr>
        <w:t>далеко не такая, как в Москве и крупных городах.</w:t>
      </w:r>
      <w:r w:rsidR="002166C6" w:rsidRPr="006C0B2F">
        <w:rPr>
          <w:szCs w:val="40"/>
        </w:rPr>
        <w:t xml:space="preserve"> М</w:t>
      </w:r>
      <w:r w:rsidRPr="006C0B2F">
        <w:rPr>
          <w:szCs w:val="40"/>
        </w:rPr>
        <w:t>ы считаем, что не только для работников должна быть доступность территориальная и финансовая</w:t>
      </w:r>
      <w:r w:rsidR="002166C6" w:rsidRPr="006C0B2F">
        <w:rPr>
          <w:szCs w:val="40"/>
        </w:rPr>
        <w:t xml:space="preserve"> для</w:t>
      </w:r>
      <w:r w:rsidRPr="006C0B2F">
        <w:rPr>
          <w:szCs w:val="40"/>
        </w:rPr>
        <w:t xml:space="preserve"> прохождени</w:t>
      </w:r>
      <w:r w:rsidR="002166C6" w:rsidRPr="006C0B2F">
        <w:rPr>
          <w:szCs w:val="40"/>
        </w:rPr>
        <w:t>я</w:t>
      </w:r>
      <w:r w:rsidRPr="006C0B2F">
        <w:rPr>
          <w:szCs w:val="40"/>
        </w:rPr>
        <w:t xml:space="preserve"> экзамена в рамках ЦОК, но и для работодателей тоже, потому что это тоже сказывается на конкурентоспособности этих организаций, в том, что они тратят деньги, соответственно, либо из прибыли, либо это уходит в себестоимость продукции.</w:t>
      </w:r>
    </w:p>
    <w:p w:rsidR="006F005A" w:rsidRPr="006C0B2F" w:rsidRDefault="006F005A" w:rsidP="00ED5B66">
      <w:pPr>
        <w:spacing w:line="360" w:lineRule="auto"/>
        <w:rPr>
          <w:szCs w:val="40"/>
        </w:rPr>
      </w:pPr>
      <w:r w:rsidRPr="006C0B2F">
        <w:rPr>
          <w:szCs w:val="40"/>
        </w:rPr>
        <w:t>Ну и последнее. Внедрение профстандартов в организациях у нас на сегодняшний день не несёт правовых последствий для работников и не должно приводить к увольнению, к снижению заработной платы и так далее, и тому подобное.</w:t>
      </w:r>
      <w:r w:rsidR="007B67AD" w:rsidRPr="006C0B2F">
        <w:rPr>
          <w:szCs w:val="40"/>
        </w:rPr>
        <w:t xml:space="preserve"> </w:t>
      </w:r>
      <w:r w:rsidRPr="006C0B2F">
        <w:rPr>
          <w:szCs w:val="40"/>
        </w:rPr>
        <w:t>К сожалению, есть случаи, когда работников заставляют подписывать новые трудовые договоры или дополнительные соглашения к таким трудовым договорам при внедрении профстандартов в организации. В результате, труд интенсифицируется, на работников возлагаются новые обязанности, а зарплата не растёт.</w:t>
      </w:r>
      <w:r w:rsidR="00BF23AB" w:rsidRPr="006C0B2F">
        <w:rPr>
          <w:szCs w:val="40"/>
        </w:rPr>
        <w:t xml:space="preserve"> </w:t>
      </w:r>
      <w:r w:rsidR="007B67AD" w:rsidRPr="006C0B2F">
        <w:rPr>
          <w:szCs w:val="40"/>
        </w:rPr>
        <w:t>М</w:t>
      </w:r>
      <w:r w:rsidRPr="006C0B2F">
        <w:rPr>
          <w:szCs w:val="40"/>
        </w:rPr>
        <w:t xml:space="preserve">ы считаем, что </w:t>
      </w:r>
      <w:r w:rsidR="00C47BFB" w:rsidRPr="006C0B2F">
        <w:rPr>
          <w:szCs w:val="40"/>
        </w:rPr>
        <w:t>Н</w:t>
      </w:r>
      <w:r w:rsidRPr="006C0B2F">
        <w:rPr>
          <w:szCs w:val="40"/>
        </w:rPr>
        <w:t>ациональная система квалификации должна быть направлена не только на улучшение качества образования, потому что профстандарты должны быть основой для разработки ФГОСов или образовательных стандартов наших научно-исследовательских университето</w:t>
      </w:r>
      <w:r w:rsidR="00C47BFB" w:rsidRPr="006C0B2F">
        <w:rPr>
          <w:szCs w:val="40"/>
        </w:rPr>
        <w:t>в</w:t>
      </w:r>
      <w:r w:rsidRPr="006C0B2F">
        <w:rPr>
          <w:szCs w:val="40"/>
        </w:rPr>
        <w:t>, но также и на рост заработной платы в связи с ростом ур</w:t>
      </w:r>
      <w:r w:rsidR="00163412" w:rsidRPr="006C0B2F">
        <w:rPr>
          <w:szCs w:val="40"/>
        </w:rPr>
        <w:t>овня квалификации работника. Н</w:t>
      </w:r>
      <w:r w:rsidRPr="006C0B2F">
        <w:rPr>
          <w:szCs w:val="40"/>
        </w:rPr>
        <w:t>адеюсь, что в рамках нашего налаженного конструктивного социального диалога, в том числе, на площадке Госдумы, я тоже участник Экспертного совета Госдумы по НСК, мы всё-таки сможем сблизить наши позиции и выстроить систему эффективно</w:t>
      </w:r>
      <w:r w:rsidR="00163412" w:rsidRPr="006C0B2F">
        <w:rPr>
          <w:szCs w:val="40"/>
        </w:rPr>
        <w:t>,</w:t>
      </w:r>
      <w:r w:rsidRPr="006C0B2F">
        <w:rPr>
          <w:szCs w:val="40"/>
        </w:rPr>
        <w:t xml:space="preserve"> способствующую развитию </w:t>
      </w:r>
      <w:r w:rsidR="00163412" w:rsidRPr="006C0B2F">
        <w:rPr>
          <w:szCs w:val="40"/>
        </w:rPr>
        <w:t xml:space="preserve">качественной </w:t>
      </w:r>
      <w:r w:rsidRPr="006C0B2F">
        <w:rPr>
          <w:szCs w:val="40"/>
        </w:rPr>
        <w:t>системы образования</w:t>
      </w:r>
      <w:r w:rsidR="00163412" w:rsidRPr="006C0B2F">
        <w:rPr>
          <w:szCs w:val="40"/>
        </w:rPr>
        <w:t>. Ч</w:t>
      </w:r>
      <w:r w:rsidRPr="006C0B2F">
        <w:rPr>
          <w:szCs w:val="40"/>
        </w:rPr>
        <w:t xml:space="preserve">тобы заинтересованность была </w:t>
      </w:r>
      <w:r w:rsidRPr="006C0B2F">
        <w:rPr>
          <w:szCs w:val="40"/>
        </w:rPr>
        <w:lastRenderedPageBreak/>
        <w:t>и у работодателей, и у работников участвовать в этой системе и получать баланс спроса и предложения на рынке труда квалифицированных кадров. Спасибо огромное.</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Спасибо, Елена Иван</w:t>
      </w:r>
      <w:r w:rsidR="00C47BFB" w:rsidRPr="006C0B2F">
        <w:rPr>
          <w:szCs w:val="40"/>
        </w:rPr>
        <w:t>овна.</w:t>
      </w:r>
    </w:p>
    <w:p w:rsidR="006F005A" w:rsidRPr="006C0B2F" w:rsidRDefault="006F005A" w:rsidP="00ED5B66">
      <w:pPr>
        <w:spacing w:line="360" w:lineRule="auto"/>
        <w:rPr>
          <w:szCs w:val="40"/>
        </w:rPr>
      </w:pPr>
      <w:r w:rsidRPr="006C0B2F">
        <w:rPr>
          <w:szCs w:val="40"/>
        </w:rPr>
        <w:t xml:space="preserve">Короткую реплику в продолжение высказанного </w:t>
      </w:r>
      <w:r w:rsidR="00CA6363" w:rsidRPr="006C0B2F">
        <w:rPr>
          <w:szCs w:val="40"/>
        </w:rPr>
        <w:t>В</w:t>
      </w:r>
      <w:r w:rsidRPr="006C0B2F">
        <w:rPr>
          <w:szCs w:val="40"/>
        </w:rPr>
        <w:t>ами тезиса относительно нероста заработной п</w:t>
      </w:r>
      <w:r w:rsidR="003F11F1" w:rsidRPr="006C0B2F">
        <w:rPr>
          <w:szCs w:val="40"/>
        </w:rPr>
        <w:t>латы при повышении требований.</w:t>
      </w:r>
    </w:p>
    <w:p w:rsidR="006F005A" w:rsidRPr="006C0B2F" w:rsidRDefault="006F005A" w:rsidP="00ED5B66">
      <w:pPr>
        <w:spacing w:line="360" w:lineRule="auto"/>
        <w:rPr>
          <w:szCs w:val="40"/>
        </w:rPr>
      </w:pPr>
      <w:r w:rsidRPr="006C0B2F">
        <w:rPr>
          <w:szCs w:val="40"/>
        </w:rPr>
        <w:t xml:space="preserve">К нам достаточно много приходит на </w:t>
      </w:r>
      <w:r w:rsidR="00CA6363" w:rsidRPr="006C0B2F">
        <w:rPr>
          <w:szCs w:val="40"/>
        </w:rPr>
        <w:t xml:space="preserve">практику студентов, в том числе, со </w:t>
      </w:r>
      <w:r w:rsidRPr="006C0B2F">
        <w:rPr>
          <w:szCs w:val="40"/>
        </w:rPr>
        <w:t xml:space="preserve">старших курсов, будущие выпускники, которые, естественно, сталкиваются с проблемой поиска работы. Так вот, какой вывод лично я сделал? </w:t>
      </w:r>
      <w:r w:rsidR="00177D90" w:rsidRPr="006C0B2F">
        <w:rPr>
          <w:szCs w:val="40"/>
        </w:rPr>
        <w:t>У них завышенные ожидания и завышенные требования. Они, получая профессию, например, юрист</w:t>
      </w:r>
      <w:r w:rsidR="00CA6363" w:rsidRPr="006C0B2F">
        <w:rPr>
          <w:szCs w:val="40"/>
        </w:rPr>
        <w:t>а</w:t>
      </w:r>
      <w:r w:rsidR="00177D90" w:rsidRPr="006C0B2F">
        <w:rPr>
          <w:szCs w:val="40"/>
        </w:rPr>
        <w:t xml:space="preserve">, смотрят, сколько стоит юрист сегодня на рынке труда, и считают, что их квалификация позволяет ориентироваться на этот размер заработной платы. При этом, </w:t>
      </w:r>
      <w:r w:rsidRPr="006C0B2F">
        <w:rPr>
          <w:szCs w:val="40"/>
        </w:rPr>
        <w:t xml:space="preserve">например, если на рынке труда юрист стоит, условные цифры говорю, 100 тысяч, то этот выпустившийся студент, ну, максимум 20 тысяч. Но он на 20 тысяч идти не хочет. Он </w:t>
      </w:r>
      <w:r w:rsidR="003769C4" w:rsidRPr="006C0B2F">
        <w:rPr>
          <w:szCs w:val="40"/>
        </w:rPr>
        <w:t xml:space="preserve">- </w:t>
      </w:r>
      <w:r w:rsidRPr="006C0B2F">
        <w:rPr>
          <w:szCs w:val="40"/>
        </w:rPr>
        <w:t>юрист и ожидает большой зарплаты. И даже готов тогда идти работать не по специальности, но чтобы зарплата была приближе</w:t>
      </w:r>
      <w:r w:rsidR="003F11F1" w:rsidRPr="006C0B2F">
        <w:rPr>
          <w:szCs w:val="40"/>
        </w:rPr>
        <w:t>нная к той, которую он ожидает.</w:t>
      </w:r>
    </w:p>
    <w:p w:rsidR="006F005A" w:rsidRPr="006C0B2F" w:rsidRDefault="00B379C4" w:rsidP="00ED5B66">
      <w:pPr>
        <w:spacing w:line="360" w:lineRule="auto"/>
        <w:rPr>
          <w:szCs w:val="40"/>
        </w:rPr>
      </w:pPr>
      <w:r w:rsidRPr="006C0B2F">
        <w:rPr>
          <w:szCs w:val="40"/>
        </w:rPr>
        <w:t>Поэтому</w:t>
      </w:r>
      <w:r w:rsidR="006F005A" w:rsidRPr="006C0B2F">
        <w:rPr>
          <w:szCs w:val="40"/>
        </w:rPr>
        <w:t xml:space="preserve"> я полагаю, что со временем, когда полноценная система будет внедрена, такие ожидания можно будет немножко снижать, скорректировать, чтобы человек трезво оценивал, что он </w:t>
      </w:r>
      <w:r w:rsidR="007A4B5A" w:rsidRPr="006C0B2F">
        <w:rPr>
          <w:szCs w:val="40"/>
        </w:rPr>
        <w:t xml:space="preserve">из себя представляет. Это я </w:t>
      </w:r>
      <w:r w:rsidR="006F005A" w:rsidRPr="006C0B2F">
        <w:rPr>
          <w:szCs w:val="40"/>
        </w:rPr>
        <w:t>говорю про лучшие вузы. А некоторые приходят с дипломами устраиваться на работу</w:t>
      </w:r>
      <w:r w:rsidR="007A4B5A" w:rsidRPr="006C0B2F">
        <w:rPr>
          <w:szCs w:val="40"/>
        </w:rPr>
        <w:t xml:space="preserve">: </w:t>
      </w:r>
      <w:r w:rsidR="00033170" w:rsidRPr="006C0B2F">
        <w:rPr>
          <w:szCs w:val="40"/>
        </w:rPr>
        <w:t>«</w:t>
      </w:r>
      <w:r w:rsidR="007A4B5A" w:rsidRPr="006C0B2F">
        <w:rPr>
          <w:szCs w:val="40"/>
        </w:rPr>
        <w:t>Я –</w:t>
      </w:r>
      <w:r w:rsidR="006F005A" w:rsidRPr="006C0B2F">
        <w:rPr>
          <w:szCs w:val="40"/>
        </w:rPr>
        <w:t xml:space="preserve"> менеджер</w:t>
      </w:r>
      <w:r w:rsidR="00033170" w:rsidRPr="006C0B2F">
        <w:rPr>
          <w:szCs w:val="40"/>
        </w:rPr>
        <w:t>»</w:t>
      </w:r>
      <w:r w:rsidR="006F005A" w:rsidRPr="006C0B2F">
        <w:rPr>
          <w:szCs w:val="40"/>
        </w:rPr>
        <w:t xml:space="preserve">. Получил диплом в непонятном вузе, где компьютер стоял, стол и печать, которая ставилась на диплом, никакого образования, никакого опыта, но он </w:t>
      </w:r>
      <w:r w:rsidR="007A4B5A" w:rsidRPr="006C0B2F">
        <w:rPr>
          <w:szCs w:val="40"/>
        </w:rPr>
        <w:t xml:space="preserve">- менеджер. </w:t>
      </w:r>
      <w:r w:rsidR="006F005A" w:rsidRPr="006C0B2F">
        <w:rPr>
          <w:szCs w:val="40"/>
        </w:rPr>
        <w:t>И менеджер, значит, смотрит</w:t>
      </w:r>
      <w:r w:rsidR="00E571B6" w:rsidRPr="006C0B2F">
        <w:rPr>
          <w:szCs w:val="40"/>
        </w:rPr>
        <w:t xml:space="preserve"> на</w:t>
      </w:r>
      <w:r w:rsidR="006F005A" w:rsidRPr="006C0B2F">
        <w:rPr>
          <w:szCs w:val="40"/>
        </w:rPr>
        <w:t xml:space="preserve"> рынок труда в конкретном регионе, соответственно</w:t>
      </w:r>
      <w:r w:rsidR="00E571B6" w:rsidRPr="006C0B2F">
        <w:rPr>
          <w:szCs w:val="40"/>
        </w:rPr>
        <w:t>,</w:t>
      </w:r>
      <w:r w:rsidR="006F005A" w:rsidRPr="006C0B2F">
        <w:rPr>
          <w:szCs w:val="40"/>
        </w:rPr>
        <w:t xml:space="preserve"> у него завышенные ожидания, при этом он как специалист вообще</w:t>
      </w:r>
      <w:r w:rsidR="003F11F1" w:rsidRPr="006C0B2F">
        <w:rPr>
          <w:szCs w:val="40"/>
        </w:rPr>
        <w:t xml:space="preserve"> не подходит с такими знаниями.</w:t>
      </w:r>
    </w:p>
    <w:p w:rsidR="006F005A" w:rsidRPr="006C0B2F" w:rsidRDefault="0001722F" w:rsidP="00ED5B66">
      <w:pPr>
        <w:spacing w:line="360" w:lineRule="auto"/>
        <w:rPr>
          <w:szCs w:val="40"/>
        </w:rPr>
      </w:pPr>
      <w:r w:rsidRPr="006C0B2F">
        <w:rPr>
          <w:szCs w:val="40"/>
        </w:rPr>
        <w:t xml:space="preserve">Вы говорили в своём </w:t>
      </w:r>
      <w:r w:rsidR="006F005A" w:rsidRPr="006C0B2F">
        <w:rPr>
          <w:szCs w:val="40"/>
        </w:rPr>
        <w:t>выступлении про организации</w:t>
      </w:r>
      <w:r w:rsidR="005A40DE" w:rsidRPr="006C0B2F">
        <w:rPr>
          <w:szCs w:val="40"/>
        </w:rPr>
        <w:t>. М</w:t>
      </w:r>
      <w:r w:rsidR="006F005A" w:rsidRPr="006C0B2F">
        <w:rPr>
          <w:szCs w:val="40"/>
        </w:rPr>
        <w:t xml:space="preserve">ы предоставляем </w:t>
      </w:r>
      <w:r w:rsidRPr="006C0B2F">
        <w:rPr>
          <w:szCs w:val="40"/>
        </w:rPr>
        <w:t>слово Данильченко М</w:t>
      </w:r>
      <w:r w:rsidR="006F005A" w:rsidRPr="006C0B2F">
        <w:rPr>
          <w:szCs w:val="40"/>
        </w:rPr>
        <w:t xml:space="preserve">арине Владимировне, заместителю исполнительного </w:t>
      </w:r>
      <w:r w:rsidR="006F005A" w:rsidRPr="006C0B2F">
        <w:rPr>
          <w:szCs w:val="40"/>
        </w:rPr>
        <w:lastRenderedPageBreak/>
        <w:t>директора, начальник</w:t>
      </w:r>
      <w:r w:rsidR="005A40DE" w:rsidRPr="006C0B2F">
        <w:rPr>
          <w:szCs w:val="40"/>
        </w:rPr>
        <w:t>у</w:t>
      </w:r>
      <w:r w:rsidR="006F005A" w:rsidRPr="006C0B2F">
        <w:rPr>
          <w:szCs w:val="40"/>
        </w:rPr>
        <w:t xml:space="preserve"> отдела развития профессиональн</w:t>
      </w:r>
      <w:r w:rsidR="00BD145D" w:rsidRPr="006C0B2F">
        <w:rPr>
          <w:szCs w:val="40"/>
        </w:rPr>
        <w:t>ых</w:t>
      </w:r>
      <w:r w:rsidR="006F005A" w:rsidRPr="006C0B2F">
        <w:rPr>
          <w:szCs w:val="40"/>
        </w:rPr>
        <w:t xml:space="preserve"> квалификаци</w:t>
      </w:r>
      <w:r w:rsidR="00BD145D" w:rsidRPr="006C0B2F">
        <w:rPr>
          <w:szCs w:val="40"/>
        </w:rPr>
        <w:t>й</w:t>
      </w:r>
      <w:r w:rsidR="006F005A" w:rsidRPr="006C0B2F">
        <w:rPr>
          <w:szCs w:val="40"/>
        </w:rPr>
        <w:t xml:space="preserve"> Союза работодателей ракетно-космической промышленности России. Пожалуйста.</w:t>
      </w:r>
    </w:p>
    <w:p w:rsidR="006F005A" w:rsidRPr="006C0B2F" w:rsidRDefault="006F005A" w:rsidP="00ED5B66">
      <w:pPr>
        <w:spacing w:line="360" w:lineRule="auto"/>
        <w:rPr>
          <w:szCs w:val="40"/>
        </w:rPr>
      </w:pPr>
      <w:r w:rsidRPr="006C0B2F">
        <w:rPr>
          <w:szCs w:val="40"/>
          <w:u w:val="single"/>
        </w:rPr>
        <w:t>Данильченко М.В.</w:t>
      </w:r>
      <w:r w:rsidR="0001722F" w:rsidRPr="006C0B2F">
        <w:rPr>
          <w:szCs w:val="40"/>
        </w:rPr>
        <w:t xml:space="preserve"> Здравствуйте!</w:t>
      </w:r>
      <w:r w:rsidRPr="006C0B2F">
        <w:rPr>
          <w:szCs w:val="40"/>
        </w:rPr>
        <w:t xml:space="preserve"> </w:t>
      </w:r>
      <w:r w:rsidR="0001722F" w:rsidRPr="006C0B2F">
        <w:rPr>
          <w:szCs w:val="40"/>
        </w:rPr>
        <w:t>Ярослав Евгеньевич, у</w:t>
      </w:r>
      <w:r w:rsidRPr="006C0B2F">
        <w:rPr>
          <w:szCs w:val="40"/>
        </w:rPr>
        <w:t>важаемые коллеги, спасибо за возмож</w:t>
      </w:r>
      <w:r w:rsidR="0051569D" w:rsidRPr="006C0B2F">
        <w:rPr>
          <w:szCs w:val="40"/>
        </w:rPr>
        <w:t>ность рассказать о нашем опыте.</w:t>
      </w:r>
    </w:p>
    <w:p w:rsidR="006F005A" w:rsidRPr="006C0B2F" w:rsidRDefault="006F005A" w:rsidP="00ED5B66">
      <w:pPr>
        <w:spacing w:line="360" w:lineRule="auto"/>
        <w:rPr>
          <w:szCs w:val="40"/>
        </w:rPr>
      </w:pPr>
      <w:r w:rsidRPr="006C0B2F">
        <w:rPr>
          <w:szCs w:val="40"/>
        </w:rPr>
        <w:t>Следующий слайд</w:t>
      </w:r>
      <w:r w:rsidR="00487974" w:rsidRPr="006C0B2F">
        <w:rPr>
          <w:szCs w:val="40"/>
        </w:rPr>
        <w:t xml:space="preserve">, пожалуйста. С 1 февраля 2019 </w:t>
      </w:r>
      <w:r w:rsidRPr="006C0B2F">
        <w:rPr>
          <w:szCs w:val="40"/>
        </w:rPr>
        <w:t xml:space="preserve">года все функции по развитию системы </w:t>
      </w:r>
      <w:r w:rsidR="00E619E0" w:rsidRPr="006C0B2F">
        <w:rPr>
          <w:szCs w:val="40"/>
        </w:rPr>
        <w:t xml:space="preserve">профессиональных квалификаций </w:t>
      </w:r>
      <w:r w:rsidRPr="006C0B2F">
        <w:rPr>
          <w:szCs w:val="40"/>
        </w:rPr>
        <w:t>в ракетно-космической промышленно</w:t>
      </w:r>
      <w:r w:rsidR="00057442" w:rsidRPr="006C0B2F">
        <w:rPr>
          <w:szCs w:val="40"/>
        </w:rPr>
        <w:t>сти и координаци</w:t>
      </w:r>
      <w:r w:rsidR="00AB3DBC" w:rsidRPr="006C0B2F">
        <w:rPr>
          <w:szCs w:val="40"/>
        </w:rPr>
        <w:t>и</w:t>
      </w:r>
      <w:r w:rsidR="00057442" w:rsidRPr="006C0B2F">
        <w:rPr>
          <w:szCs w:val="40"/>
        </w:rPr>
        <w:t xml:space="preserve"> деятельности С</w:t>
      </w:r>
      <w:r w:rsidRPr="006C0B2F">
        <w:rPr>
          <w:szCs w:val="40"/>
        </w:rPr>
        <w:t>овета по профессиональным квалификациям перешла к Союзу работодателей ракетно-космической промышленности России. И сегодня я бы хотела очень коротко рассказать о том опыте, который у нас сложился по профессиональной общественной аккредитации образовательных программ.</w:t>
      </w:r>
    </w:p>
    <w:p w:rsidR="006F005A" w:rsidRPr="006C0B2F" w:rsidRDefault="006F005A" w:rsidP="00ED5B66">
      <w:pPr>
        <w:spacing w:line="360" w:lineRule="auto"/>
        <w:rPr>
          <w:szCs w:val="40"/>
        </w:rPr>
      </w:pPr>
      <w:r w:rsidRPr="006C0B2F">
        <w:rPr>
          <w:szCs w:val="40"/>
        </w:rPr>
        <w:t xml:space="preserve">Следующий слайд, пожалуйста. Как мы знаем, это одно из направлений деятельности совета. С 2016 года (следующий слайд, пожалуйста) госкорпорация </w:t>
      </w:r>
      <w:r w:rsidR="00033170" w:rsidRPr="006C0B2F">
        <w:rPr>
          <w:szCs w:val="40"/>
        </w:rPr>
        <w:t>«</w:t>
      </w:r>
      <w:r w:rsidRPr="006C0B2F">
        <w:rPr>
          <w:szCs w:val="40"/>
        </w:rPr>
        <w:t>Роскосмос</w:t>
      </w:r>
      <w:r w:rsidR="00033170" w:rsidRPr="006C0B2F">
        <w:rPr>
          <w:szCs w:val="40"/>
        </w:rPr>
        <w:t>»</w:t>
      </w:r>
      <w:r w:rsidRPr="006C0B2F">
        <w:rPr>
          <w:szCs w:val="40"/>
        </w:rPr>
        <w:t xml:space="preserve"> является аккредитующей организацией, уполномочена осуществлять профессиональную общественную аккредитацию образовательных программ. В настоящее время у нас уже аккредитовано 19 образовательных программ сроком на 5 лет и не аккредитовано 7 программ. Хочу заметить, что эта процедура сугубо добровольна, то есть каждый </w:t>
      </w:r>
      <w:r w:rsidR="0026604A" w:rsidRPr="006C0B2F">
        <w:rPr>
          <w:szCs w:val="40"/>
        </w:rPr>
        <w:t>ВУЗ</w:t>
      </w:r>
      <w:r w:rsidRPr="006C0B2F">
        <w:rPr>
          <w:szCs w:val="40"/>
        </w:rPr>
        <w:t xml:space="preserve"> заявляется по желанию на аккредитацию данных программ. </w:t>
      </w:r>
      <w:r w:rsidR="0026604A" w:rsidRPr="006C0B2F">
        <w:rPr>
          <w:szCs w:val="40"/>
        </w:rPr>
        <w:t>Несмотря на это у нас подход достаточно строгий</w:t>
      </w:r>
      <w:r w:rsidR="005E5EF7" w:rsidRPr="006C0B2F">
        <w:rPr>
          <w:szCs w:val="40"/>
        </w:rPr>
        <w:t>.</w:t>
      </w:r>
    </w:p>
    <w:p w:rsidR="006F005A" w:rsidRPr="006C0B2F" w:rsidRDefault="006F005A" w:rsidP="00ED5B66">
      <w:pPr>
        <w:spacing w:line="360" w:lineRule="auto"/>
        <w:rPr>
          <w:szCs w:val="40"/>
        </w:rPr>
      </w:pPr>
      <w:r w:rsidRPr="006C0B2F">
        <w:rPr>
          <w:szCs w:val="40"/>
        </w:rPr>
        <w:t xml:space="preserve">Что же </w:t>
      </w:r>
      <w:r w:rsidR="00915BFB" w:rsidRPr="006C0B2F">
        <w:rPr>
          <w:szCs w:val="40"/>
        </w:rPr>
        <w:t>это нам даёт?</w:t>
      </w:r>
      <w:r w:rsidRPr="006C0B2F">
        <w:rPr>
          <w:szCs w:val="40"/>
        </w:rPr>
        <w:t xml:space="preserve"> </w:t>
      </w:r>
      <w:r w:rsidR="00915BFB" w:rsidRPr="006C0B2F">
        <w:rPr>
          <w:szCs w:val="40"/>
        </w:rPr>
        <w:t>Р</w:t>
      </w:r>
      <w:r w:rsidRPr="006C0B2F">
        <w:rPr>
          <w:szCs w:val="40"/>
        </w:rPr>
        <w:t>аботодателю</w:t>
      </w:r>
      <w:r w:rsidR="00057442" w:rsidRPr="006C0B2F">
        <w:rPr>
          <w:szCs w:val="40"/>
        </w:rPr>
        <w:t>,</w:t>
      </w:r>
      <w:r w:rsidRPr="006C0B2F">
        <w:rPr>
          <w:szCs w:val="40"/>
        </w:rPr>
        <w:t xml:space="preserve"> прежде всего</w:t>
      </w:r>
      <w:r w:rsidR="00057442" w:rsidRPr="006C0B2F">
        <w:rPr>
          <w:szCs w:val="40"/>
        </w:rPr>
        <w:t>,</w:t>
      </w:r>
      <w:r w:rsidRPr="006C0B2F">
        <w:rPr>
          <w:szCs w:val="40"/>
        </w:rPr>
        <w:t xml:space="preserve"> профессиональная общественная аккредитация программ даёт возможность подготовить специалис</w:t>
      </w:r>
      <w:r w:rsidR="00C718F4" w:rsidRPr="006C0B2F">
        <w:rPr>
          <w:szCs w:val="40"/>
        </w:rPr>
        <w:t>т</w:t>
      </w:r>
      <w:r w:rsidR="00915BFB" w:rsidRPr="006C0B2F">
        <w:rPr>
          <w:szCs w:val="40"/>
        </w:rPr>
        <w:t>а</w:t>
      </w:r>
      <w:r w:rsidR="00C718F4" w:rsidRPr="006C0B2F">
        <w:rPr>
          <w:szCs w:val="40"/>
        </w:rPr>
        <w:t>, уже готового</w:t>
      </w:r>
      <w:r w:rsidRPr="006C0B2F">
        <w:rPr>
          <w:szCs w:val="40"/>
        </w:rPr>
        <w:t xml:space="preserve"> работать</w:t>
      </w:r>
      <w:r w:rsidR="00C8731D" w:rsidRPr="006C0B2F">
        <w:rPr>
          <w:szCs w:val="40"/>
        </w:rPr>
        <w:t xml:space="preserve"> непосредственно</w:t>
      </w:r>
      <w:r w:rsidRPr="006C0B2F">
        <w:rPr>
          <w:szCs w:val="40"/>
        </w:rPr>
        <w:t xml:space="preserve"> на предприятии</w:t>
      </w:r>
      <w:r w:rsidR="00C718F4" w:rsidRPr="006C0B2F">
        <w:rPr>
          <w:szCs w:val="40"/>
        </w:rPr>
        <w:t>,</w:t>
      </w:r>
      <w:r w:rsidRPr="006C0B2F">
        <w:rPr>
          <w:szCs w:val="40"/>
        </w:rPr>
        <w:t xml:space="preserve"> в отличие от более широкого направления деятельности, которые даёт </w:t>
      </w:r>
      <w:r w:rsidR="00915BFB" w:rsidRPr="006C0B2F">
        <w:rPr>
          <w:szCs w:val="40"/>
        </w:rPr>
        <w:t>ВУЗ</w:t>
      </w:r>
      <w:r w:rsidRPr="006C0B2F">
        <w:rPr>
          <w:szCs w:val="40"/>
        </w:rPr>
        <w:t xml:space="preserve"> при подготовке. Также </w:t>
      </w:r>
      <w:r w:rsidR="00F3752A" w:rsidRPr="006C0B2F">
        <w:rPr>
          <w:szCs w:val="40"/>
        </w:rPr>
        <w:t xml:space="preserve">это </w:t>
      </w:r>
      <w:r w:rsidRPr="006C0B2F">
        <w:rPr>
          <w:szCs w:val="40"/>
        </w:rPr>
        <w:t xml:space="preserve">помогает </w:t>
      </w:r>
      <w:r w:rsidR="00F3752A" w:rsidRPr="006C0B2F">
        <w:rPr>
          <w:szCs w:val="40"/>
        </w:rPr>
        <w:t xml:space="preserve">повысить качество образования </w:t>
      </w:r>
      <w:r w:rsidRPr="006C0B2F">
        <w:rPr>
          <w:szCs w:val="40"/>
        </w:rPr>
        <w:t>для работодателя</w:t>
      </w:r>
      <w:r w:rsidR="00F3752A" w:rsidRPr="006C0B2F">
        <w:rPr>
          <w:szCs w:val="40"/>
        </w:rPr>
        <w:t>, и</w:t>
      </w:r>
      <w:r w:rsidRPr="006C0B2F">
        <w:rPr>
          <w:szCs w:val="40"/>
        </w:rPr>
        <w:t>спользовать профессиональный опыт уже непосредственно в о</w:t>
      </w:r>
      <w:r w:rsidR="00F3752A" w:rsidRPr="006C0B2F">
        <w:rPr>
          <w:szCs w:val="40"/>
        </w:rPr>
        <w:t>бразовательном процессе. Д</w:t>
      </w:r>
      <w:r w:rsidRPr="006C0B2F">
        <w:rPr>
          <w:szCs w:val="40"/>
        </w:rPr>
        <w:t xml:space="preserve">ля образовательных организаций такие </w:t>
      </w:r>
      <w:r w:rsidRPr="006C0B2F">
        <w:rPr>
          <w:szCs w:val="40"/>
        </w:rPr>
        <w:lastRenderedPageBreak/>
        <w:t>положительные моменты дают возможность использовать</w:t>
      </w:r>
      <w:r w:rsidR="00871737" w:rsidRPr="006C0B2F">
        <w:rPr>
          <w:szCs w:val="40"/>
        </w:rPr>
        <w:t xml:space="preserve"> их</w:t>
      </w:r>
      <w:r w:rsidRPr="006C0B2F">
        <w:rPr>
          <w:szCs w:val="40"/>
        </w:rPr>
        <w:t xml:space="preserve"> при государственной аккредитации, естественно</w:t>
      </w:r>
      <w:r w:rsidR="00871737" w:rsidRPr="006C0B2F">
        <w:rPr>
          <w:szCs w:val="40"/>
        </w:rPr>
        <w:t>,</w:t>
      </w:r>
      <w:r w:rsidRPr="006C0B2F">
        <w:rPr>
          <w:szCs w:val="40"/>
        </w:rPr>
        <w:t xml:space="preserve"> повышает</w:t>
      </w:r>
      <w:r w:rsidR="00871737" w:rsidRPr="006C0B2F">
        <w:rPr>
          <w:szCs w:val="40"/>
        </w:rPr>
        <w:t>ся</w:t>
      </w:r>
      <w:r w:rsidRPr="006C0B2F">
        <w:rPr>
          <w:szCs w:val="40"/>
        </w:rPr>
        <w:t xml:space="preserve"> престиж того или иного </w:t>
      </w:r>
      <w:r w:rsidR="00871737" w:rsidRPr="006C0B2F">
        <w:rPr>
          <w:szCs w:val="40"/>
        </w:rPr>
        <w:t>ВУЗ</w:t>
      </w:r>
      <w:r w:rsidR="006E411F" w:rsidRPr="006C0B2F">
        <w:rPr>
          <w:szCs w:val="40"/>
        </w:rPr>
        <w:t>а.</w:t>
      </w:r>
    </w:p>
    <w:p w:rsidR="006F005A" w:rsidRPr="006C0B2F" w:rsidRDefault="006F005A" w:rsidP="00ED5B66">
      <w:pPr>
        <w:spacing w:line="360" w:lineRule="auto"/>
        <w:rPr>
          <w:szCs w:val="40"/>
        </w:rPr>
      </w:pPr>
      <w:r w:rsidRPr="006C0B2F">
        <w:rPr>
          <w:szCs w:val="40"/>
        </w:rPr>
        <w:t>Следующий сла</w:t>
      </w:r>
      <w:r w:rsidR="002E5167" w:rsidRPr="006C0B2F">
        <w:rPr>
          <w:szCs w:val="40"/>
        </w:rPr>
        <w:t>й</w:t>
      </w:r>
      <w:r w:rsidRPr="006C0B2F">
        <w:rPr>
          <w:szCs w:val="40"/>
        </w:rPr>
        <w:t>д, пожалуйста. Естественно, есть нормативные документы, которые реглам</w:t>
      </w:r>
      <w:r w:rsidR="00B56844" w:rsidRPr="006C0B2F">
        <w:rPr>
          <w:szCs w:val="40"/>
        </w:rPr>
        <w:t>ентируют указанную деятельность, и</w:t>
      </w:r>
      <w:r w:rsidRPr="006C0B2F">
        <w:rPr>
          <w:szCs w:val="40"/>
        </w:rPr>
        <w:t xml:space="preserve"> на основании этих регламентирующих документов мы у себя разработали семь основных критериев оценки образовательных программ.</w:t>
      </w:r>
    </w:p>
    <w:p w:rsidR="006F005A" w:rsidRPr="006C0B2F" w:rsidRDefault="006F005A" w:rsidP="00ED5B66">
      <w:pPr>
        <w:spacing w:line="360" w:lineRule="auto"/>
        <w:rPr>
          <w:szCs w:val="40"/>
        </w:rPr>
      </w:pPr>
      <w:r w:rsidRPr="006C0B2F">
        <w:rPr>
          <w:szCs w:val="40"/>
        </w:rPr>
        <w:t>Следующий сла</w:t>
      </w:r>
      <w:r w:rsidR="002E5167" w:rsidRPr="006C0B2F">
        <w:rPr>
          <w:szCs w:val="40"/>
        </w:rPr>
        <w:t>й</w:t>
      </w:r>
      <w:r w:rsidRPr="006C0B2F">
        <w:rPr>
          <w:szCs w:val="40"/>
        </w:rPr>
        <w:t xml:space="preserve">д, пожалуйста. Вот эти критерии. Критерии эти оцифрованы. Ежегодно мы эти критерии у себя пересматриваем, корректируем для того, </w:t>
      </w:r>
      <w:r w:rsidR="006804FF" w:rsidRPr="006C0B2F">
        <w:rPr>
          <w:szCs w:val="40"/>
        </w:rPr>
        <w:t>чтобы методика у нас была живая.</w:t>
      </w:r>
      <w:r w:rsidRPr="006C0B2F">
        <w:rPr>
          <w:szCs w:val="40"/>
        </w:rPr>
        <w:t xml:space="preserve"> Для того чтобы мы каждый раз </w:t>
      </w:r>
      <w:r w:rsidR="00DD3096" w:rsidRPr="006C0B2F">
        <w:rPr>
          <w:szCs w:val="40"/>
        </w:rPr>
        <w:t xml:space="preserve">уточняли </w:t>
      </w:r>
      <w:r w:rsidRPr="006C0B2F">
        <w:rPr>
          <w:szCs w:val="40"/>
        </w:rPr>
        <w:t>результаты аккредитации той или иной программы</w:t>
      </w:r>
      <w:r w:rsidR="00DD3096" w:rsidRPr="006C0B2F">
        <w:rPr>
          <w:szCs w:val="40"/>
        </w:rPr>
        <w:t>, мы</w:t>
      </w:r>
      <w:r w:rsidRPr="006C0B2F">
        <w:rPr>
          <w:szCs w:val="40"/>
        </w:rPr>
        <w:t xml:space="preserve"> смо</w:t>
      </w:r>
      <w:r w:rsidR="006E411F" w:rsidRPr="006C0B2F">
        <w:rPr>
          <w:szCs w:val="40"/>
        </w:rPr>
        <w:t>трим на свои критерии.</w:t>
      </w:r>
    </w:p>
    <w:p w:rsidR="006F005A" w:rsidRPr="006C0B2F" w:rsidRDefault="006F005A" w:rsidP="00ED5B66">
      <w:pPr>
        <w:spacing w:line="360" w:lineRule="auto"/>
        <w:rPr>
          <w:szCs w:val="40"/>
        </w:rPr>
      </w:pPr>
      <w:r w:rsidRPr="006C0B2F">
        <w:rPr>
          <w:szCs w:val="40"/>
        </w:rPr>
        <w:t>Следующий сла</w:t>
      </w:r>
      <w:r w:rsidR="002E5167" w:rsidRPr="006C0B2F">
        <w:rPr>
          <w:szCs w:val="40"/>
        </w:rPr>
        <w:t>й</w:t>
      </w:r>
      <w:r w:rsidRPr="006C0B2F">
        <w:rPr>
          <w:szCs w:val="40"/>
        </w:rPr>
        <w:t xml:space="preserve">д, пожалуйста. </w:t>
      </w:r>
      <w:r w:rsidR="002E5167" w:rsidRPr="006C0B2F">
        <w:rPr>
          <w:szCs w:val="40"/>
        </w:rPr>
        <w:t>Д</w:t>
      </w:r>
      <w:r w:rsidRPr="006C0B2F">
        <w:rPr>
          <w:szCs w:val="40"/>
        </w:rPr>
        <w:t xml:space="preserve">ля себя мы </w:t>
      </w:r>
      <w:r w:rsidR="002E5167" w:rsidRPr="006C0B2F">
        <w:rPr>
          <w:szCs w:val="40"/>
        </w:rPr>
        <w:t>установили</w:t>
      </w:r>
      <w:r w:rsidRPr="006C0B2F">
        <w:rPr>
          <w:szCs w:val="40"/>
        </w:rPr>
        <w:t xml:space="preserve"> вот такую процедуру проведения профессионально</w:t>
      </w:r>
      <w:r w:rsidR="00463CF0" w:rsidRPr="006C0B2F">
        <w:rPr>
          <w:szCs w:val="40"/>
        </w:rPr>
        <w:t>й</w:t>
      </w:r>
      <w:r w:rsidRPr="006C0B2F">
        <w:rPr>
          <w:szCs w:val="40"/>
        </w:rPr>
        <w:t xml:space="preserve"> общественной аккредитации. Она включает всего 11 шагов. В результате мы по результатам проведённой общественной аккредитации</w:t>
      </w:r>
      <w:r w:rsidR="00463CF0" w:rsidRPr="006C0B2F">
        <w:rPr>
          <w:szCs w:val="40"/>
        </w:rPr>
        <w:t>,</w:t>
      </w:r>
      <w:r w:rsidRPr="006C0B2F">
        <w:rPr>
          <w:szCs w:val="40"/>
        </w:rPr>
        <w:t xml:space="preserve"> естественно</w:t>
      </w:r>
      <w:r w:rsidR="00463CF0" w:rsidRPr="006C0B2F">
        <w:rPr>
          <w:szCs w:val="40"/>
        </w:rPr>
        <w:t>,</w:t>
      </w:r>
      <w:r w:rsidRPr="006C0B2F">
        <w:rPr>
          <w:szCs w:val="40"/>
        </w:rPr>
        <w:t xml:space="preserve"> вручаем</w:t>
      </w:r>
      <w:r w:rsidR="00463CF0" w:rsidRPr="006C0B2F">
        <w:rPr>
          <w:szCs w:val="40"/>
        </w:rPr>
        <w:t xml:space="preserve"> организации сертификат сроком действия 5 лет</w:t>
      </w:r>
      <w:r w:rsidRPr="006C0B2F">
        <w:rPr>
          <w:szCs w:val="40"/>
        </w:rPr>
        <w:t xml:space="preserve"> и выстраиваем свои внутренние рейтинги </w:t>
      </w:r>
      <w:r w:rsidR="00463CF0" w:rsidRPr="006C0B2F">
        <w:rPr>
          <w:szCs w:val="40"/>
        </w:rPr>
        <w:t>ВУЗ</w:t>
      </w:r>
      <w:r w:rsidR="002D0168" w:rsidRPr="006C0B2F">
        <w:rPr>
          <w:szCs w:val="40"/>
        </w:rPr>
        <w:t>ов.</w:t>
      </w:r>
    </w:p>
    <w:p w:rsidR="006F005A" w:rsidRPr="006C0B2F" w:rsidRDefault="006F005A" w:rsidP="00ED5B66">
      <w:pPr>
        <w:spacing w:line="360" w:lineRule="auto"/>
        <w:rPr>
          <w:szCs w:val="40"/>
        </w:rPr>
      </w:pPr>
      <w:r w:rsidRPr="006C0B2F">
        <w:rPr>
          <w:szCs w:val="40"/>
        </w:rPr>
        <w:t>Следующий слайд, пожалуйста. Вот, например, здесь показаны рейтинги. Как вы видите,</w:t>
      </w:r>
      <w:r w:rsidR="008B1997" w:rsidRPr="006C0B2F">
        <w:rPr>
          <w:szCs w:val="40"/>
        </w:rPr>
        <w:t xml:space="preserve"> на первом месте с рейтингом 90%</w:t>
      </w:r>
      <w:r w:rsidRPr="006C0B2F">
        <w:rPr>
          <w:szCs w:val="40"/>
        </w:rPr>
        <w:t xml:space="preserve"> у нас Сибирский государственны</w:t>
      </w:r>
      <w:r w:rsidR="008B1997" w:rsidRPr="006C0B2F">
        <w:rPr>
          <w:szCs w:val="40"/>
        </w:rPr>
        <w:t>й университет науки и технологии</w:t>
      </w:r>
      <w:r w:rsidRPr="006C0B2F">
        <w:rPr>
          <w:szCs w:val="40"/>
        </w:rPr>
        <w:t xml:space="preserve"> имени академика Решетнёва. Это программа развёртываемой космической конструкции. </w:t>
      </w:r>
      <w:r w:rsidR="008B1997" w:rsidRPr="006C0B2F">
        <w:rPr>
          <w:szCs w:val="40"/>
        </w:rPr>
        <w:t>С</w:t>
      </w:r>
      <w:r w:rsidRPr="006C0B2F">
        <w:rPr>
          <w:szCs w:val="40"/>
        </w:rPr>
        <w:t>оответственно</w:t>
      </w:r>
      <w:r w:rsidR="008B1997" w:rsidRPr="006C0B2F">
        <w:rPr>
          <w:szCs w:val="40"/>
        </w:rPr>
        <w:t>,</w:t>
      </w:r>
      <w:r w:rsidRPr="006C0B2F">
        <w:rPr>
          <w:szCs w:val="40"/>
        </w:rPr>
        <w:t xml:space="preserve"> такое рейтингование помогает ориентироваться нашим студентам непосредственно, которые учатся в этом </w:t>
      </w:r>
      <w:r w:rsidR="008B1997" w:rsidRPr="006C0B2F">
        <w:rPr>
          <w:szCs w:val="40"/>
        </w:rPr>
        <w:t>ВУЗ</w:t>
      </w:r>
      <w:r w:rsidRPr="006C0B2F">
        <w:rPr>
          <w:szCs w:val="40"/>
        </w:rPr>
        <w:t xml:space="preserve">е или готовы прийти в этот </w:t>
      </w:r>
      <w:r w:rsidR="008B1997" w:rsidRPr="006C0B2F">
        <w:rPr>
          <w:szCs w:val="40"/>
        </w:rPr>
        <w:t>ВУЗ</w:t>
      </w:r>
      <w:r w:rsidRPr="006C0B2F">
        <w:rPr>
          <w:szCs w:val="40"/>
        </w:rPr>
        <w:t xml:space="preserve">. Это даёт очень большое преимущество при работе на предприятиях с выпускниками, особенно для тех, кто готов идти по целевому обучению от наших предприятий. </w:t>
      </w:r>
      <w:r w:rsidR="00754392" w:rsidRPr="006C0B2F">
        <w:rPr>
          <w:szCs w:val="40"/>
        </w:rPr>
        <w:t>У</w:t>
      </w:r>
      <w:r w:rsidRPr="006C0B2F">
        <w:rPr>
          <w:szCs w:val="40"/>
        </w:rPr>
        <w:t xml:space="preserve"> них уже есть пони</w:t>
      </w:r>
      <w:r w:rsidR="002D0168" w:rsidRPr="006C0B2F">
        <w:rPr>
          <w:szCs w:val="40"/>
        </w:rPr>
        <w:t>мание, где готовят качественно.</w:t>
      </w:r>
    </w:p>
    <w:p w:rsidR="006F005A" w:rsidRPr="006C0B2F" w:rsidRDefault="00754392" w:rsidP="00ED5B66">
      <w:pPr>
        <w:spacing w:line="360" w:lineRule="auto"/>
        <w:rPr>
          <w:szCs w:val="40"/>
        </w:rPr>
      </w:pPr>
      <w:r w:rsidRPr="006C0B2F">
        <w:rPr>
          <w:szCs w:val="40"/>
        </w:rPr>
        <w:t xml:space="preserve">Следующий слайд. Это </w:t>
      </w:r>
      <w:r w:rsidR="006F005A" w:rsidRPr="006C0B2F">
        <w:rPr>
          <w:szCs w:val="40"/>
        </w:rPr>
        <w:t>продолжение</w:t>
      </w:r>
      <w:r w:rsidR="002D0168" w:rsidRPr="006C0B2F">
        <w:rPr>
          <w:szCs w:val="40"/>
        </w:rPr>
        <w:t xml:space="preserve"> нашего рейтинга.</w:t>
      </w:r>
    </w:p>
    <w:p w:rsidR="006F005A" w:rsidRPr="006C0B2F" w:rsidRDefault="006F005A" w:rsidP="00ED5B66">
      <w:pPr>
        <w:spacing w:line="360" w:lineRule="auto"/>
        <w:rPr>
          <w:szCs w:val="40"/>
        </w:rPr>
      </w:pPr>
      <w:r w:rsidRPr="006C0B2F">
        <w:rPr>
          <w:szCs w:val="40"/>
        </w:rPr>
        <w:lastRenderedPageBreak/>
        <w:t>И следующий слайд, пожалуйста. Мы продолжаем эту работу. В этом году мы ещё должны будем аккредитовать</w:t>
      </w:r>
      <w:r w:rsidR="00BA72C2" w:rsidRPr="006C0B2F">
        <w:rPr>
          <w:szCs w:val="40"/>
        </w:rPr>
        <w:t xml:space="preserve"> ВУЗы. Ча</w:t>
      </w:r>
      <w:r w:rsidRPr="006C0B2F">
        <w:rPr>
          <w:szCs w:val="40"/>
        </w:rPr>
        <w:t>сть у нас</w:t>
      </w:r>
      <w:r w:rsidR="00BA72C2" w:rsidRPr="006C0B2F">
        <w:rPr>
          <w:szCs w:val="40"/>
        </w:rPr>
        <w:t xml:space="preserve"> уже</w:t>
      </w:r>
      <w:r w:rsidRPr="006C0B2F">
        <w:rPr>
          <w:szCs w:val="40"/>
        </w:rPr>
        <w:t xml:space="preserve"> аккредитована, это пять программ в трёх </w:t>
      </w:r>
      <w:r w:rsidR="00B632CF" w:rsidRPr="006C0B2F">
        <w:rPr>
          <w:szCs w:val="40"/>
        </w:rPr>
        <w:t>ВУЗ</w:t>
      </w:r>
      <w:r w:rsidR="000A0440" w:rsidRPr="006C0B2F">
        <w:rPr>
          <w:szCs w:val="40"/>
        </w:rPr>
        <w:t>ах.</w:t>
      </w:r>
    </w:p>
    <w:p w:rsidR="006F005A" w:rsidRPr="006C0B2F" w:rsidRDefault="006F005A" w:rsidP="00ED5B66">
      <w:pPr>
        <w:spacing w:line="360" w:lineRule="auto"/>
        <w:rPr>
          <w:szCs w:val="40"/>
        </w:rPr>
      </w:pPr>
      <w:r w:rsidRPr="006C0B2F">
        <w:rPr>
          <w:szCs w:val="40"/>
        </w:rPr>
        <w:t>Вот коротко</w:t>
      </w:r>
      <w:r w:rsidR="00BB375E" w:rsidRPr="006C0B2F">
        <w:rPr>
          <w:szCs w:val="40"/>
        </w:rPr>
        <w:t xml:space="preserve"> то</w:t>
      </w:r>
      <w:r w:rsidRPr="006C0B2F">
        <w:rPr>
          <w:szCs w:val="40"/>
        </w:rPr>
        <w:t xml:space="preserve">, что </w:t>
      </w:r>
      <w:r w:rsidR="00BB375E" w:rsidRPr="006C0B2F">
        <w:rPr>
          <w:szCs w:val="40"/>
        </w:rPr>
        <w:t>я бы</w:t>
      </w:r>
      <w:r w:rsidRPr="006C0B2F">
        <w:rPr>
          <w:szCs w:val="40"/>
        </w:rPr>
        <w:t xml:space="preserve"> хотела сказать о практической работе, связанной с сопряжением образовательной деятельности и </w:t>
      </w:r>
      <w:r w:rsidR="000A0440" w:rsidRPr="006C0B2F">
        <w:rPr>
          <w:szCs w:val="40"/>
        </w:rPr>
        <w:t xml:space="preserve">системы </w:t>
      </w:r>
      <w:r w:rsidRPr="006C0B2F">
        <w:rPr>
          <w:szCs w:val="40"/>
        </w:rPr>
        <w:t xml:space="preserve">независимой </w:t>
      </w:r>
      <w:r w:rsidR="000A0440" w:rsidRPr="006C0B2F">
        <w:rPr>
          <w:szCs w:val="40"/>
        </w:rPr>
        <w:t xml:space="preserve">оценки </w:t>
      </w:r>
      <w:r w:rsidRPr="006C0B2F">
        <w:rPr>
          <w:szCs w:val="40"/>
        </w:rPr>
        <w:t>квалификаци</w:t>
      </w:r>
      <w:r w:rsidR="000A0440" w:rsidRPr="006C0B2F">
        <w:rPr>
          <w:szCs w:val="40"/>
        </w:rPr>
        <w:t>и</w:t>
      </w:r>
      <w:r w:rsidRPr="006C0B2F">
        <w:rPr>
          <w:szCs w:val="40"/>
        </w:rPr>
        <w:t>. Вот как раз и Юлия Валерьевна говорила о том, что эти вещи достаточно далеки друг от друга, но есть инструменты, котор</w:t>
      </w:r>
      <w:r w:rsidR="00BB375E" w:rsidRPr="006C0B2F">
        <w:rPr>
          <w:szCs w:val="40"/>
        </w:rPr>
        <w:t xml:space="preserve">ые помогают всё-таки сблизить </w:t>
      </w:r>
      <w:r w:rsidRPr="006C0B2F">
        <w:rPr>
          <w:szCs w:val="40"/>
        </w:rPr>
        <w:t xml:space="preserve">образование и независимую </w:t>
      </w:r>
      <w:r w:rsidR="00A17DF9" w:rsidRPr="006C0B2F">
        <w:rPr>
          <w:szCs w:val="40"/>
        </w:rPr>
        <w:t>систему независимой оценки квалификации</w:t>
      </w:r>
      <w:r w:rsidRPr="006C0B2F">
        <w:rPr>
          <w:szCs w:val="40"/>
        </w:rPr>
        <w:t>. Спасибо большое.</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Спасибо.</w:t>
      </w:r>
    </w:p>
    <w:p w:rsidR="006F005A" w:rsidRPr="006C0B2F" w:rsidRDefault="006F005A" w:rsidP="00ED5B66">
      <w:pPr>
        <w:spacing w:line="360" w:lineRule="auto"/>
        <w:rPr>
          <w:szCs w:val="40"/>
        </w:rPr>
      </w:pPr>
      <w:r w:rsidRPr="006C0B2F">
        <w:rPr>
          <w:szCs w:val="40"/>
        </w:rPr>
        <w:t>Уважаемые коллеги, я</w:t>
      </w:r>
      <w:r w:rsidR="00042200" w:rsidRPr="006C0B2F">
        <w:rPr>
          <w:szCs w:val="40"/>
        </w:rPr>
        <w:t>,</w:t>
      </w:r>
      <w:r w:rsidRPr="006C0B2F">
        <w:rPr>
          <w:szCs w:val="40"/>
        </w:rPr>
        <w:t xml:space="preserve"> как и предупреждал, вынужден уехать на другое мероприятие. Александр Сергеевич продолжит вместе с Людмилой Петровной </w:t>
      </w:r>
      <w:r w:rsidR="00033170" w:rsidRPr="006C0B2F">
        <w:rPr>
          <w:szCs w:val="40"/>
        </w:rPr>
        <w:t>«</w:t>
      </w:r>
      <w:r w:rsidRPr="006C0B2F">
        <w:rPr>
          <w:szCs w:val="40"/>
        </w:rPr>
        <w:t>круглый стол</w:t>
      </w:r>
      <w:r w:rsidR="00033170" w:rsidRPr="006C0B2F">
        <w:rPr>
          <w:szCs w:val="40"/>
        </w:rPr>
        <w:t>»</w:t>
      </w:r>
      <w:r w:rsidRPr="006C0B2F">
        <w:rPr>
          <w:szCs w:val="40"/>
        </w:rPr>
        <w:t>. Все материалы, которые вы считаете правильн</w:t>
      </w:r>
      <w:r w:rsidR="00042200" w:rsidRPr="006C0B2F">
        <w:rPr>
          <w:szCs w:val="40"/>
        </w:rPr>
        <w:t>о</w:t>
      </w:r>
      <w:r w:rsidRPr="006C0B2F">
        <w:rPr>
          <w:szCs w:val="40"/>
        </w:rPr>
        <w:t xml:space="preserve"> было бы разместить, пожалуйста, передайте, мы обязательно разместим в открытом доступе. Все предложени</w:t>
      </w:r>
      <w:r w:rsidR="00042200" w:rsidRPr="006C0B2F">
        <w:rPr>
          <w:szCs w:val="40"/>
        </w:rPr>
        <w:t>я, которые вы считаете правильным</w:t>
      </w:r>
      <w:r w:rsidRPr="006C0B2F">
        <w:rPr>
          <w:szCs w:val="40"/>
        </w:rPr>
        <w:t xml:space="preserve"> включить в итоговый документ, тож</w:t>
      </w:r>
      <w:r w:rsidR="00042200" w:rsidRPr="006C0B2F">
        <w:rPr>
          <w:szCs w:val="40"/>
        </w:rPr>
        <w:t>е, пожалуйста, в аппарат К</w:t>
      </w:r>
      <w:r w:rsidRPr="006C0B2F">
        <w:rPr>
          <w:szCs w:val="40"/>
        </w:rPr>
        <w:t xml:space="preserve">омитета передайте. Если </w:t>
      </w:r>
      <w:r w:rsidR="00042200" w:rsidRPr="006C0B2F">
        <w:rPr>
          <w:szCs w:val="40"/>
        </w:rPr>
        <w:t xml:space="preserve">есть </w:t>
      </w:r>
      <w:r w:rsidRPr="006C0B2F">
        <w:rPr>
          <w:szCs w:val="40"/>
        </w:rPr>
        <w:t>по</w:t>
      </w:r>
      <w:r w:rsidR="00042200" w:rsidRPr="006C0B2F">
        <w:rPr>
          <w:szCs w:val="40"/>
        </w:rPr>
        <w:t>требность встретиться в рамках К</w:t>
      </w:r>
      <w:r w:rsidRPr="006C0B2F">
        <w:rPr>
          <w:szCs w:val="40"/>
        </w:rPr>
        <w:t>омитета, при</w:t>
      </w:r>
      <w:r w:rsidR="00042200" w:rsidRPr="006C0B2F">
        <w:rPr>
          <w:szCs w:val="40"/>
        </w:rPr>
        <w:t>ходите, пожалуйста. У нас К</w:t>
      </w:r>
      <w:r w:rsidRPr="006C0B2F">
        <w:rPr>
          <w:szCs w:val="40"/>
        </w:rPr>
        <w:t>омитет отличается открытостью, прозрачностью</w:t>
      </w:r>
      <w:r w:rsidR="00042200" w:rsidRPr="006C0B2F">
        <w:rPr>
          <w:szCs w:val="40"/>
        </w:rPr>
        <w:t>. И на заседания К</w:t>
      </w:r>
      <w:r w:rsidRPr="006C0B2F">
        <w:rPr>
          <w:szCs w:val="40"/>
        </w:rPr>
        <w:t>омитета приглашаю, и на личную встре</w:t>
      </w:r>
      <w:r w:rsidR="00E50F94" w:rsidRPr="006C0B2F">
        <w:rPr>
          <w:szCs w:val="40"/>
        </w:rPr>
        <w:t>чу, никаких проблем с этим нет.</w:t>
      </w:r>
    </w:p>
    <w:p w:rsidR="006F005A" w:rsidRPr="006C0B2F" w:rsidRDefault="00042200" w:rsidP="00ED5B66">
      <w:pPr>
        <w:spacing w:line="360" w:lineRule="auto"/>
        <w:rPr>
          <w:szCs w:val="40"/>
        </w:rPr>
      </w:pPr>
      <w:r w:rsidRPr="006C0B2F">
        <w:rPr>
          <w:szCs w:val="40"/>
        </w:rPr>
        <w:t>Я вынужден извиниться и</w:t>
      </w:r>
      <w:r w:rsidR="006F005A" w:rsidRPr="006C0B2F">
        <w:rPr>
          <w:szCs w:val="40"/>
        </w:rPr>
        <w:t xml:space="preserve"> с вами попрощаться. Передаю ведение Александру Сергеевичу</w:t>
      </w:r>
      <w:r w:rsidRPr="006C0B2F">
        <w:rPr>
          <w:szCs w:val="40"/>
        </w:rPr>
        <w:t xml:space="preserve"> Леонову</w:t>
      </w:r>
      <w:r w:rsidR="006F005A" w:rsidRPr="006C0B2F">
        <w:rPr>
          <w:szCs w:val="40"/>
        </w:rPr>
        <w:t>.</w:t>
      </w:r>
      <w:r w:rsidRPr="006C0B2F">
        <w:rPr>
          <w:szCs w:val="40"/>
        </w:rPr>
        <w:t xml:space="preserve"> С</w:t>
      </w:r>
      <w:r w:rsidR="002F1098" w:rsidRPr="006C0B2F">
        <w:rPr>
          <w:szCs w:val="40"/>
        </w:rPr>
        <w:t>лово предоставляется Сер</w:t>
      </w:r>
      <w:r w:rsidR="00B23FC2" w:rsidRPr="006C0B2F">
        <w:rPr>
          <w:szCs w:val="40"/>
        </w:rPr>
        <w:t>ё</w:t>
      </w:r>
      <w:r w:rsidR="006F005A" w:rsidRPr="006C0B2F">
        <w:rPr>
          <w:szCs w:val="40"/>
        </w:rPr>
        <w:t>ж</w:t>
      </w:r>
      <w:r w:rsidR="00B23FC2" w:rsidRPr="006C0B2F">
        <w:rPr>
          <w:szCs w:val="40"/>
        </w:rPr>
        <w:t>е</w:t>
      </w:r>
      <w:r w:rsidR="002F1098" w:rsidRPr="006C0B2F">
        <w:rPr>
          <w:szCs w:val="40"/>
        </w:rPr>
        <w:t>н</w:t>
      </w:r>
      <w:r w:rsidR="006F005A" w:rsidRPr="006C0B2F">
        <w:rPr>
          <w:szCs w:val="40"/>
        </w:rPr>
        <w:t>кину Алексею Михайловичу, заместителю председателя СПК в автомобилестроении. Пожалуйста.</w:t>
      </w:r>
    </w:p>
    <w:p w:rsidR="006F005A" w:rsidRPr="006C0B2F" w:rsidRDefault="006F005A" w:rsidP="00ED5B66">
      <w:pPr>
        <w:spacing w:line="360" w:lineRule="auto"/>
        <w:rPr>
          <w:szCs w:val="40"/>
        </w:rPr>
      </w:pPr>
      <w:r w:rsidRPr="006C0B2F">
        <w:rPr>
          <w:szCs w:val="40"/>
          <w:u w:val="single"/>
        </w:rPr>
        <w:t>Серёж</w:t>
      </w:r>
      <w:r w:rsidR="00B23FC2" w:rsidRPr="006C0B2F">
        <w:rPr>
          <w:szCs w:val="40"/>
          <w:u w:val="single"/>
        </w:rPr>
        <w:t>ен</w:t>
      </w:r>
      <w:r w:rsidRPr="006C0B2F">
        <w:rPr>
          <w:szCs w:val="40"/>
          <w:u w:val="single"/>
        </w:rPr>
        <w:t>кин А.М.</w:t>
      </w:r>
      <w:r w:rsidRPr="006C0B2F">
        <w:rPr>
          <w:szCs w:val="40"/>
        </w:rPr>
        <w:t xml:space="preserve"> (Не слышно.)</w:t>
      </w:r>
    </w:p>
    <w:p w:rsidR="000B14B0" w:rsidRPr="006C0B2F" w:rsidRDefault="000B14B0" w:rsidP="00ED5B66">
      <w:pPr>
        <w:spacing w:line="360" w:lineRule="auto"/>
        <w:rPr>
          <w:szCs w:val="40"/>
        </w:rPr>
      </w:pPr>
    </w:p>
    <w:p w:rsidR="000B14B0" w:rsidRPr="006C0B2F" w:rsidRDefault="000B14B0" w:rsidP="00ED5B66">
      <w:pPr>
        <w:spacing w:line="360" w:lineRule="auto"/>
        <w:rPr>
          <w:szCs w:val="40"/>
        </w:rPr>
      </w:pPr>
      <w:r w:rsidRPr="006C0B2F">
        <w:rPr>
          <w:szCs w:val="40"/>
        </w:rPr>
        <w:t>Смена председательствующего.</w:t>
      </w:r>
    </w:p>
    <w:p w:rsidR="000B14B0" w:rsidRPr="006C0B2F" w:rsidRDefault="000B14B0" w:rsidP="00ED5B66">
      <w:pPr>
        <w:spacing w:line="360" w:lineRule="auto"/>
        <w:rPr>
          <w:szCs w:val="40"/>
        </w:rPr>
      </w:pPr>
    </w:p>
    <w:p w:rsidR="006F005A" w:rsidRPr="006C0B2F" w:rsidRDefault="000B14B0" w:rsidP="00ED5B66">
      <w:pPr>
        <w:spacing w:line="360" w:lineRule="auto"/>
        <w:rPr>
          <w:szCs w:val="40"/>
        </w:rPr>
      </w:pPr>
      <w:r w:rsidRPr="006C0B2F">
        <w:rPr>
          <w:szCs w:val="40"/>
          <w:u w:val="single"/>
        </w:rPr>
        <w:t>Председательствующий</w:t>
      </w:r>
      <w:r w:rsidR="006F005A" w:rsidRPr="006C0B2F">
        <w:rPr>
          <w:szCs w:val="40"/>
          <w:u w:val="single"/>
        </w:rPr>
        <w:t>.</w:t>
      </w:r>
      <w:r w:rsidR="006F005A" w:rsidRPr="006C0B2F">
        <w:rPr>
          <w:szCs w:val="40"/>
        </w:rPr>
        <w:t xml:space="preserve"> Микрофон, будьте добры, к себе поверните. </w:t>
      </w:r>
    </w:p>
    <w:p w:rsidR="006F005A" w:rsidRPr="006C0B2F" w:rsidRDefault="006F005A" w:rsidP="00ED5B66">
      <w:pPr>
        <w:spacing w:line="360" w:lineRule="auto"/>
        <w:rPr>
          <w:szCs w:val="40"/>
        </w:rPr>
      </w:pPr>
      <w:r w:rsidRPr="006C0B2F">
        <w:rPr>
          <w:szCs w:val="40"/>
          <w:u w:val="single"/>
        </w:rPr>
        <w:lastRenderedPageBreak/>
        <w:t>Серёж</w:t>
      </w:r>
      <w:r w:rsidR="005F5A49" w:rsidRPr="006C0B2F">
        <w:rPr>
          <w:szCs w:val="40"/>
          <w:u w:val="single"/>
        </w:rPr>
        <w:t>ен</w:t>
      </w:r>
      <w:r w:rsidRPr="006C0B2F">
        <w:rPr>
          <w:szCs w:val="40"/>
          <w:u w:val="single"/>
        </w:rPr>
        <w:t>кин А.М.</w:t>
      </w:r>
      <w:r w:rsidR="00723322" w:rsidRPr="006C0B2F">
        <w:rPr>
          <w:szCs w:val="40"/>
        </w:rPr>
        <w:t xml:space="preserve"> Я постараюсь очень коротко, так как у</w:t>
      </w:r>
      <w:r w:rsidRPr="006C0B2F">
        <w:rPr>
          <w:szCs w:val="40"/>
        </w:rPr>
        <w:t xml:space="preserve"> нас времени мало, </w:t>
      </w:r>
      <w:r w:rsidR="00723322" w:rsidRPr="006C0B2F">
        <w:rPr>
          <w:szCs w:val="40"/>
        </w:rPr>
        <w:t>рассказ</w:t>
      </w:r>
      <w:r w:rsidRPr="006C0B2F">
        <w:rPr>
          <w:szCs w:val="40"/>
        </w:rPr>
        <w:t xml:space="preserve">ать </w:t>
      </w:r>
      <w:r w:rsidR="00723322" w:rsidRPr="006C0B2F">
        <w:rPr>
          <w:szCs w:val="40"/>
        </w:rPr>
        <w:t>о том, какие проблемы мы решаем. Я</w:t>
      </w:r>
      <w:r w:rsidRPr="006C0B2F">
        <w:rPr>
          <w:szCs w:val="40"/>
        </w:rPr>
        <w:t xml:space="preserve"> думаю, что они примерно одинаковы во всех советах.</w:t>
      </w:r>
    </w:p>
    <w:p w:rsidR="006F005A" w:rsidRPr="006C0B2F" w:rsidRDefault="00BE1BF4" w:rsidP="00ED5B66">
      <w:pPr>
        <w:spacing w:line="360" w:lineRule="auto"/>
        <w:rPr>
          <w:szCs w:val="40"/>
        </w:rPr>
      </w:pPr>
      <w:r w:rsidRPr="006C0B2F">
        <w:rPr>
          <w:szCs w:val="40"/>
        </w:rPr>
        <w:t>С</w:t>
      </w:r>
      <w:r w:rsidR="006F005A" w:rsidRPr="006C0B2F">
        <w:rPr>
          <w:szCs w:val="40"/>
        </w:rPr>
        <w:t xml:space="preserve">оздан наш совет по профессиональным квалификациям в 2015 году, но работа по развитию </w:t>
      </w:r>
      <w:r w:rsidR="008E22EB" w:rsidRPr="006C0B2F">
        <w:rPr>
          <w:szCs w:val="40"/>
        </w:rPr>
        <w:t xml:space="preserve">системы </w:t>
      </w:r>
      <w:r w:rsidR="006F005A" w:rsidRPr="006C0B2F">
        <w:rPr>
          <w:szCs w:val="40"/>
        </w:rPr>
        <w:t>профессиональн</w:t>
      </w:r>
      <w:r w:rsidR="008E22EB" w:rsidRPr="006C0B2F">
        <w:rPr>
          <w:szCs w:val="40"/>
        </w:rPr>
        <w:t>ых</w:t>
      </w:r>
      <w:r w:rsidR="006F005A" w:rsidRPr="006C0B2F">
        <w:rPr>
          <w:szCs w:val="40"/>
        </w:rPr>
        <w:t xml:space="preserve"> квалификаци</w:t>
      </w:r>
      <w:r w:rsidR="008E22EB" w:rsidRPr="006C0B2F">
        <w:rPr>
          <w:szCs w:val="40"/>
        </w:rPr>
        <w:t>й</w:t>
      </w:r>
      <w:r w:rsidR="006F005A" w:rsidRPr="006C0B2F">
        <w:rPr>
          <w:szCs w:val="40"/>
        </w:rPr>
        <w:t xml:space="preserve"> в автомобилестроении была начата с 2010 года. И в рамках государственно-частного партнёрства в 2011-2012 годах мы вместе с Минпромторгом, объединением автопроизводителей России занимались разработкой отраслевых профессиональных стандарто</w:t>
      </w:r>
      <w:r w:rsidR="008E22EB" w:rsidRPr="006C0B2F">
        <w:rPr>
          <w:szCs w:val="40"/>
        </w:rPr>
        <w:t>в в области автомобилестроения.</w:t>
      </w:r>
    </w:p>
    <w:p w:rsidR="00050488" w:rsidRPr="006C0B2F" w:rsidRDefault="004E1745" w:rsidP="00ED5B66">
      <w:pPr>
        <w:spacing w:line="360" w:lineRule="auto"/>
        <w:rPr>
          <w:szCs w:val="40"/>
        </w:rPr>
      </w:pPr>
      <w:r w:rsidRPr="006C0B2F">
        <w:rPr>
          <w:szCs w:val="40"/>
        </w:rPr>
        <w:t>К</w:t>
      </w:r>
      <w:r w:rsidR="006F005A" w:rsidRPr="006C0B2F">
        <w:rPr>
          <w:szCs w:val="40"/>
        </w:rPr>
        <w:t>огда эти стандарты были переведены в стандарты, которые утверждены Минтрудом, мы продолжали по ним работ</w:t>
      </w:r>
      <w:r w:rsidRPr="006C0B2F">
        <w:rPr>
          <w:szCs w:val="40"/>
        </w:rPr>
        <w:t>ать. Н</w:t>
      </w:r>
      <w:r w:rsidR="006F005A" w:rsidRPr="006C0B2F">
        <w:rPr>
          <w:szCs w:val="40"/>
        </w:rPr>
        <w:t xml:space="preserve">а сегодняшний день эти стандарты остаются, в общем-то, актуальными. Правда, по некоторым </w:t>
      </w:r>
      <w:r w:rsidRPr="006C0B2F">
        <w:rPr>
          <w:szCs w:val="40"/>
        </w:rPr>
        <w:t xml:space="preserve">формальным </w:t>
      </w:r>
      <w:r w:rsidR="006F005A" w:rsidRPr="006C0B2F">
        <w:rPr>
          <w:szCs w:val="40"/>
        </w:rPr>
        <w:t>признакам они не совсем соответствуют приня</w:t>
      </w:r>
      <w:r w:rsidRPr="006C0B2F">
        <w:rPr>
          <w:szCs w:val="40"/>
        </w:rPr>
        <w:t xml:space="preserve">тым Минтрудом нормативным актам, </w:t>
      </w:r>
      <w:r w:rsidR="006F005A" w:rsidRPr="006C0B2F">
        <w:rPr>
          <w:szCs w:val="40"/>
        </w:rPr>
        <w:t>часть этих стандартов в 2017-2018</w:t>
      </w:r>
      <w:r w:rsidR="00CB42E5" w:rsidRPr="006C0B2F">
        <w:rPr>
          <w:szCs w:val="40"/>
        </w:rPr>
        <w:t xml:space="preserve"> году была актуализирована. П</w:t>
      </w:r>
      <w:r w:rsidR="006F005A" w:rsidRPr="006C0B2F">
        <w:rPr>
          <w:szCs w:val="40"/>
        </w:rPr>
        <w:t xml:space="preserve">о существующей процедуре длительность актуализации стандартов очень большая, у нас заняла она больше года. Я предлагаю упростить процесс согласования </w:t>
      </w:r>
      <w:r w:rsidR="00147C84" w:rsidRPr="006C0B2F">
        <w:rPr>
          <w:szCs w:val="40"/>
        </w:rPr>
        <w:t>и обсуждения этих стандартов, имея</w:t>
      </w:r>
      <w:r w:rsidR="006F005A" w:rsidRPr="006C0B2F">
        <w:rPr>
          <w:szCs w:val="40"/>
        </w:rPr>
        <w:t xml:space="preserve"> в виду актуализацию, если эти стандарты не </w:t>
      </w:r>
      <w:r w:rsidR="00050488" w:rsidRPr="006C0B2F">
        <w:rPr>
          <w:szCs w:val="40"/>
        </w:rPr>
        <w:t>подвергаются коренной переработке.</w:t>
      </w:r>
    </w:p>
    <w:p w:rsidR="006F005A" w:rsidRPr="006C0B2F" w:rsidRDefault="006F005A" w:rsidP="00ED5B66">
      <w:pPr>
        <w:spacing w:line="360" w:lineRule="auto"/>
        <w:rPr>
          <w:szCs w:val="40"/>
        </w:rPr>
      </w:pPr>
      <w:r w:rsidRPr="006C0B2F">
        <w:rPr>
          <w:szCs w:val="40"/>
        </w:rPr>
        <w:t>Теперь о разработке новых стандартов.</w:t>
      </w:r>
      <w:r w:rsidR="00FC46A4" w:rsidRPr="006C0B2F">
        <w:rPr>
          <w:szCs w:val="40"/>
        </w:rPr>
        <w:t xml:space="preserve"> </w:t>
      </w:r>
      <w:r w:rsidRPr="006C0B2F">
        <w:rPr>
          <w:szCs w:val="40"/>
        </w:rPr>
        <w:t>Есть два вида стандартов. Это сквозные, которые применяются в ряде отраслей, и стандарты, относящиеся к одной отрасли, в частности, к автомобилестроению. Отраслевые, по нашему мнению, достаточно согласовывать с предприятиями и организациями отрасли, это опять же ускорит процесс и сократит расходы, потому что сегодня мы занимаемся этим за счет собственных средств, которые весьма и весьма ограничены.</w:t>
      </w:r>
      <w:r w:rsidR="00FC46A4" w:rsidRPr="006C0B2F">
        <w:rPr>
          <w:szCs w:val="40"/>
        </w:rPr>
        <w:t xml:space="preserve"> Э</w:t>
      </w:r>
      <w:r w:rsidRPr="006C0B2F">
        <w:rPr>
          <w:szCs w:val="40"/>
        </w:rPr>
        <w:t xml:space="preserve">то первое предложение, которое я предварительно направил в наш </w:t>
      </w:r>
      <w:r w:rsidR="00033170" w:rsidRPr="006C0B2F">
        <w:rPr>
          <w:szCs w:val="40"/>
        </w:rPr>
        <w:t>«</w:t>
      </w:r>
      <w:r w:rsidRPr="006C0B2F">
        <w:rPr>
          <w:szCs w:val="40"/>
        </w:rPr>
        <w:t>круглый стол</w:t>
      </w:r>
      <w:r w:rsidR="00033170" w:rsidRPr="006C0B2F">
        <w:rPr>
          <w:szCs w:val="40"/>
        </w:rPr>
        <w:t>»</w:t>
      </w:r>
      <w:r w:rsidRPr="006C0B2F">
        <w:rPr>
          <w:szCs w:val="40"/>
        </w:rPr>
        <w:t>.</w:t>
      </w:r>
    </w:p>
    <w:p w:rsidR="006F005A" w:rsidRPr="006C0B2F" w:rsidRDefault="006F005A" w:rsidP="00ED5B66">
      <w:pPr>
        <w:spacing w:line="360" w:lineRule="auto"/>
        <w:rPr>
          <w:szCs w:val="40"/>
        </w:rPr>
      </w:pPr>
      <w:r w:rsidRPr="006C0B2F">
        <w:rPr>
          <w:szCs w:val="40"/>
        </w:rPr>
        <w:t>И второй вопрос о том, что у нас в совете разработана и утверждена от</w:t>
      </w:r>
      <w:r w:rsidR="009937DB" w:rsidRPr="006C0B2F">
        <w:rPr>
          <w:szCs w:val="40"/>
        </w:rPr>
        <w:t>раслевая рамка квалификаций. П</w:t>
      </w:r>
      <w:r w:rsidRPr="006C0B2F">
        <w:rPr>
          <w:szCs w:val="40"/>
        </w:rPr>
        <w:t>ри этом утвержденны</w:t>
      </w:r>
      <w:r w:rsidR="009937DB" w:rsidRPr="006C0B2F">
        <w:rPr>
          <w:szCs w:val="40"/>
        </w:rPr>
        <w:t>х</w:t>
      </w:r>
      <w:r w:rsidRPr="006C0B2F">
        <w:rPr>
          <w:szCs w:val="40"/>
        </w:rPr>
        <w:t xml:space="preserve"> в ус</w:t>
      </w:r>
      <w:r w:rsidR="009937DB" w:rsidRPr="006C0B2F">
        <w:rPr>
          <w:szCs w:val="40"/>
        </w:rPr>
        <w:t xml:space="preserve">тановленном </w:t>
      </w:r>
      <w:r w:rsidR="009937DB" w:rsidRPr="006C0B2F">
        <w:rPr>
          <w:szCs w:val="40"/>
        </w:rPr>
        <w:lastRenderedPageBreak/>
        <w:t>порядке национальных рамок</w:t>
      </w:r>
      <w:r w:rsidRPr="006C0B2F">
        <w:rPr>
          <w:szCs w:val="40"/>
        </w:rPr>
        <w:t xml:space="preserve"> квалификаций нет.</w:t>
      </w:r>
      <w:r w:rsidR="009937DB" w:rsidRPr="006C0B2F">
        <w:rPr>
          <w:szCs w:val="40"/>
        </w:rPr>
        <w:t xml:space="preserve"> </w:t>
      </w:r>
      <w:r w:rsidRPr="006C0B2F">
        <w:rPr>
          <w:szCs w:val="40"/>
        </w:rPr>
        <w:t>Поэтому мы делаем отраслевые, но надо иметь основу, национальную рамку.</w:t>
      </w:r>
      <w:r w:rsidR="009937DB" w:rsidRPr="006C0B2F">
        <w:rPr>
          <w:szCs w:val="40"/>
        </w:rPr>
        <w:t xml:space="preserve"> Е</w:t>
      </w:r>
      <w:r w:rsidRPr="006C0B2F">
        <w:rPr>
          <w:szCs w:val="40"/>
        </w:rPr>
        <w:t xml:space="preserve">сть предложение для НАРКа разработать проект национальной рамки квалификаций для внесения ее в </w:t>
      </w:r>
      <w:r w:rsidR="009937DB" w:rsidRPr="006C0B2F">
        <w:rPr>
          <w:szCs w:val="40"/>
        </w:rPr>
        <w:t>Национальный совет</w:t>
      </w:r>
      <w:r w:rsidRPr="006C0B2F">
        <w:rPr>
          <w:szCs w:val="40"/>
        </w:rPr>
        <w:t xml:space="preserve"> и в последующем </w:t>
      </w:r>
      <w:r w:rsidR="009937DB" w:rsidRPr="006C0B2F">
        <w:rPr>
          <w:szCs w:val="40"/>
        </w:rPr>
        <w:t xml:space="preserve">- </w:t>
      </w:r>
      <w:r w:rsidRPr="006C0B2F">
        <w:rPr>
          <w:szCs w:val="40"/>
        </w:rPr>
        <w:t>утверждени</w:t>
      </w:r>
      <w:r w:rsidR="00F91F4A" w:rsidRPr="006C0B2F">
        <w:rPr>
          <w:szCs w:val="40"/>
        </w:rPr>
        <w:t>я</w:t>
      </w:r>
      <w:r w:rsidRPr="006C0B2F">
        <w:rPr>
          <w:szCs w:val="40"/>
        </w:rPr>
        <w:t xml:space="preserve"> на уровне Правительства Российской Федерации.</w:t>
      </w:r>
    </w:p>
    <w:p w:rsidR="006F005A" w:rsidRPr="006C0B2F" w:rsidRDefault="006F005A" w:rsidP="00ED5B66">
      <w:pPr>
        <w:spacing w:line="360" w:lineRule="auto"/>
        <w:rPr>
          <w:szCs w:val="40"/>
        </w:rPr>
      </w:pPr>
      <w:r w:rsidRPr="006C0B2F">
        <w:rPr>
          <w:szCs w:val="40"/>
        </w:rPr>
        <w:t>Спасибо.</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Спасибо. В том числе за краткость, сжатость выступления.</w:t>
      </w:r>
    </w:p>
    <w:p w:rsidR="006F005A" w:rsidRPr="006C0B2F" w:rsidRDefault="007178DD" w:rsidP="00ED5B66">
      <w:pPr>
        <w:spacing w:line="360" w:lineRule="auto"/>
        <w:rPr>
          <w:szCs w:val="40"/>
        </w:rPr>
      </w:pPr>
      <w:r w:rsidRPr="006C0B2F">
        <w:rPr>
          <w:szCs w:val="40"/>
          <w:u w:val="single"/>
        </w:rPr>
        <w:t>Сер</w:t>
      </w:r>
      <w:r w:rsidR="00B85EFE" w:rsidRPr="006C0B2F">
        <w:rPr>
          <w:szCs w:val="40"/>
          <w:u w:val="single"/>
        </w:rPr>
        <w:t>ё</w:t>
      </w:r>
      <w:r w:rsidR="002F1098" w:rsidRPr="006C0B2F">
        <w:rPr>
          <w:szCs w:val="40"/>
          <w:u w:val="single"/>
        </w:rPr>
        <w:t>ж</w:t>
      </w:r>
      <w:r w:rsidR="00B85EFE" w:rsidRPr="006C0B2F">
        <w:rPr>
          <w:szCs w:val="40"/>
          <w:u w:val="single"/>
        </w:rPr>
        <w:t>е</w:t>
      </w:r>
      <w:r w:rsidR="002F1098" w:rsidRPr="006C0B2F">
        <w:rPr>
          <w:szCs w:val="40"/>
          <w:u w:val="single"/>
        </w:rPr>
        <w:t>н</w:t>
      </w:r>
      <w:r w:rsidRPr="006C0B2F">
        <w:rPr>
          <w:szCs w:val="40"/>
          <w:u w:val="single"/>
        </w:rPr>
        <w:t>кин А.М.</w:t>
      </w:r>
      <w:r w:rsidRPr="006C0B2F">
        <w:rPr>
          <w:szCs w:val="40"/>
        </w:rPr>
        <w:t xml:space="preserve"> </w:t>
      </w:r>
      <w:r w:rsidR="006F005A" w:rsidRPr="006C0B2F">
        <w:rPr>
          <w:szCs w:val="40"/>
        </w:rPr>
        <w:t>Ну</w:t>
      </w:r>
      <w:r w:rsidR="003A4C88" w:rsidRPr="006C0B2F">
        <w:rPr>
          <w:szCs w:val="40"/>
        </w:rPr>
        <w:t>,</w:t>
      </w:r>
      <w:r w:rsidR="006F005A" w:rsidRPr="006C0B2F">
        <w:rPr>
          <w:szCs w:val="40"/>
        </w:rPr>
        <w:t xml:space="preserve"> сестра</w:t>
      </w:r>
      <w:r w:rsidR="003A4C88" w:rsidRPr="006C0B2F">
        <w:rPr>
          <w:szCs w:val="40"/>
        </w:rPr>
        <w:t>…</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Да. Именно это я и имел в виду. Это был комплимент. Да.</w:t>
      </w:r>
    </w:p>
    <w:p w:rsidR="006F005A" w:rsidRPr="006C0B2F" w:rsidRDefault="00BE336B" w:rsidP="00ED5B66">
      <w:pPr>
        <w:spacing w:line="360" w:lineRule="auto"/>
        <w:rPr>
          <w:szCs w:val="40"/>
        </w:rPr>
      </w:pPr>
      <w:r w:rsidRPr="006C0B2F">
        <w:rPr>
          <w:szCs w:val="40"/>
        </w:rPr>
        <w:t>Я напоминаю: обещание председатель К</w:t>
      </w:r>
      <w:r w:rsidR="006F005A" w:rsidRPr="006C0B2F">
        <w:rPr>
          <w:szCs w:val="40"/>
        </w:rPr>
        <w:t>омитета дал, что все могут выступить, но сейчас уже остается</w:t>
      </w:r>
      <w:r w:rsidR="007178DD" w:rsidRPr="006C0B2F">
        <w:rPr>
          <w:szCs w:val="40"/>
        </w:rPr>
        <w:t xml:space="preserve"> полчаса до 18</w:t>
      </w:r>
      <w:r w:rsidRPr="006C0B2F">
        <w:rPr>
          <w:szCs w:val="40"/>
        </w:rPr>
        <w:t xml:space="preserve"> часов. Мы можем заседать сколько угодно,</w:t>
      </w:r>
      <w:r w:rsidR="006F005A" w:rsidRPr="006C0B2F">
        <w:rPr>
          <w:szCs w:val="40"/>
        </w:rPr>
        <w:t xml:space="preserve"> вы сами понимаете, к чему это приведет.</w:t>
      </w:r>
    </w:p>
    <w:p w:rsidR="006F005A" w:rsidRPr="006C0B2F" w:rsidRDefault="00BE336B" w:rsidP="00ED5B66">
      <w:pPr>
        <w:spacing w:line="360" w:lineRule="auto"/>
        <w:rPr>
          <w:szCs w:val="40"/>
        </w:rPr>
      </w:pPr>
      <w:r w:rsidRPr="006C0B2F">
        <w:rPr>
          <w:szCs w:val="40"/>
        </w:rPr>
        <w:t>С</w:t>
      </w:r>
      <w:r w:rsidR="006F005A" w:rsidRPr="006C0B2F">
        <w:rPr>
          <w:szCs w:val="40"/>
        </w:rPr>
        <w:t>ледующий записавшийся выступающий у нас профессор кафедры трудового права МГУ имени Ломоносова, доктор юридических наук Ирина Александровна Костян.</w:t>
      </w:r>
    </w:p>
    <w:p w:rsidR="006F005A" w:rsidRPr="006C0B2F" w:rsidRDefault="006F005A" w:rsidP="00ED5B66">
      <w:pPr>
        <w:spacing w:line="360" w:lineRule="auto"/>
        <w:rPr>
          <w:szCs w:val="40"/>
        </w:rPr>
      </w:pPr>
      <w:r w:rsidRPr="006C0B2F">
        <w:rPr>
          <w:szCs w:val="40"/>
          <w:u w:val="single"/>
        </w:rPr>
        <w:t>Костян И.А.</w:t>
      </w:r>
      <w:r w:rsidRPr="006C0B2F">
        <w:rPr>
          <w:szCs w:val="40"/>
        </w:rPr>
        <w:t xml:space="preserve"> Здравствуйте.</w:t>
      </w:r>
    </w:p>
    <w:p w:rsidR="006F005A" w:rsidRPr="006C0B2F" w:rsidRDefault="006F005A" w:rsidP="00ED5B66">
      <w:pPr>
        <w:spacing w:line="360" w:lineRule="auto"/>
        <w:rPr>
          <w:szCs w:val="40"/>
        </w:rPr>
      </w:pPr>
      <w:r w:rsidRPr="006C0B2F">
        <w:rPr>
          <w:szCs w:val="40"/>
        </w:rPr>
        <w:t>Я достаточно</w:t>
      </w:r>
      <w:r w:rsidR="007178DD" w:rsidRPr="006C0B2F">
        <w:rPr>
          <w:szCs w:val="40"/>
        </w:rPr>
        <w:t xml:space="preserve"> внимательно слушала выступающих</w:t>
      </w:r>
      <w:r w:rsidR="000C147E" w:rsidRPr="006C0B2F">
        <w:rPr>
          <w:szCs w:val="40"/>
        </w:rPr>
        <w:t>,</w:t>
      </w:r>
      <w:r w:rsidRPr="006C0B2F">
        <w:rPr>
          <w:szCs w:val="40"/>
        </w:rPr>
        <w:t xml:space="preserve"> откровенно сказать, меня немного напрягло то отношение эйфорическое по поводу работы над профстандартами и над оценкой, </w:t>
      </w:r>
      <w:r w:rsidR="000C147E" w:rsidRPr="006C0B2F">
        <w:rPr>
          <w:szCs w:val="40"/>
        </w:rPr>
        <w:t xml:space="preserve">как вы их называете, </w:t>
      </w:r>
      <w:r w:rsidR="00033170" w:rsidRPr="006C0B2F">
        <w:rPr>
          <w:szCs w:val="40"/>
        </w:rPr>
        <w:t>«</w:t>
      </w:r>
      <w:r w:rsidRPr="006C0B2F">
        <w:rPr>
          <w:szCs w:val="40"/>
        </w:rPr>
        <w:t>квалификаци</w:t>
      </w:r>
      <w:r w:rsidR="000C147E" w:rsidRPr="006C0B2F">
        <w:rPr>
          <w:szCs w:val="40"/>
        </w:rPr>
        <w:t>й</w:t>
      </w:r>
      <w:r w:rsidR="00033170" w:rsidRPr="006C0B2F">
        <w:rPr>
          <w:szCs w:val="40"/>
        </w:rPr>
        <w:t>»</w:t>
      </w:r>
      <w:r w:rsidRPr="006C0B2F">
        <w:rPr>
          <w:szCs w:val="40"/>
        </w:rPr>
        <w:t>.</w:t>
      </w:r>
    </w:p>
    <w:p w:rsidR="006F005A" w:rsidRPr="006C0B2F" w:rsidRDefault="008D2696" w:rsidP="00ED5B66">
      <w:pPr>
        <w:spacing w:line="360" w:lineRule="auto"/>
        <w:rPr>
          <w:szCs w:val="40"/>
        </w:rPr>
      </w:pPr>
      <w:r w:rsidRPr="006C0B2F">
        <w:rPr>
          <w:szCs w:val="40"/>
        </w:rPr>
        <w:t>Г</w:t>
      </w:r>
      <w:r w:rsidR="006F005A" w:rsidRPr="006C0B2F">
        <w:rPr>
          <w:szCs w:val="40"/>
        </w:rPr>
        <w:t>оворя о квалификациях, конечно же, можно говорить об этом и с позиции закона об образовании, которая предусматривает уровень знаний, и с позиции Трудового кодекса, которая определяет помимо знаний еще и навыки, стаж и умения, которые работник приобретает в процессе трудовой деятельности.</w:t>
      </w:r>
    </w:p>
    <w:p w:rsidR="006F005A" w:rsidRPr="006C0B2F" w:rsidRDefault="006F005A" w:rsidP="00ED5B66">
      <w:pPr>
        <w:spacing w:line="360" w:lineRule="auto"/>
        <w:rPr>
          <w:szCs w:val="40"/>
        </w:rPr>
      </w:pPr>
      <w:r w:rsidRPr="006C0B2F">
        <w:rPr>
          <w:szCs w:val="40"/>
        </w:rPr>
        <w:t xml:space="preserve">У меня очень серьезные сомнения, что какой-либо центр, пусть он будет самый развитый, сможет определить, будем так говорить, способность </w:t>
      </w:r>
      <w:r w:rsidRPr="006C0B2F">
        <w:rPr>
          <w:szCs w:val="40"/>
        </w:rPr>
        <w:lastRenderedPageBreak/>
        <w:t>работника выполнят</w:t>
      </w:r>
      <w:r w:rsidR="00101C8D" w:rsidRPr="006C0B2F">
        <w:rPr>
          <w:szCs w:val="40"/>
        </w:rPr>
        <w:t>ь практическую работу. Н</w:t>
      </w:r>
      <w:r w:rsidRPr="006C0B2F">
        <w:rPr>
          <w:szCs w:val="40"/>
        </w:rPr>
        <w:t>апример</w:t>
      </w:r>
      <w:r w:rsidR="00101C8D" w:rsidRPr="006C0B2F">
        <w:rPr>
          <w:szCs w:val="40"/>
        </w:rPr>
        <w:t>,</w:t>
      </w:r>
      <w:r w:rsidRPr="006C0B2F">
        <w:rPr>
          <w:szCs w:val="40"/>
        </w:rPr>
        <w:t xml:space="preserve"> рабочего какого-нибудь, специалиста высокого уровня.</w:t>
      </w:r>
    </w:p>
    <w:p w:rsidR="006F005A" w:rsidRPr="006C0B2F" w:rsidRDefault="006F005A" w:rsidP="00ED5B66">
      <w:pPr>
        <w:spacing w:line="360" w:lineRule="auto"/>
        <w:rPr>
          <w:szCs w:val="40"/>
        </w:rPr>
      </w:pPr>
      <w:r w:rsidRPr="006C0B2F">
        <w:rPr>
          <w:szCs w:val="40"/>
        </w:rPr>
        <w:t>Если мы вспомним, что уровни квалификации профессий рабочих всегда определялись посредством выполнения ими практических заданий. И мне трудно даже предположить, как это может быть в центре, определение таких знаний.</w:t>
      </w:r>
    </w:p>
    <w:p w:rsidR="006F005A" w:rsidRPr="006C0B2F" w:rsidRDefault="006F005A" w:rsidP="00ED5B66">
      <w:pPr>
        <w:spacing w:line="360" w:lineRule="auto"/>
        <w:rPr>
          <w:szCs w:val="40"/>
        </w:rPr>
      </w:pPr>
      <w:r w:rsidRPr="006C0B2F">
        <w:rPr>
          <w:szCs w:val="40"/>
        </w:rPr>
        <w:t>Кроме того, знания, которые определяются сегодня центрами, это, как правило, тестирование. А вот тестирование показывает весь негатив результатов по одной простой причине.</w:t>
      </w:r>
      <w:r w:rsidR="00AB1D58" w:rsidRPr="006C0B2F">
        <w:rPr>
          <w:szCs w:val="40"/>
        </w:rPr>
        <w:t xml:space="preserve"> </w:t>
      </w:r>
      <w:r w:rsidRPr="006C0B2F">
        <w:rPr>
          <w:szCs w:val="40"/>
        </w:rPr>
        <w:t xml:space="preserve">Если, например, специалист хороший, то он тестирование всегда проходит плохо. Почему? На вопросы, которые стоят и </w:t>
      </w:r>
      <w:r w:rsidR="00AB1D58" w:rsidRPr="006C0B2F">
        <w:rPr>
          <w:szCs w:val="40"/>
        </w:rPr>
        <w:t>имеют</w:t>
      </w:r>
      <w:r w:rsidRPr="006C0B2F">
        <w:rPr>
          <w:szCs w:val="40"/>
        </w:rPr>
        <w:t xml:space="preserve"> несколько вариантов ответа, у специалиста всегда появится несколько еще дополнительных</w:t>
      </w:r>
      <w:r w:rsidR="00AB1D58" w:rsidRPr="006C0B2F">
        <w:rPr>
          <w:szCs w:val="40"/>
        </w:rPr>
        <w:t xml:space="preserve"> вопросов, что имеется в виду. О</w:t>
      </w:r>
      <w:r w:rsidRPr="006C0B2F">
        <w:rPr>
          <w:szCs w:val="40"/>
        </w:rPr>
        <w:t>н будет очень долго соображать, что же туда заложил тот, кто готовил эти тесты, и вряд ли успеет в течение учетного времени выполнить эту работу.</w:t>
      </w:r>
    </w:p>
    <w:p w:rsidR="006F005A" w:rsidRPr="006C0B2F" w:rsidRDefault="006F005A" w:rsidP="00ED5B66">
      <w:pPr>
        <w:spacing w:line="360" w:lineRule="auto"/>
        <w:rPr>
          <w:szCs w:val="40"/>
        </w:rPr>
      </w:pPr>
      <w:r w:rsidRPr="006C0B2F">
        <w:rPr>
          <w:szCs w:val="40"/>
        </w:rPr>
        <w:t xml:space="preserve">Но дело даже не в </w:t>
      </w:r>
      <w:r w:rsidR="00AB1D58" w:rsidRPr="006C0B2F">
        <w:rPr>
          <w:szCs w:val="40"/>
        </w:rPr>
        <w:t>этом. У меня вызывает вопросы,</w:t>
      </w:r>
      <w:r w:rsidRPr="006C0B2F">
        <w:rPr>
          <w:szCs w:val="40"/>
        </w:rPr>
        <w:t xml:space="preserve"> как мы будем оценивать те дипломы, которые выдаются? Они будут иметь </w:t>
      </w:r>
      <w:r w:rsidR="009C1BE8" w:rsidRPr="006C0B2F">
        <w:rPr>
          <w:szCs w:val="40"/>
        </w:rPr>
        <w:t xml:space="preserve">юридическое </w:t>
      </w:r>
      <w:r w:rsidRPr="006C0B2F">
        <w:rPr>
          <w:szCs w:val="40"/>
        </w:rPr>
        <w:t xml:space="preserve">значение или нет? Или мне достаточно получить диплом, как </w:t>
      </w:r>
      <w:r w:rsidR="00AB1D58" w:rsidRPr="006C0B2F">
        <w:rPr>
          <w:szCs w:val="40"/>
        </w:rPr>
        <w:t>з</w:t>
      </w:r>
      <w:r w:rsidRPr="006C0B2F">
        <w:rPr>
          <w:szCs w:val="40"/>
        </w:rPr>
        <w:t xml:space="preserve">десь говорили, какого-то </w:t>
      </w:r>
      <w:r w:rsidR="00033170" w:rsidRPr="006C0B2F">
        <w:rPr>
          <w:szCs w:val="40"/>
        </w:rPr>
        <w:t>«</w:t>
      </w:r>
      <w:r w:rsidRPr="006C0B2F">
        <w:rPr>
          <w:szCs w:val="40"/>
        </w:rPr>
        <w:t>паршивого</w:t>
      </w:r>
      <w:r w:rsidR="00033170" w:rsidRPr="006C0B2F">
        <w:rPr>
          <w:szCs w:val="40"/>
        </w:rPr>
        <w:t>»</w:t>
      </w:r>
      <w:r w:rsidR="00AB1D58" w:rsidRPr="006C0B2F">
        <w:rPr>
          <w:szCs w:val="40"/>
        </w:rPr>
        <w:t xml:space="preserve"> </w:t>
      </w:r>
      <w:r w:rsidR="009C1BE8" w:rsidRPr="006C0B2F">
        <w:rPr>
          <w:szCs w:val="40"/>
        </w:rPr>
        <w:t>ВУЗ</w:t>
      </w:r>
      <w:r w:rsidR="00AB1D58" w:rsidRPr="006C0B2F">
        <w:rPr>
          <w:szCs w:val="40"/>
        </w:rPr>
        <w:t>а, который ничему не обучал? Х</w:t>
      </w:r>
      <w:r w:rsidRPr="006C0B2F">
        <w:rPr>
          <w:szCs w:val="40"/>
        </w:rPr>
        <w:t>отя, в общем</w:t>
      </w:r>
      <w:r w:rsidR="009C1BE8" w:rsidRPr="006C0B2F">
        <w:rPr>
          <w:szCs w:val="40"/>
        </w:rPr>
        <w:t>-то</w:t>
      </w:r>
      <w:r w:rsidRPr="006C0B2F">
        <w:rPr>
          <w:szCs w:val="40"/>
        </w:rPr>
        <w:t>, тоже</w:t>
      </w:r>
      <w:r w:rsidR="009C1BE8" w:rsidRPr="006C0B2F">
        <w:rPr>
          <w:szCs w:val="40"/>
        </w:rPr>
        <w:t xml:space="preserve"> есть</w:t>
      </w:r>
      <w:r w:rsidRPr="006C0B2F">
        <w:rPr>
          <w:szCs w:val="40"/>
        </w:rPr>
        <w:t xml:space="preserve"> вопрос, почему </w:t>
      </w:r>
      <w:r w:rsidR="009C1BE8" w:rsidRPr="006C0B2F">
        <w:rPr>
          <w:szCs w:val="40"/>
        </w:rPr>
        <w:t>этот ВУЗ</w:t>
      </w:r>
      <w:r w:rsidRPr="006C0B2F">
        <w:rPr>
          <w:szCs w:val="40"/>
        </w:rPr>
        <w:t xml:space="preserve"> существует до сих пор, если он так проводит обучение, но дело не в этом.</w:t>
      </w:r>
    </w:p>
    <w:p w:rsidR="006F005A" w:rsidRPr="006C0B2F" w:rsidRDefault="00543BC6" w:rsidP="00ED5B66">
      <w:pPr>
        <w:spacing w:line="360" w:lineRule="auto"/>
        <w:rPr>
          <w:szCs w:val="40"/>
        </w:rPr>
      </w:pPr>
      <w:r w:rsidRPr="006C0B2F">
        <w:rPr>
          <w:szCs w:val="40"/>
        </w:rPr>
        <w:t>Итак, диплом этот есть, но</w:t>
      </w:r>
      <w:r w:rsidR="009E4B71" w:rsidRPr="006C0B2F">
        <w:rPr>
          <w:szCs w:val="40"/>
        </w:rPr>
        <w:t xml:space="preserve"> говорят</w:t>
      </w:r>
      <w:r w:rsidRPr="006C0B2F">
        <w:rPr>
          <w:szCs w:val="40"/>
        </w:rPr>
        <w:t>, что</w:t>
      </w:r>
      <w:r w:rsidR="009E4B71" w:rsidRPr="006C0B2F">
        <w:rPr>
          <w:szCs w:val="40"/>
        </w:rPr>
        <w:t xml:space="preserve"> человек ничего не умеет. </w:t>
      </w:r>
      <w:r w:rsidR="006F005A" w:rsidRPr="006C0B2F">
        <w:rPr>
          <w:szCs w:val="40"/>
        </w:rPr>
        <w:t xml:space="preserve">Центр будет обучать этого работника, да? И тогда зачем высшее образование или образование, которое он получал в колледже? Это </w:t>
      </w:r>
      <w:r w:rsidRPr="006C0B2F">
        <w:rPr>
          <w:szCs w:val="40"/>
        </w:rPr>
        <w:t xml:space="preserve">- </w:t>
      </w:r>
      <w:r w:rsidR="006F005A" w:rsidRPr="006C0B2F">
        <w:rPr>
          <w:szCs w:val="40"/>
        </w:rPr>
        <w:t xml:space="preserve">деньги. </w:t>
      </w:r>
      <w:r w:rsidRPr="006C0B2F">
        <w:rPr>
          <w:szCs w:val="40"/>
        </w:rPr>
        <w:t>К</w:t>
      </w:r>
      <w:r w:rsidR="006F005A" w:rsidRPr="006C0B2F">
        <w:rPr>
          <w:szCs w:val="40"/>
        </w:rPr>
        <w:t>роме того, я сейчас скажу, может быть, не очень хорошую вещь, но есть такое понимание в праве как правовое регулирование и механизм правового регулирования, ко</w:t>
      </w:r>
      <w:r w:rsidR="006E5250" w:rsidRPr="006C0B2F">
        <w:rPr>
          <w:szCs w:val="40"/>
        </w:rPr>
        <w:t>торый</w:t>
      </w:r>
      <w:r w:rsidR="006F005A" w:rsidRPr="006C0B2F">
        <w:rPr>
          <w:szCs w:val="40"/>
        </w:rPr>
        <w:t xml:space="preserve"> состоит</w:t>
      </w:r>
      <w:r w:rsidR="006E5250" w:rsidRPr="006C0B2F">
        <w:rPr>
          <w:szCs w:val="40"/>
        </w:rPr>
        <w:t>,</w:t>
      </w:r>
      <w:r w:rsidR="006F005A" w:rsidRPr="006C0B2F">
        <w:rPr>
          <w:szCs w:val="40"/>
        </w:rPr>
        <w:t xml:space="preserve"> собственно</w:t>
      </w:r>
      <w:r w:rsidR="006E5250" w:rsidRPr="006C0B2F">
        <w:rPr>
          <w:szCs w:val="40"/>
        </w:rPr>
        <w:t>,</w:t>
      </w:r>
      <w:r w:rsidR="006F005A" w:rsidRPr="006C0B2F">
        <w:rPr>
          <w:szCs w:val="40"/>
        </w:rPr>
        <w:t xml:space="preserve"> из нормативного положения. Есть у нас правовые отношения. И последнее – это</w:t>
      </w:r>
      <w:r w:rsidR="006E5250" w:rsidRPr="006C0B2F">
        <w:rPr>
          <w:szCs w:val="40"/>
        </w:rPr>
        <w:t xml:space="preserve"> реализация этого права. П</w:t>
      </w:r>
      <w:r w:rsidR="006F005A" w:rsidRPr="006C0B2F">
        <w:rPr>
          <w:szCs w:val="40"/>
        </w:rPr>
        <w:t xml:space="preserve">о результатам </w:t>
      </w:r>
      <w:r w:rsidR="006F005A" w:rsidRPr="006C0B2F">
        <w:rPr>
          <w:szCs w:val="40"/>
        </w:rPr>
        <w:lastRenderedPageBreak/>
        <w:t>реализации права можно определить: механизм правового регулирования</w:t>
      </w:r>
      <w:r w:rsidR="005C33FD" w:rsidRPr="006C0B2F">
        <w:rPr>
          <w:szCs w:val="40"/>
        </w:rPr>
        <w:t xml:space="preserve"> хороший или плохой?</w:t>
      </w:r>
      <w:r w:rsidR="006F005A" w:rsidRPr="006C0B2F">
        <w:rPr>
          <w:szCs w:val="40"/>
        </w:rPr>
        <w:t xml:space="preserve"> </w:t>
      </w:r>
    </w:p>
    <w:p w:rsidR="006F005A" w:rsidRPr="006C0B2F" w:rsidRDefault="006F005A" w:rsidP="00ED5B66">
      <w:pPr>
        <w:spacing w:line="360" w:lineRule="auto"/>
        <w:rPr>
          <w:szCs w:val="40"/>
        </w:rPr>
      </w:pPr>
      <w:r w:rsidRPr="006C0B2F">
        <w:rPr>
          <w:szCs w:val="40"/>
        </w:rPr>
        <w:t xml:space="preserve">Мы же пошли наоборот. </w:t>
      </w:r>
      <w:r w:rsidR="005C33FD" w:rsidRPr="006C0B2F">
        <w:rPr>
          <w:szCs w:val="40"/>
        </w:rPr>
        <w:t>У</w:t>
      </w:r>
      <w:r w:rsidRPr="006C0B2F">
        <w:rPr>
          <w:szCs w:val="40"/>
        </w:rPr>
        <w:t>дивительным образом мы пошли в обратную сторону, начиная с апробации, а потом дорабатыва</w:t>
      </w:r>
      <w:r w:rsidR="005C33FD" w:rsidRPr="006C0B2F">
        <w:rPr>
          <w:szCs w:val="40"/>
        </w:rPr>
        <w:t>я</w:t>
      </w:r>
      <w:r w:rsidRPr="006C0B2F">
        <w:rPr>
          <w:szCs w:val="40"/>
        </w:rPr>
        <w:t xml:space="preserve"> правовые акты. </w:t>
      </w:r>
      <w:r w:rsidR="005C33FD" w:rsidRPr="006C0B2F">
        <w:rPr>
          <w:szCs w:val="40"/>
        </w:rPr>
        <w:t>Г</w:t>
      </w:r>
      <w:r w:rsidRPr="006C0B2F">
        <w:rPr>
          <w:szCs w:val="40"/>
        </w:rPr>
        <w:t>оворя о том, что я сегодня наблюдаю среди работодателей, которые пытались внедрить профстандарты, я могу сказать только одно</w:t>
      </w:r>
      <w:r w:rsidR="005C33FD" w:rsidRPr="006C0B2F">
        <w:rPr>
          <w:szCs w:val="40"/>
        </w:rPr>
        <w:t xml:space="preserve">. </w:t>
      </w:r>
      <w:r w:rsidRPr="006C0B2F">
        <w:rPr>
          <w:szCs w:val="40"/>
        </w:rPr>
        <w:t xml:space="preserve">Точнее, я процитирую одного из участников. Он сказал, что это </w:t>
      </w:r>
      <w:r w:rsidR="00BF5C50" w:rsidRPr="006C0B2F">
        <w:rPr>
          <w:szCs w:val="40"/>
        </w:rPr>
        <w:t xml:space="preserve">- </w:t>
      </w:r>
      <w:r w:rsidRPr="006C0B2F">
        <w:rPr>
          <w:szCs w:val="40"/>
        </w:rPr>
        <w:t>вынос мозга</w:t>
      </w:r>
      <w:r w:rsidR="00BF5C50" w:rsidRPr="006C0B2F">
        <w:rPr>
          <w:szCs w:val="40"/>
        </w:rPr>
        <w:t>. По одной простой причине</w:t>
      </w:r>
      <w:r w:rsidR="009F6D24" w:rsidRPr="006C0B2F">
        <w:rPr>
          <w:szCs w:val="40"/>
        </w:rPr>
        <w:t>.</w:t>
      </w:r>
      <w:r w:rsidRPr="006C0B2F">
        <w:rPr>
          <w:szCs w:val="40"/>
        </w:rPr>
        <w:t xml:space="preserve"> </w:t>
      </w:r>
      <w:r w:rsidR="009F6D24" w:rsidRPr="006C0B2F">
        <w:rPr>
          <w:szCs w:val="40"/>
        </w:rPr>
        <w:t>О</w:t>
      </w:r>
      <w:r w:rsidRPr="006C0B2F">
        <w:rPr>
          <w:szCs w:val="40"/>
        </w:rPr>
        <w:t xml:space="preserve">ни долгое время пытались разобраться, что же кроется под понятиями </w:t>
      </w:r>
      <w:r w:rsidR="00033170" w:rsidRPr="006C0B2F">
        <w:rPr>
          <w:szCs w:val="40"/>
        </w:rPr>
        <w:t>«</w:t>
      </w:r>
      <w:r w:rsidRPr="006C0B2F">
        <w:rPr>
          <w:szCs w:val="40"/>
        </w:rPr>
        <w:t>трудовые фукнции</w:t>
      </w:r>
      <w:r w:rsidR="00033170" w:rsidRPr="006C0B2F">
        <w:rPr>
          <w:szCs w:val="40"/>
        </w:rPr>
        <w:t>»</w:t>
      </w:r>
      <w:r w:rsidRPr="006C0B2F">
        <w:rPr>
          <w:szCs w:val="40"/>
        </w:rPr>
        <w:t xml:space="preserve">, </w:t>
      </w:r>
      <w:r w:rsidR="00BF5C50" w:rsidRPr="006C0B2F">
        <w:rPr>
          <w:szCs w:val="40"/>
        </w:rPr>
        <w:t xml:space="preserve">а </w:t>
      </w:r>
      <w:r w:rsidR="009F6D24" w:rsidRPr="006C0B2F">
        <w:rPr>
          <w:szCs w:val="40"/>
        </w:rPr>
        <w:t>потом им сказали:</w:t>
      </w:r>
      <w:r w:rsidRPr="006C0B2F">
        <w:rPr>
          <w:szCs w:val="40"/>
        </w:rPr>
        <w:t xml:space="preserve"> не надо смотреть, </w:t>
      </w:r>
      <w:r w:rsidR="009F6D24" w:rsidRPr="006C0B2F">
        <w:rPr>
          <w:szCs w:val="40"/>
        </w:rPr>
        <w:t xml:space="preserve">что и </w:t>
      </w:r>
      <w:r w:rsidRPr="006C0B2F">
        <w:rPr>
          <w:szCs w:val="40"/>
        </w:rPr>
        <w:t>как там написано, посмотрите, что под этим понимае</w:t>
      </w:r>
      <w:r w:rsidR="00BF5C50" w:rsidRPr="006C0B2F">
        <w:rPr>
          <w:szCs w:val="40"/>
        </w:rPr>
        <w:t xml:space="preserve">тся на примерах. Это нормально??? </w:t>
      </w:r>
      <w:r w:rsidRPr="006C0B2F">
        <w:rPr>
          <w:szCs w:val="40"/>
        </w:rPr>
        <w:t>Я считаю, чт</w:t>
      </w:r>
      <w:r w:rsidR="00CC2D64" w:rsidRPr="006C0B2F">
        <w:rPr>
          <w:szCs w:val="40"/>
        </w:rPr>
        <w:t>о это на самом деле безобразие.</w:t>
      </w:r>
    </w:p>
    <w:p w:rsidR="006F005A" w:rsidRPr="006C0B2F" w:rsidRDefault="006F005A" w:rsidP="00ED5B66">
      <w:pPr>
        <w:spacing w:line="360" w:lineRule="auto"/>
        <w:rPr>
          <w:szCs w:val="40"/>
        </w:rPr>
      </w:pPr>
      <w:r w:rsidRPr="006C0B2F">
        <w:rPr>
          <w:szCs w:val="40"/>
        </w:rPr>
        <w:t>Кроме того, если говорить о внедрении профстандартов, какие деньги мы сегодня вносим и вкладываем на внедрение профстан</w:t>
      </w:r>
      <w:r w:rsidR="006C016B" w:rsidRPr="006C0B2F">
        <w:rPr>
          <w:szCs w:val="40"/>
        </w:rPr>
        <w:t>дартов и на оценку квалификаци</w:t>
      </w:r>
      <w:r w:rsidR="004C3813" w:rsidRPr="006C0B2F">
        <w:rPr>
          <w:szCs w:val="40"/>
        </w:rPr>
        <w:t>и</w:t>
      </w:r>
      <w:r w:rsidR="006C016B" w:rsidRPr="006C0B2F">
        <w:rPr>
          <w:szCs w:val="40"/>
        </w:rPr>
        <w:t>…</w:t>
      </w:r>
      <w:r w:rsidRPr="006C0B2F">
        <w:rPr>
          <w:szCs w:val="40"/>
        </w:rPr>
        <w:t xml:space="preserve"> Я не оспариваю, что квалификаци</w:t>
      </w:r>
      <w:r w:rsidR="004C3813" w:rsidRPr="006C0B2F">
        <w:rPr>
          <w:szCs w:val="40"/>
        </w:rPr>
        <w:t>я</w:t>
      </w:r>
      <w:r w:rsidRPr="006C0B2F">
        <w:rPr>
          <w:szCs w:val="40"/>
        </w:rPr>
        <w:t xml:space="preserve"> должн</w:t>
      </w:r>
      <w:r w:rsidR="004C3813" w:rsidRPr="006C0B2F">
        <w:rPr>
          <w:szCs w:val="40"/>
        </w:rPr>
        <w:t>а</w:t>
      </w:r>
      <w:r w:rsidRPr="006C0B2F">
        <w:rPr>
          <w:szCs w:val="40"/>
        </w:rPr>
        <w:t xml:space="preserve"> быть достойн</w:t>
      </w:r>
      <w:r w:rsidR="004C3813" w:rsidRPr="006C0B2F">
        <w:rPr>
          <w:szCs w:val="40"/>
        </w:rPr>
        <w:t>ой</w:t>
      </w:r>
      <w:r w:rsidR="006C016B" w:rsidRPr="006C0B2F">
        <w:rPr>
          <w:szCs w:val="40"/>
        </w:rPr>
        <w:t>, н</w:t>
      </w:r>
      <w:r w:rsidRPr="006C0B2F">
        <w:rPr>
          <w:szCs w:val="40"/>
        </w:rPr>
        <w:t xml:space="preserve">о то, что сегодня происходит, наверное, это </w:t>
      </w:r>
      <w:r w:rsidR="006C016B" w:rsidRPr="006C0B2F">
        <w:rPr>
          <w:szCs w:val="40"/>
        </w:rPr>
        <w:t xml:space="preserve">движение </w:t>
      </w:r>
      <w:r w:rsidRPr="006C0B2F">
        <w:rPr>
          <w:szCs w:val="40"/>
        </w:rPr>
        <w:t>не в том направлении, не так</w:t>
      </w:r>
      <w:r w:rsidR="00CC2D64" w:rsidRPr="006C0B2F">
        <w:rPr>
          <w:szCs w:val="40"/>
        </w:rPr>
        <w:t>, как это должно быть.</w:t>
      </w:r>
    </w:p>
    <w:p w:rsidR="006F005A" w:rsidRPr="006C0B2F" w:rsidRDefault="00EB77E1" w:rsidP="00ED5B66">
      <w:pPr>
        <w:spacing w:line="360" w:lineRule="auto"/>
        <w:rPr>
          <w:szCs w:val="40"/>
        </w:rPr>
      </w:pPr>
      <w:r w:rsidRPr="006C0B2F">
        <w:rPr>
          <w:szCs w:val="40"/>
        </w:rPr>
        <w:t>Я</w:t>
      </w:r>
      <w:r w:rsidR="006F005A" w:rsidRPr="006C0B2F">
        <w:rPr>
          <w:szCs w:val="40"/>
        </w:rPr>
        <w:t xml:space="preserve"> думаю, что если бы мы начали строить свой дом, вряд ли мы разломали бы тот, который есть. Ну, жить-то надо где-то, согласитесь. И вряд ли мы выбросили бы на помойку то хорошее, что уже имеет место быть. </w:t>
      </w:r>
      <w:r w:rsidR="00BB4FCD" w:rsidRPr="006C0B2F">
        <w:rPr>
          <w:szCs w:val="40"/>
        </w:rPr>
        <w:t>С</w:t>
      </w:r>
      <w:r w:rsidR="006F005A" w:rsidRPr="006C0B2F">
        <w:rPr>
          <w:szCs w:val="40"/>
        </w:rPr>
        <w:t>егодня продемонстрировали, как хорошо разработали сани. А у м</w:t>
      </w:r>
      <w:r w:rsidR="00BB4FCD" w:rsidRPr="006C0B2F">
        <w:rPr>
          <w:szCs w:val="40"/>
        </w:rPr>
        <w:t>еня вопрос:</w:t>
      </w:r>
      <w:r w:rsidR="006F005A" w:rsidRPr="006C0B2F">
        <w:rPr>
          <w:szCs w:val="40"/>
        </w:rPr>
        <w:t xml:space="preserve"> а кто готов</w:t>
      </w:r>
      <w:r w:rsidR="00BB4FCD" w:rsidRPr="006C0B2F">
        <w:rPr>
          <w:szCs w:val="40"/>
        </w:rPr>
        <w:t>ил специалистов этих?</w:t>
      </w:r>
    </w:p>
    <w:p w:rsidR="006F005A" w:rsidRPr="006C0B2F" w:rsidRDefault="00B85EFE" w:rsidP="00ED5B66">
      <w:pPr>
        <w:spacing w:line="360" w:lineRule="auto"/>
        <w:rPr>
          <w:szCs w:val="40"/>
        </w:rPr>
      </w:pPr>
      <w:r w:rsidRPr="006C0B2F">
        <w:rPr>
          <w:szCs w:val="40"/>
          <w:u w:val="single"/>
        </w:rPr>
        <w:t>Цыбуков С.И.</w:t>
      </w:r>
      <w:r w:rsidR="006F005A" w:rsidRPr="006C0B2F">
        <w:rPr>
          <w:szCs w:val="40"/>
        </w:rPr>
        <w:t xml:space="preserve"> Мы сами готовили.</w:t>
      </w:r>
    </w:p>
    <w:p w:rsidR="006F005A" w:rsidRPr="006C0B2F" w:rsidRDefault="009E4B71" w:rsidP="00ED5B66">
      <w:pPr>
        <w:spacing w:line="360" w:lineRule="auto"/>
        <w:rPr>
          <w:szCs w:val="40"/>
        </w:rPr>
      </w:pPr>
      <w:r w:rsidRPr="006C0B2F">
        <w:rPr>
          <w:szCs w:val="40"/>
          <w:u w:val="single"/>
        </w:rPr>
        <w:t>Костян И.А.</w:t>
      </w:r>
      <w:r w:rsidRPr="006C0B2F">
        <w:rPr>
          <w:szCs w:val="40"/>
        </w:rPr>
        <w:t xml:space="preserve"> </w:t>
      </w:r>
      <w:r w:rsidR="006F005A" w:rsidRPr="006C0B2F">
        <w:rPr>
          <w:szCs w:val="40"/>
        </w:rPr>
        <w:t xml:space="preserve">Сами готовили. Замечательно. А первоначальное образование, которое </w:t>
      </w:r>
      <w:r w:rsidR="00590D31" w:rsidRPr="006C0B2F">
        <w:rPr>
          <w:szCs w:val="40"/>
        </w:rPr>
        <w:t>им дали, это не имеет значения.</w:t>
      </w:r>
    </w:p>
    <w:p w:rsidR="006F005A" w:rsidRPr="006C0B2F" w:rsidRDefault="00B85EFE" w:rsidP="00ED5B66">
      <w:pPr>
        <w:spacing w:line="360" w:lineRule="auto"/>
        <w:rPr>
          <w:szCs w:val="40"/>
        </w:rPr>
      </w:pPr>
      <w:r w:rsidRPr="006C0B2F">
        <w:rPr>
          <w:szCs w:val="40"/>
          <w:u w:val="single"/>
        </w:rPr>
        <w:t>Цыбуков С.И</w:t>
      </w:r>
      <w:r w:rsidR="006F005A" w:rsidRPr="006C0B2F">
        <w:rPr>
          <w:szCs w:val="40"/>
          <w:u w:val="single"/>
        </w:rPr>
        <w:t>.</w:t>
      </w:r>
      <w:r w:rsidR="006F005A" w:rsidRPr="006C0B2F">
        <w:rPr>
          <w:szCs w:val="40"/>
        </w:rPr>
        <w:t xml:space="preserve"> Имеет значение.</w:t>
      </w:r>
    </w:p>
    <w:p w:rsidR="006F005A" w:rsidRPr="006C0B2F" w:rsidRDefault="009E4B71" w:rsidP="00ED5B66">
      <w:pPr>
        <w:spacing w:line="360" w:lineRule="auto"/>
        <w:rPr>
          <w:szCs w:val="40"/>
        </w:rPr>
      </w:pPr>
      <w:r w:rsidRPr="006C0B2F">
        <w:rPr>
          <w:szCs w:val="40"/>
          <w:u w:val="single"/>
        </w:rPr>
        <w:t>Костян И.А.</w:t>
      </w:r>
      <w:r w:rsidRPr="006C0B2F">
        <w:rPr>
          <w:szCs w:val="40"/>
        </w:rPr>
        <w:t xml:space="preserve"> </w:t>
      </w:r>
      <w:r w:rsidR="006F005A" w:rsidRPr="006C0B2F">
        <w:rPr>
          <w:szCs w:val="40"/>
        </w:rPr>
        <w:t>Говоря о том, что мы сегодня имеем, я бы всё-таки поаккуратнее и поосторожнее бы отнеслась к той серьёзной проблематике, которая</w:t>
      </w:r>
      <w:r w:rsidR="00485AC4" w:rsidRPr="006C0B2F">
        <w:rPr>
          <w:szCs w:val="40"/>
        </w:rPr>
        <w:t xml:space="preserve"> есть. Нельзя нахрапом идти. К</w:t>
      </w:r>
      <w:r w:rsidR="006F005A" w:rsidRPr="006C0B2F">
        <w:rPr>
          <w:szCs w:val="40"/>
        </w:rPr>
        <w:t xml:space="preserve">роме того, есть такое понимание как </w:t>
      </w:r>
      <w:r w:rsidR="006F005A" w:rsidRPr="006C0B2F">
        <w:rPr>
          <w:szCs w:val="40"/>
        </w:rPr>
        <w:lastRenderedPageBreak/>
        <w:t>обязывание работодателей к тому, что им не надо зачастую. Мы сегодня говорим о мониторинге, но тогда, наверное, надо послушать тех, кто не хочет и не го</w:t>
      </w:r>
      <w:r w:rsidR="00590D31" w:rsidRPr="006C0B2F">
        <w:rPr>
          <w:szCs w:val="40"/>
        </w:rPr>
        <w:t>тов внедрять эти профстандарты.</w:t>
      </w:r>
    </w:p>
    <w:p w:rsidR="006F005A" w:rsidRPr="006C0B2F" w:rsidRDefault="006F005A" w:rsidP="00ED5B66">
      <w:pPr>
        <w:spacing w:line="360" w:lineRule="auto"/>
        <w:rPr>
          <w:szCs w:val="40"/>
        </w:rPr>
      </w:pPr>
      <w:r w:rsidRPr="006C0B2F">
        <w:rPr>
          <w:szCs w:val="40"/>
        </w:rPr>
        <w:t>К</w:t>
      </w:r>
      <w:r w:rsidR="006466C5" w:rsidRPr="006C0B2F">
        <w:rPr>
          <w:szCs w:val="40"/>
        </w:rPr>
        <w:t>роме того, я посмотрела историю проекта</w:t>
      </w:r>
      <w:r w:rsidRPr="006C0B2F">
        <w:rPr>
          <w:szCs w:val="40"/>
        </w:rPr>
        <w:t xml:space="preserve"> федерального закона о внедрении профстандартов. Там замечательная идея была. Необходимо было подготовить законодательство, которое бы было нацелено на увеличение уровня квалификационных требований ко всем работникам. В этом случае </w:t>
      </w:r>
      <w:r w:rsidR="006466C5" w:rsidRPr="006C0B2F">
        <w:rPr>
          <w:szCs w:val="40"/>
        </w:rPr>
        <w:t xml:space="preserve">у меня </w:t>
      </w:r>
      <w:r w:rsidRPr="006C0B2F">
        <w:rPr>
          <w:szCs w:val="40"/>
        </w:rPr>
        <w:t>возникает вопрос: а почему коммерческие структуры не обязаны внедрять профстандарты? Если это для увеличения уровня квалификации, значит, эт</w:t>
      </w:r>
      <w:r w:rsidR="006466C5" w:rsidRPr="006C0B2F">
        <w:rPr>
          <w:szCs w:val="40"/>
        </w:rPr>
        <w:t>а</w:t>
      </w:r>
      <w:r w:rsidRPr="006C0B2F">
        <w:rPr>
          <w:szCs w:val="40"/>
        </w:rPr>
        <w:t xml:space="preserve"> обязанность должна касаться всех, а не только тех бюджетников, которые у нас на сегодняшний день есть. Спасибо.</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Да</w:t>
      </w:r>
      <w:r w:rsidR="002B6A98" w:rsidRPr="006C0B2F">
        <w:rPr>
          <w:szCs w:val="40"/>
        </w:rPr>
        <w:t>, спасибо, Ирина Александровна.</w:t>
      </w:r>
    </w:p>
    <w:p w:rsidR="006F005A" w:rsidRPr="006C0B2F" w:rsidRDefault="006F005A" w:rsidP="00ED5B66">
      <w:pPr>
        <w:spacing w:line="360" w:lineRule="auto"/>
        <w:rPr>
          <w:szCs w:val="40"/>
        </w:rPr>
      </w:pPr>
      <w:r w:rsidRPr="006C0B2F">
        <w:rPr>
          <w:szCs w:val="40"/>
        </w:rPr>
        <w:t xml:space="preserve">Я тут слышу реплики с разных сторон. </w:t>
      </w:r>
      <w:r w:rsidR="008C49A0" w:rsidRPr="006C0B2F">
        <w:rPr>
          <w:szCs w:val="40"/>
        </w:rPr>
        <w:t>Я</w:t>
      </w:r>
      <w:r w:rsidRPr="006C0B2F">
        <w:rPr>
          <w:szCs w:val="40"/>
        </w:rPr>
        <w:t xml:space="preserve"> призываю всех к толерантности. Почему? Потому что Ирина Александровна оказалась одной </w:t>
      </w:r>
      <w:r w:rsidR="008C49A0" w:rsidRPr="006C0B2F">
        <w:rPr>
          <w:szCs w:val="40"/>
        </w:rPr>
        <w:t>из немногих юристов среди людей</w:t>
      </w:r>
      <w:r w:rsidRPr="006C0B2F">
        <w:rPr>
          <w:szCs w:val="40"/>
        </w:rPr>
        <w:t xml:space="preserve"> от юриспруденции далёких. И</w:t>
      </w:r>
      <w:r w:rsidR="008C49A0" w:rsidRPr="006C0B2F">
        <w:rPr>
          <w:szCs w:val="40"/>
        </w:rPr>
        <w:t>,</w:t>
      </w:r>
      <w:r w:rsidRPr="006C0B2F">
        <w:rPr>
          <w:szCs w:val="40"/>
        </w:rPr>
        <w:t xml:space="preserve"> возможно, она где-то в каких-то вопросах так</w:t>
      </w:r>
      <w:r w:rsidR="008C49A0" w:rsidRPr="006C0B2F">
        <w:rPr>
          <w:szCs w:val="40"/>
        </w:rPr>
        <w:t xml:space="preserve"> </w:t>
      </w:r>
      <w:r w:rsidRPr="006C0B2F">
        <w:rPr>
          <w:szCs w:val="40"/>
        </w:rPr>
        <w:t>же далека от ваших специальных вопросов. Поэтому не надо так строго судить её выступление, оно обосновано, но обосновано с юридической точки зрения. И надо уметь слышать всех.</w:t>
      </w:r>
    </w:p>
    <w:p w:rsidR="006F005A" w:rsidRPr="006C0B2F" w:rsidRDefault="00EE2364" w:rsidP="00ED5B66">
      <w:pPr>
        <w:spacing w:line="360" w:lineRule="auto"/>
        <w:rPr>
          <w:szCs w:val="40"/>
        </w:rPr>
      </w:pPr>
      <w:r w:rsidRPr="006C0B2F">
        <w:rPr>
          <w:szCs w:val="40"/>
        </w:rPr>
        <w:t>С</w:t>
      </w:r>
      <w:r w:rsidR="006F005A" w:rsidRPr="006C0B2F">
        <w:rPr>
          <w:szCs w:val="40"/>
        </w:rPr>
        <w:t xml:space="preserve">ледующему слово предоставляется заместителю генерального директора по профессиональным квалификациям </w:t>
      </w:r>
      <w:r w:rsidR="00033170" w:rsidRPr="006C0B2F">
        <w:rPr>
          <w:szCs w:val="40"/>
        </w:rPr>
        <w:t>«</w:t>
      </w:r>
      <w:r w:rsidRPr="006C0B2F">
        <w:rPr>
          <w:szCs w:val="40"/>
        </w:rPr>
        <w:t>Союзатом России</w:t>
      </w:r>
      <w:r w:rsidR="00033170" w:rsidRPr="006C0B2F">
        <w:rPr>
          <w:szCs w:val="40"/>
        </w:rPr>
        <w:t>»</w:t>
      </w:r>
      <w:r w:rsidRPr="006C0B2F">
        <w:rPr>
          <w:szCs w:val="40"/>
        </w:rPr>
        <w:t xml:space="preserve"> </w:t>
      </w:r>
      <w:r w:rsidR="006F005A" w:rsidRPr="006C0B2F">
        <w:rPr>
          <w:szCs w:val="40"/>
        </w:rPr>
        <w:t>Кокориной Инне Андреевне.</w:t>
      </w:r>
    </w:p>
    <w:p w:rsidR="006F005A" w:rsidRPr="006C0B2F" w:rsidRDefault="006F005A" w:rsidP="00ED5B66">
      <w:pPr>
        <w:spacing w:line="360" w:lineRule="auto"/>
        <w:rPr>
          <w:szCs w:val="40"/>
        </w:rPr>
      </w:pPr>
      <w:r w:rsidRPr="006C0B2F">
        <w:rPr>
          <w:szCs w:val="40"/>
          <w:u w:val="single"/>
        </w:rPr>
        <w:t>Кокорина И.А.</w:t>
      </w:r>
      <w:r w:rsidR="000425AC" w:rsidRPr="006C0B2F">
        <w:rPr>
          <w:szCs w:val="40"/>
        </w:rPr>
        <w:t xml:space="preserve"> Спасибо большое.</w:t>
      </w:r>
    </w:p>
    <w:p w:rsidR="006F005A" w:rsidRPr="006C0B2F" w:rsidRDefault="006F005A" w:rsidP="00ED5B66">
      <w:pPr>
        <w:spacing w:line="360" w:lineRule="auto"/>
        <w:rPr>
          <w:szCs w:val="40"/>
        </w:rPr>
      </w:pPr>
      <w:r w:rsidRPr="006C0B2F">
        <w:rPr>
          <w:szCs w:val="40"/>
        </w:rPr>
        <w:t>Здравствуйте, уважаемые коллеги!</w:t>
      </w:r>
      <w:r w:rsidR="005D6A3A" w:rsidRPr="006C0B2F">
        <w:rPr>
          <w:szCs w:val="40"/>
        </w:rPr>
        <w:t xml:space="preserve"> </w:t>
      </w:r>
      <w:r w:rsidRPr="006C0B2F">
        <w:rPr>
          <w:szCs w:val="40"/>
        </w:rPr>
        <w:t xml:space="preserve">Я постараюсь очень, очень кратко, сэкономить время, просто поддержать тех уже выступивших коллег по некоторым вопросам, которые </w:t>
      </w:r>
      <w:r w:rsidR="0045677E" w:rsidRPr="006C0B2F">
        <w:rPr>
          <w:szCs w:val="40"/>
        </w:rPr>
        <w:t>мы обозначили тоже проблемными.</w:t>
      </w:r>
    </w:p>
    <w:p w:rsidR="006F005A" w:rsidRPr="006C0B2F" w:rsidRDefault="00D36F44" w:rsidP="00ED5B66">
      <w:pPr>
        <w:spacing w:line="360" w:lineRule="auto"/>
        <w:rPr>
          <w:szCs w:val="40"/>
        </w:rPr>
      </w:pPr>
      <w:r w:rsidRPr="006C0B2F">
        <w:rPr>
          <w:szCs w:val="40"/>
        </w:rPr>
        <w:t>У нас согласно Постановлению П</w:t>
      </w:r>
      <w:r w:rsidR="006F005A" w:rsidRPr="006C0B2F">
        <w:rPr>
          <w:szCs w:val="40"/>
        </w:rPr>
        <w:t xml:space="preserve">равительства </w:t>
      </w:r>
      <w:r w:rsidRPr="006C0B2F">
        <w:rPr>
          <w:szCs w:val="40"/>
        </w:rPr>
        <w:t>№</w:t>
      </w:r>
      <w:r w:rsidR="00417AA3" w:rsidRPr="006C0B2F">
        <w:rPr>
          <w:szCs w:val="40"/>
        </w:rPr>
        <w:t> </w:t>
      </w:r>
      <w:r w:rsidR="006F005A" w:rsidRPr="006C0B2F">
        <w:rPr>
          <w:szCs w:val="40"/>
        </w:rPr>
        <w:t>584 уже началось применение</w:t>
      </w:r>
      <w:r w:rsidR="00DF247A" w:rsidRPr="006C0B2F">
        <w:rPr>
          <w:szCs w:val="40"/>
        </w:rPr>
        <w:t xml:space="preserve"> профессиональных стандартов, </w:t>
      </w:r>
      <w:r w:rsidR="006F005A" w:rsidRPr="006C0B2F">
        <w:rPr>
          <w:szCs w:val="40"/>
        </w:rPr>
        <w:t xml:space="preserve">данная практика уже выявила некоторые проблемные вопросы, которые требуют выработки совместных </w:t>
      </w:r>
      <w:r w:rsidR="006F005A" w:rsidRPr="006C0B2F">
        <w:rPr>
          <w:szCs w:val="40"/>
        </w:rPr>
        <w:lastRenderedPageBreak/>
        <w:t xml:space="preserve">общих решений с органами исполнительной власти. Например, у нас есть некоторые вопросы, которые мы должны решать совместно с Ростехнадзором. </w:t>
      </w:r>
      <w:r w:rsidR="00AD68CC" w:rsidRPr="006C0B2F">
        <w:rPr>
          <w:szCs w:val="40"/>
        </w:rPr>
        <w:t xml:space="preserve">И вот эта практика показывает, побуждает, так сказать, профессиональное сообщество расширяться </w:t>
      </w:r>
      <w:r w:rsidR="00715A17" w:rsidRPr="006C0B2F">
        <w:rPr>
          <w:szCs w:val="40"/>
        </w:rPr>
        <w:t>и привлекать все больше и больше</w:t>
      </w:r>
      <w:r w:rsidR="006F005A" w:rsidRPr="006C0B2F">
        <w:rPr>
          <w:szCs w:val="40"/>
        </w:rPr>
        <w:t xml:space="preserve"> экспертов не только отра</w:t>
      </w:r>
      <w:r w:rsidR="00715A17" w:rsidRPr="006C0B2F">
        <w:rPr>
          <w:szCs w:val="40"/>
        </w:rPr>
        <w:t>слевых, но и межотраслевых. Я</w:t>
      </w:r>
      <w:r w:rsidR="006F005A" w:rsidRPr="006C0B2F">
        <w:rPr>
          <w:szCs w:val="40"/>
        </w:rPr>
        <w:t xml:space="preserve"> хочу сказать, что рада, что сегодня есть такая площадка, где мы можем обсуждать такие проблемные моменты вместе с Государствен</w:t>
      </w:r>
      <w:r w:rsidR="00613EC8" w:rsidRPr="006C0B2F">
        <w:rPr>
          <w:szCs w:val="40"/>
        </w:rPr>
        <w:t>ной Думой Российской Федерации.</w:t>
      </w:r>
    </w:p>
    <w:p w:rsidR="006F005A" w:rsidRPr="006C0B2F" w:rsidRDefault="006F005A" w:rsidP="00ED5B66">
      <w:pPr>
        <w:spacing w:line="360" w:lineRule="auto"/>
        <w:rPr>
          <w:szCs w:val="40"/>
        </w:rPr>
      </w:pPr>
      <w:r w:rsidRPr="006C0B2F">
        <w:rPr>
          <w:szCs w:val="40"/>
        </w:rPr>
        <w:t xml:space="preserve">Хотела сказать большое спасибо Марине Сергеевне, что она затронула вопрос о мониторинге рынка труда, о том, что многие участники </w:t>
      </w:r>
      <w:r w:rsidR="00D931D5" w:rsidRPr="006C0B2F">
        <w:rPr>
          <w:szCs w:val="40"/>
        </w:rPr>
        <w:t>Н</w:t>
      </w:r>
      <w:r w:rsidRPr="006C0B2F">
        <w:rPr>
          <w:szCs w:val="40"/>
        </w:rPr>
        <w:t>ациональной системы проводят мониторинг рынка труда, и все мы, к сожалению, по-разному подходим к этому вопросу. Нам хотелось бы отметить, что проведение мониторинга требует, конечно, единого подхода, представления информации о монит</w:t>
      </w:r>
      <w:r w:rsidR="00AD68CC" w:rsidRPr="006C0B2F">
        <w:rPr>
          <w:szCs w:val="40"/>
        </w:rPr>
        <w:t xml:space="preserve">орингах разных секторов </w:t>
      </w:r>
      <w:r w:rsidRPr="006C0B2F">
        <w:rPr>
          <w:szCs w:val="40"/>
        </w:rPr>
        <w:t>экономики в едином формате, наверное, потому что общая проанализированная информация будет потом очень полезна при формировании государс</w:t>
      </w:r>
      <w:r w:rsidR="00243997" w:rsidRPr="006C0B2F">
        <w:rPr>
          <w:szCs w:val="40"/>
        </w:rPr>
        <w:t>твенной политики в сфере труда.</w:t>
      </w:r>
    </w:p>
    <w:p w:rsidR="006F005A" w:rsidRPr="006C0B2F" w:rsidRDefault="006F005A" w:rsidP="00ED5B66">
      <w:pPr>
        <w:spacing w:line="360" w:lineRule="auto"/>
        <w:rPr>
          <w:szCs w:val="40"/>
        </w:rPr>
      </w:pPr>
      <w:r w:rsidRPr="006C0B2F">
        <w:rPr>
          <w:szCs w:val="40"/>
        </w:rPr>
        <w:t>Также я хотела бы отметить, что нет у нас единого подхода на межотраслевом уровне при формировании отраслевой рамки квалификаций. Некоторые советы строят свою рамку квалификаций как инструмент, который формируется как карты сектора квалификаций. Некоторые советы формулируют эту рамку как документ по принципу формирования национальной рамки квалификаций</w:t>
      </w:r>
      <w:r w:rsidR="00CD15A6" w:rsidRPr="006C0B2F">
        <w:rPr>
          <w:szCs w:val="40"/>
        </w:rPr>
        <w:t>. Х</w:t>
      </w:r>
      <w:r w:rsidRPr="006C0B2F">
        <w:rPr>
          <w:szCs w:val="40"/>
        </w:rPr>
        <w:t>очу, кстати, отметить, что национальная рамка квалификаций была нам всем предложена на самом старте разработки профессиональных стандартов Министерство</w:t>
      </w:r>
      <w:r w:rsidR="00243997" w:rsidRPr="006C0B2F">
        <w:rPr>
          <w:szCs w:val="40"/>
        </w:rPr>
        <w:t>м труда и социального развития.</w:t>
      </w:r>
    </w:p>
    <w:p w:rsidR="006F005A" w:rsidRPr="006C0B2F" w:rsidRDefault="006F005A" w:rsidP="00ED5B66">
      <w:pPr>
        <w:spacing w:line="360" w:lineRule="auto"/>
        <w:rPr>
          <w:szCs w:val="40"/>
        </w:rPr>
      </w:pPr>
      <w:r w:rsidRPr="006C0B2F">
        <w:rPr>
          <w:szCs w:val="40"/>
        </w:rPr>
        <w:t xml:space="preserve">Поэтому считаем, что хороший вопрос Косаковская Елена Ивановна подняла о том, что </w:t>
      </w:r>
      <w:r w:rsidR="00C61946" w:rsidRPr="006C0B2F">
        <w:rPr>
          <w:szCs w:val="40"/>
        </w:rPr>
        <w:t xml:space="preserve">Национальной </w:t>
      </w:r>
      <w:r w:rsidRPr="006C0B2F">
        <w:rPr>
          <w:szCs w:val="40"/>
        </w:rPr>
        <w:t>системе н</w:t>
      </w:r>
      <w:r w:rsidR="00F87E75" w:rsidRPr="006C0B2F">
        <w:rPr>
          <w:szCs w:val="40"/>
        </w:rPr>
        <w:t>ужен единый понятийный аппарат. Н</w:t>
      </w:r>
      <w:r w:rsidRPr="006C0B2F">
        <w:rPr>
          <w:szCs w:val="40"/>
        </w:rPr>
        <w:t xml:space="preserve">аверное, в том числе, это </w:t>
      </w:r>
      <w:r w:rsidR="00F87E75" w:rsidRPr="006C0B2F">
        <w:rPr>
          <w:szCs w:val="40"/>
        </w:rPr>
        <w:t xml:space="preserve">включает </w:t>
      </w:r>
      <w:r w:rsidRPr="006C0B2F">
        <w:rPr>
          <w:szCs w:val="40"/>
        </w:rPr>
        <w:t>понятие отраслевой рамки квалификаций, общих подходов к мониторингу</w:t>
      </w:r>
      <w:r w:rsidR="00F87E75" w:rsidRPr="006C0B2F">
        <w:rPr>
          <w:szCs w:val="40"/>
        </w:rPr>
        <w:t>. К</w:t>
      </w:r>
      <w:r w:rsidRPr="006C0B2F">
        <w:rPr>
          <w:szCs w:val="40"/>
        </w:rPr>
        <w:t xml:space="preserve">огда мы примем общее решение, как мы </w:t>
      </w:r>
      <w:r w:rsidRPr="006C0B2F">
        <w:rPr>
          <w:szCs w:val="40"/>
        </w:rPr>
        <w:lastRenderedPageBreak/>
        <w:t>должны отражать</w:t>
      </w:r>
      <w:r w:rsidR="00F87E75" w:rsidRPr="006C0B2F">
        <w:rPr>
          <w:szCs w:val="40"/>
        </w:rPr>
        <w:t xml:space="preserve"> и</w:t>
      </w:r>
      <w:r w:rsidRPr="006C0B2F">
        <w:rPr>
          <w:szCs w:val="40"/>
        </w:rPr>
        <w:t xml:space="preserve"> получать информацию, тогда мы сможем работать в одном ключе. По</w:t>
      </w:r>
      <w:r w:rsidR="00B54A92" w:rsidRPr="006C0B2F">
        <w:rPr>
          <w:szCs w:val="40"/>
        </w:rPr>
        <w:t>этому спасибо большое коллегам.</w:t>
      </w:r>
    </w:p>
    <w:p w:rsidR="006F005A" w:rsidRPr="006C0B2F" w:rsidRDefault="006F005A" w:rsidP="00ED5B66">
      <w:pPr>
        <w:spacing w:line="360" w:lineRule="auto"/>
        <w:rPr>
          <w:szCs w:val="40"/>
        </w:rPr>
      </w:pPr>
      <w:r w:rsidRPr="006C0B2F">
        <w:rPr>
          <w:szCs w:val="40"/>
        </w:rPr>
        <w:t>Хочу отметить, что атомная отрасль тоже сейчас прорабатывает вопросы о возможности применения инструментов национальной системы в подготовке специалистов для зарубежных проектов у нас сегодня</w:t>
      </w:r>
      <w:r w:rsidR="00AC7ADA" w:rsidRPr="006C0B2F">
        <w:rPr>
          <w:szCs w:val="40"/>
        </w:rPr>
        <w:t>. Т</w:t>
      </w:r>
      <w:r w:rsidRPr="006C0B2F">
        <w:rPr>
          <w:szCs w:val="40"/>
        </w:rPr>
        <w:t>акие вопросы вышли на первы</w:t>
      </w:r>
      <w:r w:rsidR="00B54A92" w:rsidRPr="006C0B2F">
        <w:rPr>
          <w:szCs w:val="40"/>
        </w:rPr>
        <w:t>й план, стали одними из острых.</w:t>
      </w:r>
    </w:p>
    <w:p w:rsidR="006F005A" w:rsidRPr="006C0B2F" w:rsidRDefault="006F005A" w:rsidP="00ED5B66">
      <w:pPr>
        <w:spacing w:line="360" w:lineRule="auto"/>
        <w:rPr>
          <w:szCs w:val="40"/>
        </w:rPr>
      </w:pPr>
      <w:r w:rsidRPr="006C0B2F">
        <w:rPr>
          <w:szCs w:val="40"/>
        </w:rPr>
        <w:t xml:space="preserve">Ну и хочу сказать, что, конечно, предложенные инструменты </w:t>
      </w:r>
      <w:r w:rsidR="007F1CEC" w:rsidRPr="006C0B2F">
        <w:rPr>
          <w:szCs w:val="40"/>
        </w:rPr>
        <w:t xml:space="preserve">Национальной </w:t>
      </w:r>
      <w:r w:rsidR="003409C5" w:rsidRPr="006C0B2F">
        <w:rPr>
          <w:szCs w:val="40"/>
        </w:rPr>
        <w:t>системы требуют доработки, н</w:t>
      </w:r>
      <w:r w:rsidRPr="006C0B2F">
        <w:rPr>
          <w:szCs w:val="40"/>
        </w:rPr>
        <w:t xml:space="preserve">о в целом система заработала. </w:t>
      </w:r>
      <w:r w:rsidR="003409C5" w:rsidRPr="006C0B2F">
        <w:rPr>
          <w:szCs w:val="40"/>
        </w:rPr>
        <w:t>О</w:t>
      </w:r>
      <w:r w:rsidRPr="006C0B2F">
        <w:rPr>
          <w:szCs w:val="40"/>
        </w:rPr>
        <w:t>на потребует какой-то актуализации, актуализации нормативных документов, но без апробации, коллеги, мы ничего не сможем создать, поэтому дол</w:t>
      </w:r>
      <w:r w:rsidR="003409C5" w:rsidRPr="006C0B2F">
        <w:rPr>
          <w:szCs w:val="40"/>
        </w:rPr>
        <w:t>жен был пройти период апробации. И</w:t>
      </w:r>
      <w:r w:rsidRPr="006C0B2F">
        <w:rPr>
          <w:szCs w:val="40"/>
        </w:rPr>
        <w:t xml:space="preserve"> он, конечно, выявил те </w:t>
      </w:r>
      <w:r w:rsidR="003409C5" w:rsidRPr="006C0B2F">
        <w:rPr>
          <w:szCs w:val="40"/>
        </w:rPr>
        <w:t>проблемные моменты</w:t>
      </w:r>
      <w:r w:rsidRPr="006C0B2F">
        <w:rPr>
          <w:szCs w:val="40"/>
        </w:rPr>
        <w:t>, которые мы сегодня сов</w:t>
      </w:r>
      <w:r w:rsidR="00B54A92" w:rsidRPr="006C0B2F">
        <w:rPr>
          <w:szCs w:val="40"/>
        </w:rPr>
        <w:t>местно должны просто устранить.</w:t>
      </w:r>
    </w:p>
    <w:p w:rsidR="006F005A" w:rsidRPr="006C0B2F" w:rsidRDefault="006F005A" w:rsidP="00ED5B66">
      <w:pPr>
        <w:spacing w:line="360" w:lineRule="auto"/>
        <w:rPr>
          <w:szCs w:val="40"/>
        </w:rPr>
      </w:pPr>
      <w:r w:rsidRPr="006C0B2F">
        <w:rPr>
          <w:szCs w:val="40"/>
        </w:rPr>
        <w:t>Все, спасибо боль</w:t>
      </w:r>
      <w:r w:rsidR="00122AC6" w:rsidRPr="006C0B2F">
        <w:rPr>
          <w:szCs w:val="40"/>
        </w:rPr>
        <w:t>шое всем!</w:t>
      </w:r>
    </w:p>
    <w:p w:rsidR="00AD68CC"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Спасибо. У</w:t>
      </w:r>
      <w:r w:rsidR="00AD68CC" w:rsidRPr="006C0B2F">
        <w:rPr>
          <w:szCs w:val="40"/>
        </w:rPr>
        <w:t>ложились в определенное время.</w:t>
      </w:r>
    </w:p>
    <w:p w:rsidR="006F005A" w:rsidRPr="006C0B2F" w:rsidRDefault="00FC3A9E" w:rsidP="00ED5B66">
      <w:pPr>
        <w:spacing w:line="360" w:lineRule="auto"/>
        <w:rPr>
          <w:szCs w:val="40"/>
        </w:rPr>
      </w:pPr>
      <w:r w:rsidRPr="006C0B2F">
        <w:rPr>
          <w:szCs w:val="40"/>
        </w:rPr>
        <w:t>Слово предоставляется Хлюс</w:t>
      </w:r>
      <w:r w:rsidR="006F005A" w:rsidRPr="006C0B2F">
        <w:rPr>
          <w:szCs w:val="40"/>
        </w:rPr>
        <w:t xml:space="preserve">невой Людмиле Петровне, председателю </w:t>
      </w:r>
      <w:r w:rsidR="0032583F" w:rsidRPr="006C0B2F">
        <w:rPr>
          <w:szCs w:val="40"/>
        </w:rPr>
        <w:t>С</w:t>
      </w:r>
      <w:r w:rsidR="006F005A" w:rsidRPr="006C0B2F">
        <w:rPr>
          <w:szCs w:val="40"/>
        </w:rPr>
        <w:t>овета по профквалификациям офисных специалистов и вспомогательн</w:t>
      </w:r>
      <w:r w:rsidRPr="006C0B2F">
        <w:rPr>
          <w:szCs w:val="40"/>
        </w:rPr>
        <w:t>ых административных работников.</w:t>
      </w:r>
    </w:p>
    <w:p w:rsidR="006F005A" w:rsidRPr="006C0B2F" w:rsidRDefault="00FC3A9E" w:rsidP="00ED5B66">
      <w:pPr>
        <w:spacing w:line="360" w:lineRule="auto"/>
        <w:rPr>
          <w:szCs w:val="40"/>
        </w:rPr>
      </w:pPr>
      <w:r w:rsidRPr="006C0B2F">
        <w:rPr>
          <w:szCs w:val="40"/>
          <w:u w:val="single"/>
        </w:rPr>
        <w:t>Хлюс</w:t>
      </w:r>
      <w:r w:rsidR="006F005A" w:rsidRPr="006C0B2F">
        <w:rPr>
          <w:szCs w:val="40"/>
          <w:u w:val="single"/>
        </w:rPr>
        <w:t>нева Л.П.</w:t>
      </w:r>
      <w:r w:rsidR="006F005A" w:rsidRPr="006C0B2F">
        <w:rPr>
          <w:szCs w:val="40"/>
        </w:rPr>
        <w:t xml:space="preserve"> </w:t>
      </w:r>
      <w:r w:rsidR="0032583F" w:rsidRPr="006C0B2F">
        <w:rPr>
          <w:szCs w:val="40"/>
        </w:rPr>
        <w:t>Уважаемые коллеги, добрый день!</w:t>
      </w:r>
      <w:r w:rsidR="003C6631" w:rsidRPr="006C0B2F">
        <w:rPr>
          <w:szCs w:val="40"/>
        </w:rPr>
        <w:t xml:space="preserve"> </w:t>
      </w:r>
      <w:r w:rsidR="006F005A" w:rsidRPr="006C0B2F">
        <w:rPr>
          <w:szCs w:val="40"/>
        </w:rPr>
        <w:t xml:space="preserve">Тема моего доклада: </w:t>
      </w:r>
      <w:r w:rsidR="00033170" w:rsidRPr="006C0B2F">
        <w:rPr>
          <w:szCs w:val="40"/>
        </w:rPr>
        <w:t>«</w:t>
      </w:r>
      <w:r w:rsidR="006F005A" w:rsidRPr="006C0B2F">
        <w:rPr>
          <w:szCs w:val="40"/>
        </w:rPr>
        <w:t>Применение профессиональных стандарт</w:t>
      </w:r>
      <w:r w:rsidR="00122AC6" w:rsidRPr="006C0B2F">
        <w:rPr>
          <w:szCs w:val="40"/>
        </w:rPr>
        <w:t>ов в деятельности организаций</w:t>
      </w:r>
      <w:r w:rsidR="00033170" w:rsidRPr="006C0B2F">
        <w:rPr>
          <w:szCs w:val="40"/>
        </w:rPr>
        <w:t>»</w:t>
      </w:r>
      <w:r w:rsidR="00122AC6" w:rsidRPr="006C0B2F">
        <w:rPr>
          <w:szCs w:val="40"/>
        </w:rPr>
        <w:t>.</w:t>
      </w:r>
    </w:p>
    <w:p w:rsidR="006F005A" w:rsidRPr="006C0B2F" w:rsidRDefault="003C6631" w:rsidP="00ED5B66">
      <w:pPr>
        <w:spacing w:line="360" w:lineRule="auto"/>
        <w:rPr>
          <w:szCs w:val="40"/>
        </w:rPr>
      </w:pPr>
      <w:r w:rsidRPr="006C0B2F">
        <w:rPr>
          <w:szCs w:val="40"/>
        </w:rPr>
        <w:t>Н</w:t>
      </w:r>
      <w:r w:rsidR="006F005A" w:rsidRPr="006C0B2F">
        <w:rPr>
          <w:szCs w:val="40"/>
        </w:rPr>
        <w:t xml:space="preserve">аш совет был наделен полномочиями в 2016 году. И почему вот эта тема возникла? Казалось, по названию мы немножко далеки. Дело в том, что </w:t>
      </w:r>
      <w:r w:rsidRPr="006C0B2F">
        <w:rPr>
          <w:szCs w:val="40"/>
        </w:rPr>
        <w:t xml:space="preserve">в </w:t>
      </w:r>
      <w:r w:rsidR="006F005A" w:rsidRPr="006C0B2F">
        <w:rPr>
          <w:szCs w:val="40"/>
        </w:rPr>
        <w:t>2017-2018 год</w:t>
      </w:r>
      <w:r w:rsidRPr="006C0B2F">
        <w:rPr>
          <w:szCs w:val="40"/>
        </w:rPr>
        <w:t>ы</w:t>
      </w:r>
      <w:r w:rsidR="006F005A" w:rsidRPr="006C0B2F">
        <w:rPr>
          <w:szCs w:val="40"/>
        </w:rPr>
        <w:t xml:space="preserve"> мы занимались очень активно наделением полномочиями центр</w:t>
      </w:r>
      <w:r w:rsidR="00494BF5" w:rsidRPr="006C0B2F">
        <w:rPr>
          <w:szCs w:val="40"/>
        </w:rPr>
        <w:t>ов</w:t>
      </w:r>
      <w:r w:rsidR="006F005A" w:rsidRPr="006C0B2F">
        <w:rPr>
          <w:szCs w:val="40"/>
        </w:rPr>
        <w:t xml:space="preserve"> оценки в регионах</w:t>
      </w:r>
      <w:r w:rsidR="00494BF5" w:rsidRPr="006C0B2F">
        <w:rPr>
          <w:szCs w:val="40"/>
        </w:rPr>
        <w:t>. П</w:t>
      </w:r>
      <w:r w:rsidR="006F005A" w:rsidRPr="006C0B2F">
        <w:rPr>
          <w:szCs w:val="40"/>
        </w:rPr>
        <w:t>рактически во всех регионах, где мы проводили выездную проверку, мы организовывали совместно с этим</w:t>
      </w:r>
      <w:r w:rsidR="00494BF5" w:rsidRPr="006C0B2F">
        <w:rPr>
          <w:szCs w:val="40"/>
        </w:rPr>
        <w:t xml:space="preserve">и организациями </w:t>
      </w:r>
      <w:r w:rsidR="00033170" w:rsidRPr="006C0B2F">
        <w:rPr>
          <w:szCs w:val="40"/>
        </w:rPr>
        <w:t>«</w:t>
      </w:r>
      <w:r w:rsidR="00494BF5" w:rsidRPr="006C0B2F">
        <w:rPr>
          <w:szCs w:val="40"/>
        </w:rPr>
        <w:t>круглые столы</w:t>
      </w:r>
      <w:r w:rsidR="00033170" w:rsidRPr="006C0B2F">
        <w:rPr>
          <w:szCs w:val="40"/>
        </w:rPr>
        <w:t>»</w:t>
      </w:r>
      <w:r w:rsidR="00494BF5" w:rsidRPr="006C0B2F">
        <w:rPr>
          <w:szCs w:val="40"/>
        </w:rPr>
        <w:t>. И</w:t>
      </w:r>
      <w:r w:rsidR="006F005A" w:rsidRPr="006C0B2F">
        <w:rPr>
          <w:szCs w:val="40"/>
        </w:rPr>
        <w:t xml:space="preserve"> уже тема внедрения профстандартов была очень и очень актуальной. И была возможность встречи с представителями бизнеса, с представителями п</w:t>
      </w:r>
      <w:r w:rsidR="00494BF5" w:rsidRPr="006C0B2F">
        <w:rPr>
          <w:szCs w:val="40"/>
        </w:rPr>
        <w:t>одведомственных организаций. Э</w:t>
      </w:r>
      <w:r w:rsidR="006F005A" w:rsidRPr="006C0B2F">
        <w:rPr>
          <w:szCs w:val="40"/>
        </w:rPr>
        <w:t>та тема нас очень заинтересов</w:t>
      </w:r>
      <w:r w:rsidR="00FE0B00" w:rsidRPr="006C0B2F">
        <w:rPr>
          <w:szCs w:val="40"/>
        </w:rPr>
        <w:t>ала. Мы погрузились в эту тему.</w:t>
      </w:r>
    </w:p>
    <w:p w:rsidR="006F005A" w:rsidRPr="006C0B2F" w:rsidRDefault="00DF0902" w:rsidP="00ED5B66">
      <w:pPr>
        <w:spacing w:line="360" w:lineRule="auto"/>
        <w:rPr>
          <w:szCs w:val="40"/>
        </w:rPr>
      </w:pPr>
      <w:r w:rsidRPr="006C0B2F">
        <w:rPr>
          <w:szCs w:val="40"/>
        </w:rPr>
        <w:lastRenderedPageBreak/>
        <w:t>Я</w:t>
      </w:r>
      <w:r w:rsidR="006F005A" w:rsidRPr="006C0B2F">
        <w:rPr>
          <w:szCs w:val="40"/>
        </w:rPr>
        <w:t xml:space="preserve"> хочу сказать о том, что государство дает ясный сигнал, что стандарты будут внедрены на практике. </w:t>
      </w:r>
      <w:r w:rsidR="00033170" w:rsidRPr="006C0B2F">
        <w:rPr>
          <w:szCs w:val="40"/>
        </w:rPr>
        <w:t>«</w:t>
      </w:r>
      <w:r w:rsidR="006F005A" w:rsidRPr="006C0B2F">
        <w:rPr>
          <w:szCs w:val="40"/>
        </w:rPr>
        <w:t>Профстандарты в первую очередь должны стать обязательными для государственных организаций и компаний с государственным участием для бюджетных учреждений</w:t>
      </w:r>
      <w:r w:rsidR="00033170" w:rsidRPr="006C0B2F">
        <w:rPr>
          <w:szCs w:val="40"/>
        </w:rPr>
        <w:t>»</w:t>
      </w:r>
      <w:r w:rsidR="006F005A" w:rsidRPr="006C0B2F">
        <w:rPr>
          <w:szCs w:val="40"/>
        </w:rPr>
        <w:t>, - Президент Российской Федерации Владимир Владимирович Путин, декабрь 2013 года. Ну, из этих слов мы понимаем, что стандарты будут внедрены на практике. Это офици</w:t>
      </w:r>
      <w:r w:rsidR="00B24ADD" w:rsidRPr="006C0B2F">
        <w:rPr>
          <w:szCs w:val="40"/>
        </w:rPr>
        <w:t>альная позиция государства, да.</w:t>
      </w:r>
    </w:p>
    <w:p w:rsidR="006F005A" w:rsidRPr="006C0B2F" w:rsidRDefault="006F005A" w:rsidP="00ED5B66">
      <w:pPr>
        <w:spacing w:line="360" w:lineRule="auto"/>
        <w:rPr>
          <w:szCs w:val="40"/>
        </w:rPr>
      </w:pPr>
      <w:r w:rsidRPr="006C0B2F">
        <w:rPr>
          <w:szCs w:val="40"/>
        </w:rPr>
        <w:t>Если говорить о внедрении профессиональных стандартов,</w:t>
      </w:r>
      <w:r w:rsidR="005A6D95" w:rsidRPr="006C0B2F">
        <w:rPr>
          <w:szCs w:val="40"/>
        </w:rPr>
        <w:t xml:space="preserve"> </w:t>
      </w:r>
      <w:r w:rsidRPr="006C0B2F">
        <w:rPr>
          <w:szCs w:val="40"/>
        </w:rPr>
        <w:t xml:space="preserve">мы это видим из нашего опыта, из нашей практики, что здесь очень важна нормативно-правовая база и сформированная система профессиональных квалификаций. </w:t>
      </w:r>
      <w:r w:rsidR="0032583F" w:rsidRPr="006C0B2F">
        <w:rPr>
          <w:szCs w:val="40"/>
        </w:rPr>
        <w:t>Что касается нормативно-правовой базы, в основном мы пользуемся при внедрении профессиональных стандартов Трудовым кодексом</w:t>
      </w:r>
      <w:r w:rsidR="005A6D95" w:rsidRPr="006C0B2F">
        <w:rPr>
          <w:szCs w:val="40"/>
        </w:rPr>
        <w:t>. В</w:t>
      </w:r>
      <w:r w:rsidRPr="006C0B2F">
        <w:rPr>
          <w:szCs w:val="40"/>
        </w:rPr>
        <w:t xml:space="preserve"> частности, 195-я статья</w:t>
      </w:r>
      <w:r w:rsidR="00E8050E" w:rsidRPr="006C0B2F">
        <w:rPr>
          <w:szCs w:val="40"/>
        </w:rPr>
        <w:t>, часть</w:t>
      </w:r>
      <w:r w:rsidRPr="006C0B2F">
        <w:rPr>
          <w:szCs w:val="40"/>
        </w:rPr>
        <w:t xml:space="preserve"> 3, которая говорит, что с 1 июля 2016 года применение профессиональных стандарто</w:t>
      </w:r>
      <w:r w:rsidR="005A6D95" w:rsidRPr="006C0B2F">
        <w:rPr>
          <w:szCs w:val="40"/>
        </w:rPr>
        <w:t>в стало в этой части обязательным</w:t>
      </w:r>
      <w:r w:rsidRPr="006C0B2F">
        <w:rPr>
          <w:szCs w:val="40"/>
        </w:rPr>
        <w:t xml:space="preserve"> для всех работодателей. Полностью я не буду его воспроизводить. Это</w:t>
      </w:r>
      <w:r w:rsidR="005A6D95" w:rsidRPr="006C0B2F">
        <w:rPr>
          <w:szCs w:val="40"/>
        </w:rPr>
        <w:t>,</w:t>
      </w:r>
      <w:r w:rsidRPr="006C0B2F">
        <w:rPr>
          <w:szCs w:val="40"/>
        </w:rPr>
        <w:t xml:space="preserve"> может быть, какой-то мой ответ нашему коллег</w:t>
      </w:r>
      <w:r w:rsidR="005A6D95" w:rsidRPr="006C0B2F">
        <w:rPr>
          <w:szCs w:val="40"/>
        </w:rPr>
        <w:t>е</w:t>
      </w:r>
      <w:r w:rsidRPr="006C0B2F">
        <w:rPr>
          <w:szCs w:val="40"/>
        </w:rPr>
        <w:t>.</w:t>
      </w:r>
      <w:r w:rsidR="00FC3733" w:rsidRPr="006C0B2F">
        <w:rPr>
          <w:szCs w:val="40"/>
        </w:rPr>
        <w:t xml:space="preserve"> Мы пользуемся также статьей 57,</w:t>
      </w:r>
      <w:r w:rsidRPr="006C0B2F">
        <w:rPr>
          <w:szCs w:val="40"/>
        </w:rPr>
        <w:t xml:space="preserve"> часть 2 Трудового коде</w:t>
      </w:r>
      <w:r w:rsidR="00FC3733" w:rsidRPr="006C0B2F">
        <w:rPr>
          <w:szCs w:val="40"/>
        </w:rPr>
        <w:t>кса, пользуемся Постановлением П</w:t>
      </w:r>
      <w:r w:rsidRPr="006C0B2F">
        <w:rPr>
          <w:szCs w:val="40"/>
        </w:rPr>
        <w:t xml:space="preserve">равительства </w:t>
      </w:r>
      <w:r w:rsidR="00FC3733" w:rsidRPr="006C0B2F">
        <w:rPr>
          <w:szCs w:val="40"/>
        </w:rPr>
        <w:t>№</w:t>
      </w:r>
      <w:r w:rsidR="00B24ADD" w:rsidRPr="006C0B2F">
        <w:rPr>
          <w:szCs w:val="40"/>
        </w:rPr>
        <w:t> </w:t>
      </w:r>
      <w:r w:rsidRPr="006C0B2F">
        <w:rPr>
          <w:szCs w:val="40"/>
        </w:rPr>
        <w:t xml:space="preserve">584, которое говорит об особенностях внедрения профессиональных стандартов для подведомственных организаций и организаций </w:t>
      </w:r>
      <w:r w:rsidR="00E06B6C" w:rsidRPr="006C0B2F">
        <w:rPr>
          <w:szCs w:val="40"/>
        </w:rPr>
        <w:t>с</w:t>
      </w:r>
      <w:r w:rsidRPr="006C0B2F">
        <w:rPr>
          <w:szCs w:val="40"/>
        </w:rPr>
        <w:t xml:space="preserve"> доле</w:t>
      </w:r>
      <w:r w:rsidR="00E06B6C" w:rsidRPr="006C0B2F">
        <w:rPr>
          <w:szCs w:val="40"/>
        </w:rPr>
        <w:t>й</w:t>
      </w:r>
      <w:r w:rsidRPr="006C0B2F">
        <w:rPr>
          <w:szCs w:val="40"/>
        </w:rPr>
        <w:t xml:space="preserve"> участия государства.</w:t>
      </w:r>
      <w:r w:rsidR="00FC3733" w:rsidRPr="006C0B2F">
        <w:rPr>
          <w:szCs w:val="40"/>
        </w:rPr>
        <w:t xml:space="preserve"> </w:t>
      </w:r>
      <w:r w:rsidRPr="006C0B2F">
        <w:rPr>
          <w:szCs w:val="40"/>
        </w:rPr>
        <w:t>И</w:t>
      </w:r>
      <w:r w:rsidR="00CE1960" w:rsidRPr="006C0B2F">
        <w:rPr>
          <w:szCs w:val="40"/>
        </w:rPr>
        <w:t xml:space="preserve"> приказ Министерства труда №</w:t>
      </w:r>
      <w:r w:rsidR="004C1139" w:rsidRPr="006C0B2F">
        <w:rPr>
          <w:szCs w:val="40"/>
        </w:rPr>
        <w:t> </w:t>
      </w:r>
      <w:r w:rsidR="00CE1960" w:rsidRPr="006C0B2F">
        <w:rPr>
          <w:szCs w:val="40"/>
        </w:rPr>
        <w:t>148н</w:t>
      </w:r>
      <w:r w:rsidR="00FC3733" w:rsidRPr="006C0B2F">
        <w:rPr>
          <w:szCs w:val="40"/>
        </w:rPr>
        <w:t>. Я</w:t>
      </w:r>
      <w:r w:rsidRPr="006C0B2F">
        <w:rPr>
          <w:szCs w:val="40"/>
        </w:rPr>
        <w:t xml:space="preserve"> считаю, что это тоже очень серьёзный и важный приказ.</w:t>
      </w:r>
      <w:r w:rsidR="00CE1960" w:rsidRPr="006C0B2F">
        <w:rPr>
          <w:szCs w:val="40"/>
        </w:rPr>
        <w:t xml:space="preserve"> </w:t>
      </w:r>
      <w:r w:rsidRPr="006C0B2F">
        <w:rPr>
          <w:szCs w:val="40"/>
        </w:rPr>
        <w:t>Ну а про условия формирования системы профессиональных квалификаций наши коллеги из Министерства труда</w:t>
      </w:r>
      <w:r w:rsidR="00CE1960" w:rsidRPr="006C0B2F">
        <w:rPr>
          <w:szCs w:val="40"/>
        </w:rPr>
        <w:t xml:space="preserve"> уже говорили. М</w:t>
      </w:r>
      <w:r w:rsidRPr="006C0B2F">
        <w:rPr>
          <w:szCs w:val="40"/>
        </w:rPr>
        <w:t xml:space="preserve">ы видим, </w:t>
      </w:r>
      <w:r w:rsidR="004C1139" w:rsidRPr="006C0B2F">
        <w:rPr>
          <w:szCs w:val="40"/>
        </w:rPr>
        <w:t>что эта система заработала, да.</w:t>
      </w:r>
    </w:p>
    <w:p w:rsidR="006F005A" w:rsidRPr="006C0B2F" w:rsidRDefault="006F005A" w:rsidP="00ED5B66">
      <w:pPr>
        <w:spacing w:line="360" w:lineRule="auto"/>
        <w:rPr>
          <w:szCs w:val="40"/>
        </w:rPr>
      </w:pPr>
      <w:r w:rsidRPr="006C0B2F">
        <w:rPr>
          <w:szCs w:val="40"/>
        </w:rPr>
        <w:t>Разработаны профессиональные стандарты, было сказано количество, разработаны отраслевая национальная рамка профессиональных квалификаций, сформировано экспертное сообщество, обученные и аттестованные эксперты, работает независимая оценка квалификации, скорректирована система образования и обучения требования</w:t>
      </w:r>
      <w:r w:rsidR="002E626E" w:rsidRPr="006C0B2F">
        <w:rPr>
          <w:szCs w:val="40"/>
        </w:rPr>
        <w:t>м</w:t>
      </w:r>
      <w:r w:rsidRPr="006C0B2F">
        <w:rPr>
          <w:szCs w:val="40"/>
        </w:rPr>
        <w:t xml:space="preserve"> профессиональных стандартов.</w:t>
      </w:r>
      <w:r w:rsidR="00C21B5C" w:rsidRPr="006C0B2F">
        <w:rPr>
          <w:szCs w:val="40"/>
        </w:rPr>
        <w:t xml:space="preserve"> </w:t>
      </w:r>
      <w:r w:rsidRPr="006C0B2F">
        <w:rPr>
          <w:szCs w:val="40"/>
        </w:rPr>
        <w:t xml:space="preserve">Я хочу </w:t>
      </w:r>
      <w:r w:rsidRPr="006C0B2F">
        <w:rPr>
          <w:szCs w:val="40"/>
        </w:rPr>
        <w:lastRenderedPageBreak/>
        <w:t>сказать, что частично эта система заработала, мы не можем говорить, что в полной мере, но процесс идёт.</w:t>
      </w:r>
    </w:p>
    <w:p w:rsidR="006F005A" w:rsidRPr="006C0B2F" w:rsidRDefault="006F005A" w:rsidP="00ED5B66">
      <w:pPr>
        <w:spacing w:line="360" w:lineRule="auto"/>
        <w:rPr>
          <w:szCs w:val="40"/>
        </w:rPr>
      </w:pPr>
      <w:r w:rsidRPr="006C0B2F">
        <w:rPr>
          <w:szCs w:val="40"/>
        </w:rPr>
        <w:t xml:space="preserve">Что даёт внедрение профессиональных стандартов? Прежде </w:t>
      </w:r>
      <w:r w:rsidR="00FB791C" w:rsidRPr="006C0B2F">
        <w:rPr>
          <w:szCs w:val="40"/>
        </w:rPr>
        <w:t>всего,</w:t>
      </w:r>
      <w:r w:rsidRPr="006C0B2F">
        <w:rPr>
          <w:szCs w:val="40"/>
        </w:rPr>
        <w:t xml:space="preserve"> позволит оптимизировать профессиональную квалификационную структуру организации при необходимости, снизить риски при провер</w:t>
      </w:r>
      <w:r w:rsidR="00CB2CD7" w:rsidRPr="006C0B2F">
        <w:rPr>
          <w:szCs w:val="40"/>
        </w:rPr>
        <w:t>ке контрольно-надзорных органов. Это тоже немаловажный момент. А</w:t>
      </w:r>
      <w:r w:rsidRPr="006C0B2F">
        <w:rPr>
          <w:szCs w:val="40"/>
        </w:rPr>
        <w:t xml:space="preserve"> также выявить те профессиональные стандарты, которые необходимо актуализировать и дать возможность сформировать предложения по их актуализации в Министерство труда.</w:t>
      </w:r>
      <w:r w:rsidR="00CB2CD7" w:rsidRPr="006C0B2F">
        <w:rPr>
          <w:szCs w:val="40"/>
        </w:rPr>
        <w:t xml:space="preserve"> </w:t>
      </w:r>
      <w:r w:rsidRPr="006C0B2F">
        <w:rPr>
          <w:szCs w:val="40"/>
        </w:rPr>
        <w:t>Мне кажется, что это тоже очень серьёзный и важный момент, поскольку, если процесс внедрения профессиональных стандартов будет идти не формально, а серьёзно, и в этом случае</w:t>
      </w:r>
      <w:r w:rsidR="00A068C5" w:rsidRPr="006C0B2F">
        <w:rPr>
          <w:szCs w:val="40"/>
        </w:rPr>
        <w:t xml:space="preserve"> мы видим, что очень мягко так. Профессиональные стандарты:</w:t>
      </w:r>
      <w:r w:rsidRPr="006C0B2F">
        <w:rPr>
          <w:szCs w:val="40"/>
        </w:rPr>
        <w:t xml:space="preserve"> мы говорим о том, что вот мы их выявляем и говорим о том,</w:t>
      </w:r>
      <w:r w:rsidR="00134DD3" w:rsidRPr="006C0B2F">
        <w:rPr>
          <w:szCs w:val="40"/>
        </w:rPr>
        <w:t xml:space="preserve"> что они будут актуализированы.</w:t>
      </w:r>
    </w:p>
    <w:p w:rsidR="006F005A" w:rsidRPr="006C0B2F" w:rsidRDefault="006F005A" w:rsidP="00ED5B66">
      <w:pPr>
        <w:spacing w:line="360" w:lineRule="auto"/>
        <w:rPr>
          <w:szCs w:val="40"/>
        </w:rPr>
      </w:pPr>
      <w:r w:rsidRPr="006C0B2F">
        <w:rPr>
          <w:szCs w:val="40"/>
        </w:rPr>
        <w:t>Надо рассматривать внедрение профессиональных стандартов в организации, как многоуровневый и достаточно сложный процесс, требующий консолидированных действий целой команды специалистов.</w:t>
      </w:r>
      <w:r w:rsidR="00A068C5" w:rsidRPr="006C0B2F">
        <w:rPr>
          <w:szCs w:val="40"/>
        </w:rPr>
        <w:t xml:space="preserve"> </w:t>
      </w:r>
      <w:r w:rsidRPr="006C0B2F">
        <w:rPr>
          <w:szCs w:val="40"/>
        </w:rPr>
        <w:t>Наши эксперты нашего совета разработали алгоритм внедрения профессиональных стандартов. Он у нас получился очень подробный, это практически 19 шагов</w:t>
      </w:r>
      <w:r w:rsidR="001E0283" w:rsidRPr="006C0B2F">
        <w:rPr>
          <w:szCs w:val="40"/>
        </w:rPr>
        <w:t>. Н</w:t>
      </w:r>
      <w:r w:rsidRPr="006C0B2F">
        <w:rPr>
          <w:szCs w:val="40"/>
        </w:rPr>
        <w:t>ачинаем именно с подготовительного этапа.</w:t>
      </w:r>
      <w:r w:rsidR="00A068C5" w:rsidRPr="006C0B2F">
        <w:rPr>
          <w:szCs w:val="40"/>
        </w:rPr>
        <w:t xml:space="preserve"> </w:t>
      </w:r>
      <w:r w:rsidRPr="006C0B2F">
        <w:rPr>
          <w:szCs w:val="40"/>
        </w:rPr>
        <w:t>Прежде всего, создание рабочей группы по внедрению профессиональных стандартов.</w:t>
      </w:r>
    </w:p>
    <w:p w:rsidR="006F005A" w:rsidRPr="006C0B2F" w:rsidRDefault="008E55D1" w:rsidP="00ED5B66">
      <w:pPr>
        <w:spacing w:line="360" w:lineRule="auto"/>
        <w:rPr>
          <w:szCs w:val="40"/>
        </w:rPr>
      </w:pPr>
      <w:r w:rsidRPr="006C0B2F">
        <w:rPr>
          <w:szCs w:val="40"/>
        </w:rPr>
        <w:t>И</w:t>
      </w:r>
      <w:r w:rsidR="006F005A" w:rsidRPr="006C0B2F">
        <w:rPr>
          <w:szCs w:val="40"/>
        </w:rPr>
        <w:t>з практики могу сказать, что многие представители, особенно</w:t>
      </w:r>
      <w:r w:rsidRPr="006C0B2F">
        <w:rPr>
          <w:szCs w:val="40"/>
        </w:rPr>
        <w:t xml:space="preserve"> бюджетных организаций, говорят:</w:t>
      </w:r>
      <w:r w:rsidR="006F005A" w:rsidRPr="006C0B2F">
        <w:rPr>
          <w:szCs w:val="40"/>
        </w:rPr>
        <w:t xml:space="preserve"> ну вот поручили кадровику, пусть он там сам, что хочет, то и делает.</w:t>
      </w:r>
      <w:r w:rsidR="00C169A3" w:rsidRPr="006C0B2F">
        <w:rPr>
          <w:szCs w:val="40"/>
        </w:rPr>
        <w:t xml:space="preserve"> </w:t>
      </w:r>
      <w:r w:rsidR="006F005A" w:rsidRPr="006C0B2F">
        <w:rPr>
          <w:szCs w:val="40"/>
        </w:rPr>
        <w:t xml:space="preserve">На самом деле, наверное, это неправильно, потому что в рабочие группы должны входить и специалисты по управлению персоналом, естественно, </w:t>
      </w:r>
      <w:r w:rsidR="00C169A3" w:rsidRPr="006C0B2F">
        <w:rPr>
          <w:szCs w:val="40"/>
        </w:rPr>
        <w:t xml:space="preserve">и </w:t>
      </w:r>
      <w:r w:rsidR="006F005A" w:rsidRPr="006C0B2F">
        <w:rPr>
          <w:szCs w:val="40"/>
        </w:rPr>
        <w:t>юристы</w:t>
      </w:r>
      <w:r w:rsidR="00C169A3" w:rsidRPr="006C0B2F">
        <w:rPr>
          <w:szCs w:val="40"/>
        </w:rPr>
        <w:t>, р</w:t>
      </w:r>
      <w:r w:rsidR="006F005A" w:rsidRPr="006C0B2F">
        <w:rPr>
          <w:szCs w:val="40"/>
        </w:rPr>
        <w:t>уководители структурных подразделений, а также, наверное, эксперт по профстандартам, то есть, тот человек, ко</w:t>
      </w:r>
      <w:r w:rsidR="00C169A3" w:rsidRPr="006C0B2F">
        <w:rPr>
          <w:szCs w:val="40"/>
        </w:rPr>
        <w:t>торый понимает в профстандартах. К</w:t>
      </w:r>
      <w:r w:rsidR="006F005A" w:rsidRPr="006C0B2F">
        <w:rPr>
          <w:szCs w:val="40"/>
        </w:rPr>
        <w:t xml:space="preserve">ак правило, может быть, разработчик профессионального стандарта, но именно уже разлива, извиняюсь, </w:t>
      </w:r>
      <w:r w:rsidR="00C169A3" w:rsidRPr="006C0B2F">
        <w:rPr>
          <w:szCs w:val="40"/>
        </w:rPr>
        <w:t xml:space="preserve">за </w:t>
      </w:r>
      <w:r w:rsidR="006F005A" w:rsidRPr="006C0B2F">
        <w:rPr>
          <w:szCs w:val="40"/>
        </w:rPr>
        <w:t xml:space="preserve">2018, </w:t>
      </w:r>
      <w:r w:rsidR="00C169A3" w:rsidRPr="006C0B2F">
        <w:rPr>
          <w:szCs w:val="40"/>
        </w:rPr>
        <w:lastRenderedPageBreak/>
        <w:t>наверное, год.</w:t>
      </w:r>
      <w:r w:rsidR="007C619F" w:rsidRPr="006C0B2F">
        <w:rPr>
          <w:szCs w:val="40"/>
        </w:rPr>
        <w:t xml:space="preserve"> П</w:t>
      </w:r>
      <w:r w:rsidR="006F005A" w:rsidRPr="006C0B2F">
        <w:rPr>
          <w:szCs w:val="40"/>
        </w:rPr>
        <w:t>отому что прошёл определённый период времени, Министерство труда внесло какие-то изменения в профессиональные стандарты, в их разработку. Это мы знаем по себе, потому что вы в конце 2018 года профстандарты раздавали.</w:t>
      </w:r>
      <w:r w:rsidR="007C619F" w:rsidRPr="006C0B2F">
        <w:rPr>
          <w:szCs w:val="40"/>
        </w:rPr>
        <w:t xml:space="preserve"> </w:t>
      </w:r>
      <w:r w:rsidR="006F005A" w:rsidRPr="006C0B2F">
        <w:rPr>
          <w:szCs w:val="40"/>
        </w:rPr>
        <w:t>И я могу сказать, что эти дополнения и изменения очень логичны и правильные.</w:t>
      </w:r>
    </w:p>
    <w:p w:rsidR="006F005A" w:rsidRPr="006C0B2F" w:rsidRDefault="00FC4408" w:rsidP="00ED5B66">
      <w:pPr>
        <w:spacing w:line="360" w:lineRule="auto"/>
        <w:rPr>
          <w:szCs w:val="40"/>
        </w:rPr>
      </w:pPr>
      <w:r w:rsidRPr="006C0B2F">
        <w:rPr>
          <w:szCs w:val="40"/>
        </w:rPr>
        <w:t>Ещё чуть-чуть можно?</w:t>
      </w:r>
    </w:p>
    <w:p w:rsidR="006F005A" w:rsidRPr="006C0B2F" w:rsidRDefault="006F005A" w:rsidP="00ED5B66">
      <w:pPr>
        <w:spacing w:line="360" w:lineRule="auto"/>
        <w:rPr>
          <w:szCs w:val="40"/>
        </w:rPr>
      </w:pPr>
      <w:r w:rsidRPr="006C0B2F">
        <w:rPr>
          <w:szCs w:val="40"/>
        </w:rPr>
        <w:t>Тогда я сразу</w:t>
      </w:r>
      <w:r w:rsidR="007C619F" w:rsidRPr="006C0B2F">
        <w:rPr>
          <w:szCs w:val="40"/>
        </w:rPr>
        <w:t>: я</w:t>
      </w:r>
      <w:r w:rsidRPr="006C0B2F">
        <w:rPr>
          <w:szCs w:val="40"/>
        </w:rPr>
        <w:t xml:space="preserve"> не буду говорить об алгоритме внедрения, потому что, если кого-то это интересует, я могу представить презентацию.</w:t>
      </w:r>
      <w:r w:rsidR="00D51431" w:rsidRPr="006C0B2F">
        <w:rPr>
          <w:szCs w:val="40"/>
        </w:rPr>
        <w:t xml:space="preserve"> </w:t>
      </w:r>
      <w:r w:rsidRPr="006C0B2F">
        <w:rPr>
          <w:szCs w:val="40"/>
        </w:rPr>
        <w:t>Я хотела бы сказать</w:t>
      </w:r>
      <w:r w:rsidR="00D51431" w:rsidRPr="006C0B2F">
        <w:rPr>
          <w:szCs w:val="40"/>
        </w:rPr>
        <w:t xml:space="preserve"> про</w:t>
      </w:r>
      <w:r w:rsidRPr="006C0B2F">
        <w:rPr>
          <w:szCs w:val="40"/>
        </w:rPr>
        <w:t xml:space="preserve"> внедрен</w:t>
      </w:r>
      <w:r w:rsidR="00D51431" w:rsidRPr="006C0B2F">
        <w:rPr>
          <w:szCs w:val="40"/>
        </w:rPr>
        <w:t>ие профессиональных стандартов</w:t>
      </w:r>
      <w:r w:rsidRPr="006C0B2F">
        <w:rPr>
          <w:szCs w:val="40"/>
        </w:rPr>
        <w:t>. Вот я недаром начала говорить про рабочую группу, потому что профессиональные стандарты перед вне</w:t>
      </w:r>
      <w:r w:rsidR="007A23F1" w:rsidRPr="006C0B2F">
        <w:rPr>
          <w:szCs w:val="40"/>
        </w:rPr>
        <w:t>дрением нужно анализировать. Н</w:t>
      </w:r>
      <w:r w:rsidRPr="006C0B2F">
        <w:rPr>
          <w:szCs w:val="40"/>
        </w:rPr>
        <w:t>ужно анализировать и трудовые функции сотрудников, не просто формальн</w:t>
      </w:r>
      <w:r w:rsidR="007A23F1" w:rsidRPr="006C0B2F">
        <w:rPr>
          <w:szCs w:val="40"/>
        </w:rPr>
        <w:t>о – отсюда взял, сюда переписал -</w:t>
      </w:r>
      <w:r w:rsidRPr="006C0B2F">
        <w:rPr>
          <w:szCs w:val="40"/>
        </w:rPr>
        <w:t xml:space="preserve"> а проводить анализ, потому что внедрение профессиональных стандартов даёт возможность руководителю организации сделать действия сотрудников по выполнению ими </w:t>
      </w:r>
      <w:r w:rsidR="007A23F1" w:rsidRPr="006C0B2F">
        <w:rPr>
          <w:szCs w:val="40"/>
        </w:rPr>
        <w:t>своих должностных обязанностей</w:t>
      </w:r>
      <w:r w:rsidRPr="006C0B2F">
        <w:rPr>
          <w:szCs w:val="40"/>
        </w:rPr>
        <w:t xml:space="preserve"> легко проверяемы</w:t>
      </w:r>
      <w:r w:rsidR="007A23F1" w:rsidRPr="006C0B2F">
        <w:rPr>
          <w:szCs w:val="40"/>
        </w:rPr>
        <w:t xml:space="preserve">ми </w:t>
      </w:r>
      <w:r w:rsidRPr="006C0B2F">
        <w:rPr>
          <w:szCs w:val="40"/>
        </w:rPr>
        <w:t>и измеряемы</w:t>
      </w:r>
      <w:r w:rsidR="007A23F1" w:rsidRPr="006C0B2F">
        <w:rPr>
          <w:szCs w:val="40"/>
        </w:rPr>
        <w:t>ми</w:t>
      </w:r>
      <w:r w:rsidRPr="006C0B2F">
        <w:rPr>
          <w:szCs w:val="40"/>
        </w:rPr>
        <w:t xml:space="preserve">. То есть, в этом случае и предприятие получает не просто </w:t>
      </w:r>
      <w:r w:rsidR="00033170" w:rsidRPr="006C0B2F">
        <w:rPr>
          <w:szCs w:val="40"/>
        </w:rPr>
        <w:t>«</w:t>
      </w:r>
      <w:r w:rsidRPr="006C0B2F">
        <w:rPr>
          <w:szCs w:val="40"/>
        </w:rPr>
        <w:t>формально отписался</w:t>
      </w:r>
      <w:r w:rsidR="00033170" w:rsidRPr="006C0B2F">
        <w:rPr>
          <w:szCs w:val="40"/>
        </w:rPr>
        <w:t>»</w:t>
      </w:r>
      <w:r w:rsidRPr="006C0B2F">
        <w:rPr>
          <w:szCs w:val="40"/>
        </w:rPr>
        <w:t>, да, а именно, что это не</w:t>
      </w:r>
      <w:r w:rsidR="00521A87" w:rsidRPr="006C0B2F">
        <w:rPr>
          <w:szCs w:val="40"/>
        </w:rPr>
        <w:t>обходимо и это принесёт пользу.</w:t>
      </w:r>
    </w:p>
    <w:p w:rsidR="006F005A" w:rsidRPr="006C0B2F" w:rsidRDefault="006F005A" w:rsidP="00ED5B66">
      <w:pPr>
        <w:spacing w:line="360" w:lineRule="auto"/>
        <w:rPr>
          <w:szCs w:val="40"/>
        </w:rPr>
      </w:pPr>
      <w:r w:rsidRPr="006C0B2F">
        <w:rPr>
          <w:szCs w:val="40"/>
        </w:rPr>
        <w:t>Что даёт? Сейчас вот анализ и проблемы.</w:t>
      </w:r>
      <w:r w:rsidR="002C53AE" w:rsidRPr="006C0B2F">
        <w:rPr>
          <w:szCs w:val="40"/>
        </w:rPr>
        <w:t xml:space="preserve"> </w:t>
      </w:r>
      <w:r w:rsidRPr="006C0B2F">
        <w:rPr>
          <w:szCs w:val="40"/>
        </w:rPr>
        <w:t>Что даёт анализ трудовых функций сотрудников? Выявить типовые ошибки, то есть, например, не выполняют ли дорогостоящие сотрудники малоквалифицированны</w:t>
      </w:r>
      <w:r w:rsidR="002C53AE" w:rsidRPr="006C0B2F">
        <w:rPr>
          <w:szCs w:val="40"/>
        </w:rPr>
        <w:t>е</w:t>
      </w:r>
      <w:r w:rsidRPr="006C0B2F">
        <w:rPr>
          <w:szCs w:val="40"/>
        </w:rPr>
        <w:t xml:space="preserve"> и рутинно-стандартные работы. Нет ли дублирования функций или, наоборот, разрыва в цепочке и появления звеньев, за которые он несет ответственность?</w:t>
      </w:r>
    </w:p>
    <w:p w:rsidR="006F005A" w:rsidRPr="006C0B2F" w:rsidRDefault="006F005A" w:rsidP="00ED5B66">
      <w:pPr>
        <w:spacing w:line="360" w:lineRule="auto"/>
        <w:rPr>
          <w:szCs w:val="40"/>
        </w:rPr>
      </w:pPr>
      <w:r w:rsidRPr="006C0B2F">
        <w:rPr>
          <w:szCs w:val="40"/>
        </w:rPr>
        <w:t>И последние проблемы. Недостаточная информированность регионов всей вертикали власти о необходимости развития системы профессиональных квалификаций, в частности</w:t>
      </w:r>
      <w:r w:rsidR="00C149B0" w:rsidRPr="006C0B2F">
        <w:rPr>
          <w:szCs w:val="40"/>
        </w:rPr>
        <w:t>,</w:t>
      </w:r>
      <w:r w:rsidR="00BD37DE" w:rsidRPr="006C0B2F">
        <w:rPr>
          <w:szCs w:val="40"/>
        </w:rPr>
        <w:t xml:space="preserve"> внедрения</w:t>
      </w:r>
      <w:r w:rsidRPr="006C0B2F">
        <w:rPr>
          <w:szCs w:val="40"/>
        </w:rPr>
        <w:t xml:space="preserve"> профессиональных стандартов и оценки квалификаци</w:t>
      </w:r>
      <w:r w:rsidR="00521A87" w:rsidRPr="006C0B2F">
        <w:rPr>
          <w:szCs w:val="40"/>
        </w:rPr>
        <w:t>и</w:t>
      </w:r>
      <w:r w:rsidRPr="006C0B2F">
        <w:rPr>
          <w:szCs w:val="40"/>
        </w:rPr>
        <w:t xml:space="preserve">. Об этом говорили коллеги из </w:t>
      </w:r>
      <w:r w:rsidR="00BD37DE" w:rsidRPr="006C0B2F">
        <w:rPr>
          <w:szCs w:val="40"/>
        </w:rPr>
        <w:t>НАРК</w:t>
      </w:r>
      <w:r w:rsidRPr="006C0B2F">
        <w:rPr>
          <w:szCs w:val="40"/>
        </w:rPr>
        <w:t xml:space="preserve"> и говорил председатель </w:t>
      </w:r>
      <w:r w:rsidRPr="006C0B2F">
        <w:rPr>
          <w:szCs w:val="40"/>
        </w:rPr>
        <w:lastRenderedPageBreak/>
        <w:t>Нилов</w:t>
      </w:r>
      <w:r w:rsidR="00771F46" w:rsidRPr="006C0B2F">
        <w:rPr>
          <w:szCs w:val="40"/>
        </w:rPr>
        <w:t xml:space="preserve"> Я.Е.</w:t>
      </w:r>
      <w:r w:rsidRPr="006C0B2F">
        <w:rPr>
          <w:szCs w:val="40"/>
        </w:rPr>
        <w:t>, что были направлены письма и получили не очень оптимистические результаты.</w:t>
      </w:r>
    </w:p>
    <w:p w:rsidR="006F005A" w:rsidRPr="006C0B2F" w:rsidRDefault="006F005A" w:rsidP="00ED5B66">
      <w:pPr>
        <w:spacing w:line="360" w:lineRule="auto"/>
        <w:rPr>
          <w:szCs w:val="40"/>
        </w:rPr>
      </w:pPr>
      <w:r w:rsidRPr="006C0B2F">
        <w:rPr>
          <w:szCs w:val="40"/>
        </w:rPr>
        <w:t xml:space="preserve">И второе. В нормативно-правых актах Российской Федерации отсутствует определение </w:t>
      </w:r>
      <w:r w:rsidR="00033170" w:rsidRPr="006C0B2F">
        <w:rPr>
          <w:szCs w:val="40"/>
        </w:rPr>
        <w:t>«</w:t>
      </w:r>
      <w:r w:rsidRPr="006C0B2F">
        <w:rPr>
          <w:szCs w:val="40"/>
        </w:rPr>
        <w:t>национальн</w:t>
      </w:r>
      <w:r w:rsidR="00521A87" w:rsidRPr="006C0B2F">
        <w:rPr>
          <w:szCs w:val="40"/>
        </w:rPr>
        <w:t>ой</w:t>
      </w:r>
      <w:r w:rsidRPr="006C0B2F">
        <w:rPr>
          <w:szCs w:val="40"/>
        </w:rPr>
        <w:t xml:space="preserve"> рамки квалификаций</w:t>
      </w:r>
      <w:r w:rsidR="00033170" w:rsidRPr="006C0B2F">
        <w:rPr>
          <w:szCs w:val="40"/>
        </w:rPr>
        <w:t>»</w:t>
      </w:r>
      <w:r w:rsidRPr="006C0B2F">
        <w:rPr>
          <w:szCs w:val="40"/>
        </w:rPr>
        <w:t>, что необходимо для разработки отраслевых рамок квалификаций по единым требованиям. Я считаю, что национальная рамка квалификаци</w:t>
      </w:r>
      <w:r w:rsidR="00521A87" w:rsidRPr="006C0B2F">
        <w:rPr>
          <w:szCs w:val="40"/>
        </w:rPr>
        <w:t>й</w:t>
      </w:r>
      <w:r w:rsidRPr="006C0B2F">
        <w:rPr>
          <w:szCs w:val="40"/>
        </w:rPr>
        <w:t xml:space="preserve"> – это центральное звено </w:t>
      </w:r>
      <w:r w:rsidR="009D786B" w:rsidRPr="006C0B2F">
        <w:rPr>
          <w:szCs w:val="40"/>
        </w:rPr>
        <w:t xml:space="preserve">Национальной </w:t>
      </w:r>
      <w:r w:rsidRPr="006C0B2F">
        <w:rPr>
          <w:szCs w:val="40"/>
        </w:rPr>
        <w:t>системы, и прежде чем мы будем о ней говорить, надо все-таки дать четкое определение и ввести ее в норматив</w:t>
      </w:r>
      <w:r w:rsidR="00453341" w:rsidRPr="006C0B2F">
        <w:rPr>
          <w:szCs w:val="40"/>
        </w:rPr>
        <w:t>ную базу</w:t>
      </w:r>
      <w:r w:rsidRPr="006C0B2F">
        <w:rPr>
          <w:szCs w:val="40"/>
        </w:rPr>
        <w:t>.</w:t>
      </w:r>
    </w:p>
    <w:p w:rsidR="006F005A" w:rsidRPr="006C0B2F" w:rsidRDefault="006F005A" w:rsidP="00ED5B66">
      <w:pPr>
        <w:spacing w:line="360" w:lineRule="auto"/>
        <w:rPr>
          <w:szCs w:val="40"/>
        </w:rPr>
      </w:pPr>
      <w:r w:rsidRPr="006C0B2F">
        <w:rPr>
          <w:szCs w:val="40"/>
        </w:rPr>
        <w:t xml:space="preserve">Ну, к сожалению, меня жестко ограничивают. </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Ваш СПК теперь должен СПУ автомобилестроения, как минимум</w:t>
      </w:r>
      <w:r w:rsidR="004650AF" w:rsidRPr="006C0B2F">
        <w:rPr>
          <w:szCs w:val="40"/>
        </w:rPr>
        <w:t>,</w:t>
      </w:r>
      <w:r w:rsidRPr="006C0B2F">
        <w:rPr>
          <w:szCs w:val="40"/>
        </w:rPr>
        <w:t xml:space="preserve"> 5 минут.</w:t>
      </w:r>
    </w:p>
    <w:p w:rsidR="006F005A" w:rsidRPr="006C0B2F" w:rsidRDefault="00AE3C96" w:rsidP="00ED5B66">
      <w:pPr>
        <w:spacing w:line="360" w:lineRule="auto"/>
        <w:rPr>
          <w:szCs w:val="40"/>
        </w:rPr>
      </w:pPr>
      <w:r w:rsidRPr="006C0B2F">
        <w:rPr>
          <w:szCs w:val="40"/>
          <w:u w:val="single"/>
        </w:rPr>
        <w:t>Хлюснева Л.П.</w:t>
      </w:r>
      <w:r w:rsidRPr="006C0B2F">
        <w:rPr>
          <w:szCs w:val="40"/>
        </w:rPr>
        <w:t xml:space="preserve"> </w:t>
      </w:r>
      <w:r w:rsidR="006F005A" w:rsidRPr="006C0B2F">
        <w:rPr>
          <w:szCs w:val="40"/>
        </w:rPr>
        <w:t xml:space="preserve">Хорошо. Мы рассчитаемся. </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Слово предоставляется Савиной Наталье Михайловне, директору регионального агентства </w:t>
      </w:r>
      <w:r w:rsidR="00033170" w:rsidRPr="006C0B2F">
        <w:rPr>
          <w:szCs w:val="40"/>
        </w:rPr>
        <w:t>«</w:t>
      </w:r>
      <w:r w:rsidRPr="006C0B2F">
        <w:rPr>
          <w:szCs w:val="40"/>
        </w:rPr>
        <w:t>Развитие квал</w:t>
      </w:r>
      <w:r w:rsidR="00BD0A7A" w:rsidRPr="006C0B2F">
        <w:rPr>
          <w:szCs w:val="40"/>
        </w:rPr>
        <w:t>ификаций</w:t>
      </w:r>
      <w:r w:rsidR="00033170" w:rsidRPr="006C0B2F">
        <w:rPr>
          <w:szCs w:val="40"/>
        </w:rPr>
        <w:t>»</w:t>
      </w:r>
      <w:r w:rsidR="00BD0A7A" w:rsidRPr="006C0B2F">
        <w:rPr>
          <w:szCs w:val="40"/>
        </w:rPr>
        <w:t xml:space="preserve"> Белгородской области.</w:t>
      </w:r>
    </w:p>
    <w:p w:rsidR="006F005A" w:rsidRPr="006C0B2F" w:rsidRDefault="006F005A" w:rsidP="00ED5B66">
      <w:pPr>
        <w:spacing w:line="360" w:lineRule="auto"/>
        <w:rPr>
          <w:szCs w:val="40"/>
        </w:rPr>
      </w:pPr>
      <w:r w:rsidRPr="006C0B2F">
        <w:rPr>
          <w:szCs w:val="40"/>
          <w:u w:val="single"/>
        </w:rPr>
        <w:t>Савина Н.М.</w:t>
      </w:r>
      <w:r w:rsidRPr="006C0B2F">
        <w:rPr>
          <w:szCs w:val="40"/>
        </w:rPr>
        <w:t xml:space="preserve"> Уважаемые участники </w:t>
      </w:r>
      <w:r w:rsidR="00033170" w:rsidRPr="006C0B2F">
        <w:rPr>
          <w:szCs w:val="40"/>
        </w:rPr>
        <w:t>«</w:t>
      </w:r>
      <w:r w:rsidRPr="006C0B2F">
        <w:rPr>
          <w:szCs w:val="40"/>
        </w:rPr>
        <w:t>круглого ст</w:t>
      </w:r>
      <w:r w:rsidR="00327F50" w:rsidRPr="006C0B2F">
        <w:rPr>
          <w:szCs w:val="40"/>
        </w:rPr>
        <w:t>ола</w:t>
      </w:r>
      <w:r w:rsidR="00033170" w:rsidRPr="006C0B2F">
        <w:rPr>
          <w:szCs w:val="40"/>
        </w:rPr>
        <w:t>»</w:t>
      </w:r>
      <w:r w:rsidR="00327F50" w:rsidRPr="006C0B2F">
        <w:rPr>
          <w:szCs w:val="40"/>
        </w:rPr>
        <w:t>, я представляю региональный</w:t>
      </w:r>
      <w:r w:rsidRPr="006C0B2F">
        <w:rPr>
          <w:szCs w:val="40"/>
        </w:rPr>
        <w:t xml:space="preserve"> экспертно</w:t>
      </w:r>
      <w:r w:rsidR="00327F50" w:rsidRPr="006C0B2F">
        <w:rPr>
          <w:szCs w:val="40"/>
        </w:rPr>
        <w:t xml:space="preserve">-методический центр </w:t>
      </w:r>
      <w:r w:rsidR="00671DBD" w:rsidRPr="006C0B2F">
        <w:rPr>
          <w:szCs w:val="40"/>
        </w:rPr>
        <w:t xml:space="preserve">Национальной </w:t>
      </w:r>
      <w:r w:rsidRPr="006C0B2F">
        <w:rPr>
          <w:szCs w:val="40"/>
        </w:rPr>
        <w:t>системы ква</w:t>
      </w:r>
      <w:r w:rsidR="00327F50" w:rsidRPr="006C0B2F">
        <w:rPr>
          <w:szCs w:val="40"/>
        </w:rPr>
        <w:t>лификаций, который совместно с Н</w:t>
      </w:r>
      <w:r w:rsidRPr="006C0B2F">
        <w:rPr>
          <w:szCs w:val="40"/>
        </w:rPr>
        <w:t>ациональным агентством развития квалификаций старается выстраивать региональный сегмент общего нашего направления развития, связанного с оценкой квалификаций, профессио</w:t>
      </w:r>
      <w:r w:rsidR="00327F50" w:rsidRPr="006C0B2F">
        <w:rPr>
          <w:szCs w:val="40"/>
        </w:rPr>
        <w:t>нально-общественной аккредитацией</w:t>
      </w:r>
      <w:r w:rsidRPr="006C0B2F">
        <w:rPr>
          <w:szCs w:val="40"/>
        </w:rPr>
        <w:t xml:space="preserve"> и внедрением про</w:t>
      </w:r>
      <w:r w:rsidR="00BD0A7A" w:rsidRPr="006C0B2F">
        <w:rPr>
          <w:szCs w:val="40"/>
        </w:rPr>
        <w:t>фессиональных стандартов.</w:t>
      </w:r>
    </w:p>
    <w:p w:rsidR="006F005A" w:rsidRPr="006C0B2F" w:rsidRDefault="006F005A" w:rsidP="00ED5B66">
      <w:pPr>
        <w:spacing w:line="360" w:lineRule="auto"/>
        <w:rPr>
          <w:szCs w:val="40"/>
        </w:rPr>
      </w:pPr>
      <w:r w:rsidRPr="006C0B2F">
        <w:rPr>
          <w:szCs w:val="40"/>
        </w:rPr>
        <w:t>Немножко больше расскажу о том пилотном проекте, о котором Юлия Валерьевн</w:t>
      </w:r>
      <w:r w:rsidR="00327F50" w:rsidRPr="006C0B2F">
        <w:rPr>
          <w:szCs w:val="40"/>
        </w:rPr>
        <w:t>а упомянула в своем выступлении. Э</w:t>
      </w:r>
      <w:r w:rsidRPr="006C0B2F">
        <w:rPr>
          <w:szCs w:val="40"/>
        </w:rPr>
        <w:t>то апробация механизмов использования независимой оценки квалификаци</w:t>
      </w:r>
      <w:r w:rsidR="004E06F0" w:rsidRPr="006C0B2F">
        <w:rPr>
          <w:szCs w:val="40"/>
        </w:rPr>
        <w:t>и</w:t>
      </w:r>
      <w:r w:rsidRPr="006C0B2F">
        <w:rPr>
          <w:szCs w:val="40"/>
        </w:rPr>
        <w:t xml:space="preserve"> при проведении промежуточной государственной итоговой аттестации обучающихся среднего профессионального образования.</w:t>
      </w:r>
    </w:p>
    <w:p w:rsidR="006F005A" w:rsidRPr="006C0B2F" w:rsidRDefault="006F005A" w:rsidP="00ED5B66">
      <w:pPr>
        <w:spacing w:line="360" w:lineRule="auto"/>
        <w:rPr>
          <w:szCs w:val="40"/>
        </w:rPr>
      </w:pPr>
      <w:r w:rsidRPr="006C0B2F">
        <w:rPr>
          <w:szCs w:val="40"/>
        </w:rPr>
        <w:lastRenderedPageBreak/>
        <w:t>Сегодня очень много</w:t>
      </w:r>
      <w:r w:rsidR="00207553" w:rsidRPr="006C0B2F">
        <w:rPr>
          <w:szCs w:val="40"/>
        </w:rPr>
        <w:t>,</w:t>
      </w:r>
      <w:r w:rsidRPr="006C0B2F">
        <w:rPr>
          <w:szCs w:val="40"/>
        </w:rPr>
        <w:t xml:space="preserve"> эмоционально говорили о системе, говорили о том, что нельзя решать всё быстро, напором. Вот как раз данная апробация и позволяет нам представить все в системе, в которую входит новый субъект</w:t>
      </w:r>
      <w:r w:rsidR="00207553" w:rsidRPr="006C0B2F">
        <w:rPr>
          <w:szCs w:val="40"/>
        </w:rPr>
        <w:t>. Э</w:t>
      </w:r>
      <w:r w:rsidRPr="006C0B2F">
        <w:rPr>
          <w:szCs w:val="40"/>
        </w:rPr>
        <w:t xml:space="preserve">то тот субъект, без которого </w:t>
      </w:r>
      <w:r w:rsidR="00D74838" w:rsidRPr="006C0B2F">
        <w:rPr>
          <w:szCs w:val="40"/>
        </w:rPr>
        <w:t xml:space="preserve">Национальная </w:t>
      </w:r>
      <w:r w:rsidRPr="006C0B2F">
        <w:rPr>
          <w:szCs w:val="40"/>
        </w:rPr>
        <w:t xml:space="preserve">система квалификаций не может существовать, это </w:t>
      </w:r>
      <w:r w:rsidR="00207553" w:rsidRPr="006C0B2F">
        <w:rPr>
          <w:szCs w:val="40"/>
        </w:rPr>
        <w:t xml:space="preserve">- </w:t>
      </w:r>
      <w:r w:rsidRPr="006C0B2F">
        <w:rPr>
          <w:szCs w:val="40"/>
        </w:rPr>
        <w:t>система профессионального образования.</w:t>
      </w:r>
    </w:p>
    <w:p w:rsidR="006F005A" w:rsidRPr="006C0B2F" w:rsidRDefault="006F005A" w:rsidP="00ED5B66">
      <w:pPr>
        <w:spacing w:line="360" w:lineRule="auto"/>
        <w:rPr>
          <w:szCs w:val="40"/>
        </w:rPr>
      </w:pPr>
      <w:r w:rsidRPr="006C0B2F">
        <w:rPr>
          <w:szCs w:val="40"/>
        </w:rPr>
        <w:t>В чем суть данного проекта, о котором я говорю? Суть проекта заключается в том, что происходит наложение профессионального экзамена, включающего теоретическую и практическую часть</w:t>
      </w:r>
      <w:r w:rsidR="00207553" w:rsidRPr="006C0B2F">
        <w:rPr>
          <w:szCs w:val="40"/>
        </w:rPr>
        <w:t>,</w:t>
      </w:r>
      <w:r w:rsidRPr="006C0B2F">
        <w:rPr>
          <w:szCs w:val="40"/>
        </w:rPr>
        <w:t xml:space="preserve"> на выпускную квалификационную работу обучающихся СПО, которая также включает в себя теоретическую и практическую части. Ребята, по сути, сдают выпускную квалификационную работу, совм</w:t>
      </w:r>
      <w:r w:rsidR="00B21A4D" w:rsidRPr="006C0B2F">
        <w:rPr>
          <w:szCs w:val="40"/>
        </w:rPr>
        <w:t>ещая ее с профессиональным экзамено</w:t>
      </w:r>
      <w:r w:rsidRPr="006C0B2F">
        <w:rPr>
          <w:szCs w:val="40"/>
        </w:rPr>
        <w:t>м по оценочным средствам, разработанным советом по профессиональным квалификациям. Профильные центры оценки квалификации и их специалисты вход</w:t>
      </w:r>
      <w:r w:rsidR="00DE50E2" w:rsidRPr="006C0B2F">
        <w:rPr>
          <w:szCs w:val="40"/>
        </w:rPr>
        <w:t>ят в квалификационные комиссии.</w:t>
      </w:r>
    </w:p>
    <w:p w:rsidR="006F005A" w:rsidRPr="006C0B2F" w:rsidRDefault="006F005A" w:rsidP="00ED5B66">
      <w:pPr>
        <w:spacing w:line="360" w:lineRule="auto"/>
        <w:rPr>
          <w:szCs w:val="40"/>
        </w:rPr>
      </w:pPr>
      <w:r w:rsidRPr="006C0B2F">
        <w:rPr>
          <w:szCs w:val="40"/>
        </w:rPr>
        <w:t>И на самом деле этот пилотный проект дал для нас, для нашего субъекта очень хорошие результаты. Начнем с того, что всех субъектов Юлия Валерьевна представила уже в своем слайде. Если кому-то будет интересно, вы можете обратиться</w:t>
      </w:r>
      <w:r w:rsidR="00670CF3" w:rsidRPr="006C0B2F">
        <w:rPr>
          <w:szCs w:val="40"/>
        </w:rPr>
        <w:t xml:space="preserve"> к т</w:t>
      </w:r>
      <w:r w:rsidRPr="006C0B2F">
        <w:rPr>
          <w:szCs w:val="40"/>
        </w:rPr>
        <w:t>ем, кто присоединился к этому проекту, уже в 2019 году, кто его р</w:t>
      </w:r>
      <w:r w:rsidR="00DE50E2" w:rsidRPr="006C0B2F">
        <w:rPr>
          <w:szCs w:val="40"/>
        </w:rPr>
        <w:t>еализовывал в 2018 году.</w:t>
      </w:r>
    </w:p>
    <w:p w:rsidR="006F005A" w:rsidRPr="006C0B2F" w:rsidRDefault="006F005A" w:rsidP="00ED5B66">
      <w:pPr>
        <w:spacing w:line="360" w:lineRule="auto"/>
        <w:rPr>
          <w:szCs w:val="40"/>
        </w:rPr>
      </w:pPr>
      <w:r w:rsidRPr="006C0B2F">
        <w:rPr>
          <w:szCs w:val="40"/>
        </w:rPr>
        <w:t>В нашем субъекте партнерами являлись два инициативных совета по профессиональным квалификациям в области сварки и индустрии красоты и их центры оценки квалификаций, также 13 профессионал</w:t>
      </w:r>
      <w:r w:rsidR="00A54D09" w:rsidRPr="006C0B2F">
        <w:rPr>
          <w:szCs w:val="40"/>
        </w:rPr>
        <w:t>ьных образовательных организаций</w:t>
      </w:r>
      <w:r w:rsidRPr="006C0B2F">
        <w:rPr>
          <w:szCs w:val="40"/>
        </w:rPr>
        <w:t xml:space="preserve"> и 63 обучающихся из 242 обучающихся вообще</w:t>
      </w:r>
      <w:r w:rsidR="00A54D09" w:rsidRPr="006C0B2F">
        <w:rPr>
          <w:szCs w:val="40"/>
        </w:rPr>
        <w:t>,</w:t>
      </w:r>
      <w:r w:rsidRPr="006C0B2F">
        <w:rPr>
          <w:szCs w:val="40"/>
        </w:rPr>
        <w:t xml:space="preserve"> принимавших участие в 2018 году в данном пилотном проекте</w:t>
      </w:r>
      <w:r w:rsidR="00A54D09" w:rsidRPr="006C0B2F">
        <w:rPr>
          <w:szCs w:val="40"/>
        </w:rPr>
        <w:t>. Э</w:t>
      </w:r>
      <w:r w:rsidRPr="006C0B2F">
        <w:rPr>
          <w:szCs w:val="40"/>
        </w:rPr>
        <w:t>то одна четвертая часть ребят.</w:t>
      </w:r>
      <w:r w:rsidR="001E07EA" w:rsidRPr="006C0B2F">
        <w:rPr>
          <w:szCs w:val="40"/>
        </w:rPr>
        <w:t xml:space="preserve"> </w:t>
      </w:r>
      <w:r w:rsidRPr="006C0B2F">
        <w:rPr>
          <w:szCs w:val="40"/>
        </w:rPr>
        <w:t>Ребята принимали участие в данном пилотном проекте абсолютно добровольно, об этом говорит такое большое количество профессиональных образовательных организаций. Сдав</w:t>
      </w:r>
      <w:r w:rsidR="00835D51" w:rsidRPr="006C0B2F">
        <w:rPr>
          <w:szCs w:val="40"/>
        </w:rPr>
        <w:t>ались профессиональные экзамены</w:t>
      </w:r>
      <w:r w:rsidR="001E07EA" w:rsidRPr="006C0B2F">
        <w:rPr>
          <w:szCs w:val="40"/>
        </w:rPr>
        <w:t>,</w:t>
      </w:r>
      <w:r w:rsidRPr="006C0B2F">
        <w:rPr>
          <w:szCs w:val="40"/>
        </w:rPr>
        <w:t xml:space="preserve"> проводилась одновременно госуд</w:t>
      </w:r>
      <w:r w:rsidR="007E4B1A" w:rsidRPr="006C0B2F">
        <w:rPr>
          <w:szCs w:val="40"/>
        </w:rPr>
        <w:t>арственная итоговая аттестация.</w:t>
      </w:r>
    </w:p>
    <w:p w:rsidR="006F005A" w:rsidRPr="006C0B2F" w:rsidRDefault="006F005A" w:rsidP="00ED5B66">
      <w:pPr>
        <w:spacing w:line="360" w:lineRule="auto"/>
        <w:rPr>
          <w:szCs w:val="40"/>
        </w:rPr>
      </w:pPr>
      <w:r w:rsidRPr="006C0B2F">
        <w:rPr>
          <w:szCs w:val="40"/>
        </w:rPr>
        <w:lastRenderedPageBreak/>
        <w:t>Зачем вообще нужен этот пилотный проект? Для меня, как практика, который работает с кадровиками, представителями работодателей, с</w:t>
      </w:r>
      <w:r w:rsidR="006A15C3" w:rsidRPr="006C0B2F">
        <w:rPr>
          <w:szCs w:val="40"/>
        </w:rPr>
        <w:t xml:space="preserve"> образовательными организациями. П</w:t>
      </w:r>
      <w:r w:rsidRPr="006C0B2F">
        <w:rPr>
          <w:szCs w:val="40"/>
        </w:rPr>
        <w:t>о сути, как Александр Наумович Ле</w:t>
      </w:r>
      <w:r w:rsidR="006A15C3" w:rsidRPr="006C0B2F">
        <w:rPr>
          <w:szCs w:val="40"/>
        </w:rPr>
        <w:t>й</w:t>
      </w:r>
      <w:r w:rsidRPr="006C0B2F">
        <w:rPr>
          <w:szCs w:val="40"/>
        </w:rPr>
        <w:t>бович любит называть региональные экспертно-методические центры</w:t>
      </w:r>
      <w:r w:rsidR="006A15C3" w:rsidRPr="006C0B2F">
        <w:rPr>
          <w:szCs w:val="40"/>
        </w:rPr>
        <w:t>,</w:t>
      </w:r>
      <w:r w:rsidRPr="006C0B2F">
        <w:rPr>
          <w:szCs w:val="40"/>
        </w:rPr>
        <w:t xml:space="preserve"> </w:t>
      </w:r>
      <w:r w:rsidR="00033170" w:rsidRPr="006C0B2F">
        <w:rPr>
          <w:szCs w:val="40"/>
        </w:rPr>
        <w:t>«</w:t>
      </w:r>
      <w:r w:rsidRPr="006C0B2F">
        <w:rPr>
          <w:szCs w:val="40"/>
        </w:rPr>
        <w:t>хабы</w:t>
      </w:r>
      <w:r w:rsidR="00033170" w:rsidRPr="006C0B2F">
        <w:rPr>
          <w:szCs w:val="40"/>
        </w:rPr>
        <w:t>»</w:t>
      </w:r>
      <w:r w:rsidRPr="006C0B2F">
        <w:rPr>
          <w:szCs w:val="40"/>
        </w:rPr>
        <w:t xml:space="preserve">. Хабы, которые объединяют всех и вся, ни на чьей стороне, на стороне здравого смысла в развитии </w:t>
      </w:r>
      <w:r w:rsidR="002D711C" w:rsidRPr="006C0B2F">
        <w:rPr>
          <w:szCs w:val="40"/>
        </w:rPr>
        <w:t xml:space="preserve">Национальной </w:t>
      </w:r>
      <w:r w:rsidRPr="006C0B2F">
        <w:rPr>
          <w:szCs w:val="40"/>
        </w:rPr>
        <w:t>системы квалификаций.</w:t>
      </w:r>
      <w:r w:rsidR="006A15C3" w:rsidRPr="006C0B2F">
        <w:rPr>
          <w:szCs w:val="40"/>
        </w:rPr>
        <w:t xml:space="preserve"> </w:t>
      </w:r>
      <w:r w:rsidRPr="006C0B2F">
        <w:rPr>
          <w:szCs w:val="40"/>
        </w:rPr>
        <w:t>Так вот, этот хаб однозначно подтверждает то, что работодателю не понятна квалификация, которая дается в рамках получения образования. Бакалавр по направле</w:t>
      </w:r>
      <w:r w:rsidR="006A15C3" w:rsidRPr="006C0B2F">
        <w:rPr>
          <w:szCs w:val="40"/>
        </w:rPr>
        <w:t xml:space="preserve">нию подготовки </w:t>
      </w:r>
      <w:r w:rsidR="00033170" w:rsidRPr="006C0B2F">
        <w:rPr>
          <w:szCs w:val="40"/>
        </w:rPr>
        <w:t>«</w:t>
      </w:r>
      <w:r w:rsidR="006A15C3" w:rsidRPr="006C0B2F">
        <w:rPr>
          <w:szCs w:val="40"/>
        </w:rPr>
        <w:t>М</w:t>
      </w:r>
      <w:r w:rsidRPr="006C0B2F">
        <w:rPr>
          <w:szCs w:val="40"/>
        </w:rPr>
        <w:t>енеджмент</w:t>
      </w:r>
      <w:r w:rsidR="00033170" w:rsidRPr="006C0B2F">
        <w:rPr>
          <w:szCs w:val="40"/>
        </w:rPr>
        <w:t>»</w:t>
      </w:r>
      <w:r w:rsidRPr="006C0B2F">
        <w:rPr>
          <w:szCs w:val="40"/>
        </w:rPr>
        <w:t>, маг</w:t>
      </w:r>
      <w:r w:rsidR="006A15C3" w:rsidRPr="006C0B2F">
        <w:rPr>
          <w:szCs w:val="40"/>
        </w:rPr>
        <w:t xml:space="preserve">истр по направлению подготовки </w:t>
      </w:r>
      <w:r w:rsidR="00033170" w:rsidRPr="006C0B2F">
        <w:rPr>
          <w:szCs w:val="40"/>
        </w:rPr>
        <w:t>«</w:t>
      </w:r>
      <w:r w:rsidR="006A15C3" w:rsidRPr="006C0B2F">
        <w:rPr>
          <w:szCs w:val="40"/>
        </w:rPr>
        <w:t>М</w:t>
      </w:r>
      <w:r w:rsidRPr="006C0B2F">
        <w:rPr>
          <w:szCs w:val="40"/>
        </w:rPr>
        <w:t>енеджмент</w:t>
      </w:r>
      <w:r w:rsidR="00033170" w:rsidRPr="006C0B2F">
        <w:rPr>
          <w:szCs w:val="40"/>
        </w:rPr>
        <w:t>»</w:t>
      </w:r>
      <w:r w:rsidRPr="006C0B2F">
        <w:rPr>
          <w:szCs w:val="40"/>
        </w:rPr>
        <w:t>. Это ни о чем не говорит работодателю. Если же определяется уровень квалификаци</w:t>
      </w:r>
      <w:r w:rsidR="003C0AF5" w:rsidRPr="006C0B2F">
        <w:rPr>
          <w:szCs w:val="40"/>
        </w:rPr>
        <w:t>и</w:t>
      </w:r>
      <w:r w:rsidRPr="006C0B2F">
        <w:rPr>
          <w:szCs w:val="40"/>
        </w:rPr>
        <w:t>: менеджер в сфере торговли 5 уровня – это уже о многом говорит работодателю. Поэтому, конечно же, пилотный проект предполагает устранение вот этого разрыва в понимании присвоения квалификации по образованию и той квалификации, которая понятна на рынке труда.</w:t>
      </w:r>
    </w:p>
    <w:p w:rsidR="006F005A" w:rsidRPr="006C0B2F" w:rsidRDefault="00AE3C96" w:rsidP="00ED5B66">
      <w:pPr>
        <w:spacing w:line="360" w:lineRule="auto"/>
        <w:rPr>
          <w:szCs w:val="40"/>
        </w:rPr>
      </w:pPr>
      <w:r w:rsidRPr="006C0B2F">
        <w:rPr>
          <w:szCs w:val="40"/>
        </w:rPr>
        <w:t>Данный пилотный проект направлен на то, чтобы ребята, прошедшие через данную процедуру абсолютно доброво</w:t>
      </w:r>
      <w:r w:rsidR="00377C74" w:rsidRPr="006C0B2F">
        <w:rPr>
          <w:szCs w:val="40"/>
        </w:rPr>
        <w:t xml:space="preserve">льно на безвозмездных началах, </w:t>
      </w:r>
      <w:r w:rsidRPr="006C0B2F">
        <w:rPr>
          <w:szCs w:val="40"/>
        </w:rPr>
        <w:t>п</w:t>
      </w:r>
      <w:r w:rsidR="006F005A" w:rsidRPr="006C0B2F">
        <w:rPr>
          <w:szCs w:val="40"/>
        </w:rPr>
        <w:t>отому что все финансируется в нашем случае в Белгородской области региональным органом исполнительной власти, заинтересо</w:t>
      </w:r>
      <w:r w:rsidR="00B5096C" w:rsidRPr="006C0B2F">
        <w:rPr>
          <w:szCs w:val="40"/>
        </w:rPr>
        <w:t xml:space="preserve">ванным в продвижении этой идеи, </w:t>
      </w:r>
      <w:r w:rsidR="006F005A" w:rsidRPr="006C0B2F">
        <w:rPr>
          <w:szCs w:val="40"/>
        </w:rPr>
        <w:t>были более конкурентоспособны на рынке труда</w:t>
      </w:r>
      <w:r w:rsidR="00B5096C" w:rsidRPr="006C0B2F">
        <w:rPr>
          <w:szCs w:val="40"/>
        </w:rPr>
        <w:t>. И</w:t>
      </w:r>
      <w:r w:rsidR="006F005A" w:rsidRPr="006C0B2F">
        <w:rPr>
          <w:szCs w:val="40"/>
        </w:rPr>
        <w:t xml:space="preserve"> это</w:t>
      </w:r>
      <w:r w:rsidR="00B5096C" w:rsidRPr="006C0B2F">
        <w:rPr>
          <w:szCs w:val="40"/>
        </w:rPr>
        <w:t>,</w:t>
      </w:r>
      <w:r w:rsidR="006F005A" w:rsidRPr="006C0B2F">
        <w:rPr>
          <w:szCs w:val="40"/>
        </w:rPr>
        <w:t xml:space="preserve"> естественно</w:t>
      </w:r>
      <w:r w:rsidR="00B5096C" w:rsidRPr="006C0B2F">
        <w:rPr>
          <w:szCs w:val="40"/>
        </w:rPr>
        <w:t>,</w:t>
      </w:r>
      <w:r w:rsidR="006F005A" w:rsidRPr="006C0B2F">
        <w:rPr>
          <w:szCs w:val="40"/>
        </w:rPr>
        <w:t xml:space="preserve"> произошло. Более 80</w:t>
      </w:r>
      <w:r w:rsidR="00B5096C" w:rsidRPr="006C0B2F">
        <w:rPr>
          <w:szCs w:val="40"/>
        </w:rPr>
        <w:t>%</w:t>
      </w:r>
      <w:r w:rsidR="006F005A" w:rsidRPr="006C0B2F">
        <w:rPr>
          <w:szCs w:val="40"/>
        </w:rPr>
        <w:t xml:space="preserve"> обучающихся успешно сдали профессиональный экзамен</w:t>
      </w:r>
      <w:r w:rsidR="00AB3900" w:rsidRPr="006C0B2F">
        <w:rPr>
          <w:szCs w:val="40"/>
        </w:rPr>
        <w:t>,</w:t>
      </w:r>
      <w:r w:rsidR="006F005A" w:rsidRPr="006C0B2F">
        <w:rPr>
          <w:szCs w:val="40"/>
        </w:rPr>
        <w:t xml:space="preserve"> в дополнение к дипломам СПО они получили квалификационное свидетельство федерального уровня с внесением в определенный реестр. И они, естественно, весьма востребованы н</w:t>
      </w:r>
      <w:r w:rsidR="00AB3900" w:rsidRPr="006C0B2F">
        <w:rPr>
          <w:szCs w:val="40"/>
        </w:rPr>
        <w:t>а рынке труда, п</w:t>
      </w:r>
      <w:r w:rsidR="006F005A" w:rsidRPr="006C0B2F">
        <w:rPr>
          <w:szCs w:val="40"/>
        </w:rPr>
        <w:t>отому что их проверяли работодатели. И оценку их качества подготовки да</w:t>
      </w:r>
      <w:r w:rsidR="00377C74" w:rsidRPr="006C0B2F">
        <w:rPr>
          <w:szCs w:val="40"/>
        </w:rPr>
        <w:t>вали работодатели.</w:t>
      </w:r>
    </w:p>
    <w:p w:rsidR="006F005A" w:rsidRPr="006C0B2F" w:rsidRDefault="006F005A" w:rsidP="00ED5B66">
      <w:pPr>
        <w:spacing w:line="360" w:lineRule="auto"/>
        <w:rPr>
          <w:szCs w:val="40"/>
        </w:rPr>
      </w:pPr>
      <w:r w:rsidRPr="006C0B2F">
        <w:rPr>
          <w:szCs w:val="40"/>
        </w:rPr>
        <w:t>Касательно программ образовательных, как в высшей школе, так и в средне-профессиональном образовании, профессиональных стандартов</w:t>
      </w:r>
      <w:r w:rsidR="00964488" w:rsidRPr="006C0B2F">
        <w:rPr>
          <w:szCs w:val="40"/>
        </w:rPr>
        <w:t xml:space="preserve">. </w:t>
      </w:r>
      <w:r w:rsidR="00964488" w:rsidRPr="006C0B2F">
        <w:rPr>
          <w:szCs w:val="40"/>
        </w:rPr>
        <w:lastRenderedPageBreak/>
        <w:t>О</w:t>
      </w:r>
      <w:r w:rsidRPr="006C0B2F">
        <w:rPr>
          <w:szCs w:val="40"/>
        </w:rPr>
        <w:t xml:space="preserve">бразовательных программ, разработанных с учетом профессиональных стандартов, федеральных государственных стандартов, разработанных с учетом профстандарта, очень мало. Но образовательные программы разрабатываются с учетом профстандартов в соответствии с федеральным законом </w:t>
      </w:r>
      <w:r w:rsidR="00033170" w:rsidRPr="006C0B2F">
        <w:rPr>
          <w:szCs w:val="40"/>
        </w:rPr>
        <w:t>«</w:t>
      </w:r>
      <w:r w:rsidRPr="006C0B2F">
        <w:rPr>
          <w:szCs w:val="40"/>
        </w:rPr>
        <w:t>Об образовании</w:t>
      </w:r>
      <w:r w:rsidR="00033170" w:rsidRPr="006C0B2F">
        <w:rPr>
          <w:szCs w:val="40"/>
        </w:rPr>
        <w:t>»</w:t>
      </w:r>
      <w:r w:rsidRPr="006C0B2F">
        <w:rPr>
          <w:szCs w:val="40"/>
        </w:rPr>
        <w:t xml:space="preserve"> с 2016 года в рамках вариативной части</w:t>
      </w:r>
      <w:r w:rsidR="00DF7DF7" w:rsidRPr="006C0B2F">
        <w:rPr>
          <w:szCs w:val="40"/>
        </w:rPr>
        <w:t>. В</w:t>
      </w:r>
      <w:r w:rsidRPr="006C0B2F">
        <w:rPr>
          <w:szCs w:val="40"/>
        </w:rPr>
        <w:t xml:space="preserve"> СПО это, соответственно, 30</w:t>
      </w:r>
      <w:r w:rsidR="00DF7DF7" w:rsidRPr="006C0B2F">
        <w:rPr>
          <w:szCs w:val="40"/>
        </w:rPr>
        <w:t>% и 40%</w:t>
      </w:r>
      <w:r w:rsidRPr="006C0B2F">
        <w:rPr>
          <w:szCs w:val="40"/>
        </w:rPr>
        <w:t>. Образовательные органи</w:t>
      </w:r>
      <w:r w:rsidR="00DF7DF7" w:rsidRPr="006C0B2F">
        <w:rPr>
          <w:szCs w:val="40"/>
        </w:rPr>
        <w:t xml:space="preserve">зации обязаны уже это делать, </w:t>
      </w:r>
      <w:r w:rsidRPr="006C0B2F">
        <w:rPr>
          <w:szCs w:val="40"/>
        </w:rPr>
        <w:t>они это делают. Оценка квалификации позволяет нам формализованные требования работодателей, выраженные в профессиональных стандартах, применить в итоговой аттестации обучающихся и в промежуточной, в том числе. Промежуточную аттестацию прекрасно можно реализовать, совмещая с профессиональным экзаменом при подготовке специалиста среднего звена</w:t>
      </w:r>
      <w:r w:rsidR="005826D4" w:rsidRPr="006C0B2F">
        <w:rPr>
          <w:szCs w:val="40"/>
        </w:rPr>
        <w:t>, а</w:t>
      </w:r>
      <w:r w:rsidR="007F6C52" w:rsidRPr="006C0B2F">
        <w:rPr>
          <w:szCs w:val="40"/>
        </w:rPr>
        <w:t xml:space="preserve"> также в высшей школе.</w:t>
      </w:r>
    </w:p>
    <w:p w:rsidR="006F005A" w:rsidRPr="006C0B2F" w:rsidRDefault="0062494B" w:rsidP="00ED5B66">
      <w:pPr>
        <w:spacing w:line="360" w:lineRule="auto"/>
        <w:rPr>
          <w:szCs w:val="40"/>
        </w:rPr>
      </w:pPr>
      <w:r w:rsidRPr="006C0B2F">
        <w:rPr>
          <w:szCs w:val="40"/>
        </w:rPr>
        <w:t>Я подготовила презентацию, в</w:t>
      </w:r>
      <w:r w:rsidR="006F005A" w:rsidRPr="006C0B2F">
        <w:rPr>
          <w:szCs w:val="40"/>
        </w:rPr>
        <w:t>виду сокращения времени она буд</w:t>
      </w:r>
      <w:r w:rsidR="00AE6257" w:rsidRPr="006C0B2F">
        <w:rPr>
          <w:szCs w:val="40"/>
        </w:rPr>
        <w:t>ет передана в электронном виде. Я</w:t>
      </w:r>
      <w:r w:rsidR="006F005A" w:rsidRPr="006C0B2F">
        <w:rPr>
          <w:szCs w:val="40"/>
        </w:rPr>
        <w:t xml:space="preserve"> также подготовила раздаточные материалы, это распечатанная презентация и те рекомендации, которые необходимо, </w:t>
      </w:r>
      <w:r w:rsidR="00AE6257" w:rsidRPr="006C0B2F">
        <w:rPr>
          <w:szCs w:val="40"/>
        </w:rPr>
        <w:t>наверное, все-таки К</w:t>
      </w:r>
      <w:r w:rsidR="006F005A" w:rsidRPr="006C0B2F">
        <w:rPr>
          <w:szCs w:val="40"/>
        </w:rPr>
        <w:t>омитету по труду рассмотреть. Потому что это общ</w:t>
      </w:r>
      <w:r w:rsidR="00AE6257" w:rsidRPr="006C0B2F">
        <w:rPr>
          <w:szCs w:val="40"/>
        </w:rPr>
        <w:t>ее мнение, которое обсуждалось Н</w:t>
      </w:r>
      <w:r w:rsidR="006F005A" w:rsidRPr="006C0B2F">
        <w:rPr>
          <w:szCs w:val="40"/>
        </w:rPr>
        <w:t xml:space="preserve">ациональным агентством развития квалификации со всеми участниками данного пилотного </w:t>
      </w:r>
      <w:r w:rsidR="00AE6257" w:rsidRPr="006C0B2F">
        <w:rPr>
          <w:szCs w:val="40"/>
        </w:rPr>
        <w:t xml:space="preserve">проекта. Они были представлены Комитету заранее, </w:t>
      </w:r>
      <w:r w:rsidR="006F005A" w:rsidRPr="006C0B2F">
        <w:rPr>
          <w:szCs w:val="40"/>
        </w:rPr>
        <w:t>всем заинтересованным лицам я тоже постаралась это вс</w:t>
      </w:r>
      <w:r w:rsidR="00AE6257" w:rsidRPr="006C0B2F">
        <w:rPr>
          <w:szCs w:val="40"/>
        </w:rPr>
        <w:t xml:space="preserve">е распечатать, </w:t>
      </w:r>
      <w:r w:rsidR="006F005A" w:rsidRPr="006C0B2F">
        <w:rPr>
          <w:szCs w:val="40"/>
        </w:rPr>
        <w:t xml:space="preserve">кто хочет, может в конце нашего </w:t>
      </w:r>
      <w:r w:rsidR="00033170" w:rsidRPr="006C0B2F">
        <w:rPr>
          <w:szCs w:val="40"/>
        </w:rPr>
        <w:t>«</w:t>
      </w:r>
      <w:r w:rsidR="006F005A" w:rsidRPr="006C0B2F">
        <w:rPr>
          <w:szCs w:val="40"/>
        </w:rPr>
        <w:t>круглого стола</w:t>
      </w:r>
      <w:r w:rsidR="00033170" w:rsidRPr="006C0B2F">
        <w:rPr>
          <w:szCs w:val="40"/>
        </w:rPr>
        <w:t>»</w:t>
      </w:r>
      <w:r w:rsidR="00E94212" w:rsidRPr="006C0B2F">
        <w:rPr>
          <w:szCs w:val="40"/>
        </w:rPr>
        <w:t xml:space="preserve"> их взять.</w:t>
      </w:r>
    </w:p>
    <w:p w:rsidR="006F005A" w:rsidRPr="006C0B2F" w:rsidRDefault="006F005A" w:rsidP="00ED5B66">
      <w:pPr>
        <w:spacing w:line="360" w:lineRule="auto"/>
        <w:rPr>
          <w:szCs w:val="40"/>
        </w:rPr>
      </w:pPr>
      <w:r w:rsidRPr="006C0B2F">
        <w:rPr>
          <w:szCs w:val="40"/>
          <w:u w:val="single"/>
        </w:rPr>
        <w:t>Председательствующий.</w:t>
      </w:r>
      <w:r w:rsidRPr="006C0B2F">
        <w:rPr>
          <w:szCs w:val="40"/>
        </w:rPr>
        <w:t xml:space="preserve"> Спасибо.  </w:t>
      </w:r>
    </w:p>
    <w:p w:rsidR="006F005A" w:rsidRPr="006C0B2F" w:rsidRDefault="006F005A" w:rsidP="00ED5B66">
      <w:pPr>
        <w:spacing w:line="360" w:lineRule="auto"/>
        <w:rPr>
          <w:szCs w:val="40"/>
        </w:rPr>
      </w:pPr>
      <w:r w:rsidRPr="006C0B2F">
        <w:rPr>
          <w:szCs w:val="40"/>
        </w:rPr>
        <w:t>Слово предоставляется Курдюмову Николаю Викторович</w:t>
      </w:r>
      <w:r w:rsidR="00F119A2" w:rsidRPr="006C0B2F">
        <w:rPr>
          <w:szCs w:val="40"/>
        </w:rPr>
        <w:t>у, президенту М</w:t>
      </w:r>
      <w:r w:rsidRPr="006C0B2F">
        <w:rPr>
          <w:szCs w:val="40"/>
        </w:rPr>
        <w:t xml:space="preserve">еждународного альянса </w:t>
      </w:r>
      <w:r w:rsidR="00033170" w:rsidRPr="006C0B2F">
        <w:rPr>
          <w:szCs w:val="40"/>
        </w:rPr>
        <w:t>«</w:t>
      </w:r>
      <w:r w:rsidRPr="006C0B2F">
        <w:rPr>
          <w:szCs w:val="40"/>
        </w:rPr>
        <w:t>Трудовая миграция</w:t>
      </w:r>
      <w:r w:rsidR="00033170" w:rsidRPr="006C0B2F">
        <w:rPr>
          <w:szCs w:val="40"/>
        </w:rPr>
        <w:t>»</w:t>
      </w:r>
      <w:r w:rsidR="00E94212" w:rsidRPr="006C0B2F">
        <w:rPr>
          <w:szCs w:val="40"/>
        </w:rPr>
        <w:t>.</w:t>
      </w:r>
    </w:p>
    <w:p w:rsidR="00F119A2" w:rsidRPr="006C0B2F" w:rsidRDefault="006F005A" w:rsidP="00ED5B66">
      <w:pPr>
        <w:spacing w:line="360" w:lineRule="auto"/>
        <w:rPr>
          <w:szCs w:val="40"/>
        </w:rPr>
      </w:pPr>
      <w:r w:rsidRPr="006C0B2F">
        <w:rPr>
          <w:szCs w:val="40"/>
          <w:u w:val="single"/>
        </w:rPr>
        <w:t>Курдюмов Н.В.</w:t>
      </w:r>
      <w:r w:rsidR="00E94212" w:rsidRPr="006C0B2F">
        <w:rPr>
          <w:szCs w:val="40"/>
        </w:rPr>
        <w:t xml:space="preserve"> Спасибо большое.</w:t>
      </w:r>
    </w:p>
    <w:p w:rsidR="006F005A" w:rsidRPr="006C0B2F" w:rsidRDefault="006F005A" w:rsidP="00ED5B66">
      <w:pPr>
        <w:spacing w:line="360" w:lineRule="auto"/>
        <w:rPr>
          <w:szCs w:val="40"/>
        </w:rPr>
      </w:pPr>
      <w:r w:rsidRPr="006C0B2F">
        <w:rPr>
          <w:szCs w:val="40"/>
        </w:rPr>
        <w:t xml:space="preserve">Уважаемый Александр Сергеевич, члены </w:t>
      </w:r>
      <w:r w:rsidR="00033170" w:rsidRPr="006C0B2F">
        <w:rPr>
          <w:szCs w:val="40"/>
        </w:rPr>
        <w:t>«</w:t>
      </w:r>
      <w:r w:rsidRPr="006C0B2F">
        <w:rPr>
          <w:szCs w:val="40"/>
        </w:rPr>
        <w:t>круглого стола</w:t>
      </w:r>
      <w:r w:rsidR="00033170" w:rsidRPr="006C0B2F">
        <w:rPr>
          <w:szCs w:val="40"/>
        </w:rPr>
        <w:t>»</w:t>
      </w:r>
      <w:r w:rsidRPr="006C0B2F">
        <w:rPr>
          <w:szCs w:val="40"/>
        </w:rPr>
        <w:t>, участники, хочу обратить ваше внимание на иностранных работ</w:t>
      </w:r>
      <w:r w:rsidR="0055600E" w:rsidRPr="006C0B2F">
        <w:rPr>
          <w:szCs w:val="40"/>
        </w:rPr>
        <w:t>ников на российском рынке труда. Э</w:t>
      </w:r>
      <w:r w:rsidRPr="006C0B2F">
        <w:rPr>
          <w:szCs w:val="40"/>
        </w:rPr>
        <w:t xml:space="preserve">то по разным оценкам от 6 </w:t>
      </w:r>
      <w:r w:rsidR="0055600E" w:rsidRPr="006C0B2F">
        <w:rPr>
          <w:szCs w:val="40"/>
        </w:rPr>
        <w:t>д</w:t>
      </w:r>
      <w:r w:rsidRPr="006C0B2F">
        <w:rPr>
          <w:szCs w:val="40"/>
        </w:rPr>
        <w:t>о 10 процентов ВВП страны.</w:t>
      </w:r>
    </w:p>
    <w:p w:rsidR="006F005A" w:rsidRPr="006C0B2F" w:rsidRDefault="006F005A" w:rsidP="00ED5B66">
      <w:pPr>
        <w:spacing w:line="360" w:lineRule="auto"/>
        <w:rPr>
          <w:szCs w:val="40"/>
        </w:rPr>
      </w:pPr>
      <w:r w:rsidRPr="006C0B2F">
        <w:rPr>
          <w:szCs w:val="40"/>
        </w:rPr>
        <w:lastRenderedPageBreak/>
        <w:t>Концепция государственной миграционной политики, которая была утверждена в декабре прошлого года</w:t>
      </w:r>
      <w:r w:rsidR="00D0546F" w:rsidRPr="006C0B2F">
        <w:rPr>
          <w:szCs w:val="40"/>
        </w:rPr>
        <w:t>,</w:t>
      </w:r>
      <w:r w:rsidRPr="006C0B2F">
        <w:rPr>
          <w:szCs w:val="40"/>
        </w:rPr>
        <w:t xml:space="preserve"> формирует и указывает на два направления регулирования трудовой миграции – это организ</w:t>
      </w:r>
      <w:r w:rsidR="00D0546F" w:rsidRPr="006C0B2F">
        <w:rPr>
          <w:szCs w:val="40"/>
        </w:rPr>
        <w:t>ованные формы трудовой миграции</w:t>
      </w:r>
      <w:r w:rsidRPr="006C0B2F">
        <w:rPr>
          <w:szCs w:val="40"/>
        </w:rPr>
        <w:t xml:space="preserve"> и привлечение востребованных</w:t>
      </w:r>
      <w:r w:rsidR="00D0546F" w:rsidRPr="006C0B2F">
        <w:rPr>
          <w:szCs w:val="40"/>
        </w:rPr>
        <w:t xml:space="preserve"> трудовых ресурсов</w:t>
      </w:r>
      <w:r w:rsidRPr="006C0B2F">
        <w:rPr>
          <w:szCs w:val="40"/>
        </w:rPr>
        <w:t xml:space="preserve"> в российскую экономику. Эта концепция, по сути дела, внедряется уже в соглашени</w:t>
      </w:r>
      <w:r w:rsidR="0031509A" w:rsidRPr="006C0B2F">
        <w:rPr>
          <w:szCs w:val="40"/>
        </w:rPr>
        <w:t>я</w:t>
      </w:r>
      <w:r w:rsidRPr="006C0B2F">
        <w:rPr>
          <w:szCs w:val="40"/>
        </w:rPr>
        <w:t xml:space="preserve"> с государствами выезда, в частности с Узбекистаном и с Таджикистаном подписаны соглашения об организованном наборе. И возникает вопрос о предвыездной подготовк</w:t>
      </w:r>
      <w:r w:rsidR="0031509A" w:rsidRPr="006C0B2F">
        <w:rPr>
          <w:szCs w:val="40"/>
        </w:rPr>
        <w:t>е</w:t>
      </w:r>
      <w:r w:rsidRPr="006C0B2F">
        <w:rPr>
          <w:szCs w:val="40"/>
        </w:rPr>
        <w:t xml:space="preserve"> и аттестации тех работников, которых мы называем востребованными на российском рынке труда. На основании какой линейки мы оцениваем? Что м</w:t>
      </w:r>
      <w:r w:rsidR="00280DF8" w:rsidRPr="006C0B2F">
        <w:rPr>
          <w:szCs w:val="40"/>
        </w:rPr>
        <w:t>ы ставим во главу угла при этом? Е</w:t>
      </w:r>
      <w:r w:rsidRPr="006C0B2F">
        <w:rPr>
          <w:szCs w:val="40"/>
        </w:rPr>
        <w:t>сли это диплом, то мы хорошо понимаем, что система образования в государствах выезда оставляет желать лучшего. Поэтому, наверное, ран</w:t>
      </w:r>
      <w:r w:rsidR="00280DF8" w:rsidRPr="006C0B2F">
        <w:rPr>
          <w:szCs w:val="40"/>
        </w:rPr>
        <w:t>о или поздно</w:t>
      </w:r>
      <w:r w:rsidRPr="006C0B2F">
        <w:rPr>
          <w:szCs w:val="40"/>
        </w:rPr>
        <w:t xml:space="preserve"> мы должны будем обратиться к системе профессиональных стандартов и к внедрению этой системы на территориях государств выезда. Потому что планировать, что иностранные работники будут, находясь уже на территории России, пытаться пройти через центры оцен</w:t>
      </w:r>
      <w:r w:rsidR="00957B4E" w:rsidRPr="006C0B2F">
        <w:rPr>
          <w:szCs w:val="40"/>
        </w:rPr>
        <w:t>ки квалификаци</w:t>
      </w:r>
      <w:r w:rsidR="00E03AB6" w:rsidRPr="006C0B2F">
        <w:rPr>
          <w:szCs w:val="40"/>
        </w:rPr>
        <w:t>й</w:t>
      </w:r>
      <w:r w:rsidR="00957B4E" w:rsidRPr="006C0B2F">
        <w:rPr>
          <w:szCs w:val="40"/>
        </w:rPr>
        <w:t>, это нереально.</w:t>
      </w:r>
    </w:p>
    <w:p w:rsidR="006F005A" w:rsidRPr="006C0B2F" w:rsidRDefault="006F005A" w:rsidP="00ED5B66">
      <w:pPr>
        <w:spacing w:line="360" w:lineRule="auto"/>
        <w:rPr>
          <w:szCs w:val="40"/>
        </w:rPr>
      </w:pPr>
      <w:r w:rsidRPr="006C0B2F">
        <w:rPr>
          <w:szCs w:val="40"/>
        </w:rPr>
        <w:t xml:space="preserve">Должен сказать по нашим контактам с органами исполнительной власти Узбекистана и Таджикистана по трудовой миграции, </w:t>
      </w:r>
      <w:r w:rsidR="00414564" w:rsidRPr="006C0B2F">
        <w:rPr>
          <w:szCs w:val="40"/>
        </w:rPr>
        <w:t xml:space="preserve">что </w:t>
      </w:r>
      <w:r w:rsidRPr="006C0B2F">
        <w:rPr>
          <w:szCs w:val="40"/>
        </w:rPr>
        <w:t>там есть готовность принимать участие в процессах создания площадок подготовки и аттестации на выезде востребованных работников. Вопросы миграции закреплены за СПК в сфере безопас</w:t>
      </w:r>
      <w:r w:rsidR="00414564" w:rsidRPr="006C0B2F">
        <w:rPr>
          <w:szCs w:val="40"/>
        </w:rPr>
        <w:t>ности труда и социальной защиты</w:t>
      </w:r>
      <w:r w:rsidRPr="006C0B2F">
        <w:rPr>
          <w:szCs w:val="40"/>
        </w:rPr>
        <w:t xml:space="preserve"> и занятости населения. Юрий Викторович Герций здесь присутствует</w:t>
      </w:r>
      <w:r w:rsidR="00414564" w:rsidRPr="006C0B2F">
        <w:rPr>
          <w:szCs w:val="40"/>
        </w:rPr>
        <w:t>. Нами подготовлен</w:t>
      </w:r>
      <w:r w:rsidRPr="006C0B2F">
        <w:rPr>
          <w:szCs w:val="40"/>
        </w:rPr>
        <w:t xml:space="preserve"> и сейчас </w:t>
      </w:r>
      <w:r w:rsidR="00414564" w:rsidRPr="006C0B2F">
        <w:rPr>
          <w:szCs w:val="40"/>
        </w:rPr>
        <w:t>на завершающей стадии утвержден</w:t>
      </w:r>
      <w:r w:rsidRPr="006C0B2F">
        <w:rPr>
          <w:szCs w:val="40"/>
        </w:rPr>
        <w:t xml:space="preserve"> </w:t>
      </w:r>
      <w:r w:rsidR="00414564" w:rsidRPr="006C0B2F">
        <w:rPr>
          <w:szCs w:val="40"/>
        </w:rPr>
        <w:t>Минтруд</w:t>
      </w:r>
      <w:r w:rsidR="00F637E3" w:rsidRPr="006C0B2F">
        <w:rPr>
          <w:szCs w:val="40"/>
        </w:rPr>
        <w:t>ом</w:t>
      </w:r>
      <w:r w:rsidR="00414564" w:rsidRPr="006C0B2F">
        <w:rPr>
          <w:szCs w:val="40"/>
        </w:rPr>
        <w:t xml:space="preserve"> и зарегистрирован</w:t>
      </w:r>
      <w:r w:rsidRPr="006C0B2F">
        <w:rPr>
          <w:szCs w:val="40"/>
        </w:rPr>
        <w:t xml:space="preserve"> Минюстом профстандарт </w:t>
      </w:r>
      <w:r w:rsidR="00033170" w:rsidRPr="006C0B2F">
        <w:rPr>
          <w:szCs w:val="40"/>
        </w:rPr>
        <w:t>«</w:t>
      </w:r>
      <w:r w:rsidR="00414564" w:rsidRPr="006C0B2F">
        <w:rPr>
          <w:szCs w:val="40"/>
        </w:rPr>
        <w:t>С</w:t>
      </w:r>
      <w:r w:rsidRPr="006C0B2F">
        <w:rPr>
          <w:szCs w:val="40"/>
        </w:rPr>
        <w:t>пециалист по трудовой миграции</w:t>
      </w:r>
      <w:r w:rsidR="00033170" w:rsidRPr="006C0B2F">
        <w:rPr>
          <w:szCs w:val="40"/>
        </w:rPr>
        <w:t>»</w:t>
      </w:r>
      <w:r w:rsidR="00414564" w:rsidRPr="006C0B2F">
        <w:rPr>
          <w:szCs w:val="40"/>
        </w:rPr>
        <w:t>. Это люди,</w:t>
      </w:r>
      <w:r w:rsidRPr="006C0B2F">
        <w:rPr>
          <w:szCs w:val="40"/>
        </w:rPr>
        <w:t xml:space="preserve"> которые мог</w:t>
      </w:r>
      <w:r w:rsidR="00414564" w:rsidRPr="006C0B2F">
        <w:rPr>
          <w:szCs w:val="40"/>
        </w:rPr>
        <w:t>ли бы сопровождать эти процессы, п</w:t>
      </w:r>
      <w:r w:rsidRPr="006C0B2F">
        <w:rPr>
          <w:szCs w:val="40"/>
        </w:rPr>
        <w:t>оскольку это достаточно сложно и со многими рисками, со многими к</w:t>
      </w:r>
      <w:r w:rsidR="00414564" w:rsidRPr="006C0B2F">
        <w:rPr>
          <w:szCs w:val="40"/>
        </w:rPr>
        <w:t>апканами, так сказать, процессы. Они</w:t>
      </w:r>
      <w:r w:rsidRPr="006C0B2F">
        <w:rPr>
          <w:szCs w:val="40"/>
        </w:rPr>
        <w:t xml:space="preserve"> долж</w:t>
      </w:r>
      <w:r w:rsidR="00523517" w:rsidRPr="006C0B2F">
        <w:rPr>
          <w:szCs w:val="40"/>
        </w:rPr>
        <w:t>ны проводиться профессионально.</w:t>
      </w:r>
    </w:p>
    <w:p w:rsidR="006F005A" w:rsidRPr="006C0B2F" w:rsidRDefault="006F005A" w:rsidP="00ED5B66">
      <w:pPr>
        <w:spacing w:line="360" w:lineRule="auto"/>
        <w:rPr>
          <w:szCs w:val="40"/>
        </w:rPr>
      </w:pPr>
      <w:r w:rsidRPr="006C0B2F">
        <w:rPr>
          <w:szCs w:val="40"/>
        </w:rPr>
        <w:lastRenderedPageBreak/>
        <w:t>Цель моего выступления – обратить ваше внимание на то, что есть этот рынок, большой рынок и там не только неквалифицированные работники, но и квалифицированные и средней квалификации работники, им нужно заниматься. Есть у нас уже пилотные проекты с СПК в сфере сварки, с СПК ЖКХ, которые готовы вы</w:t>
      </w:r>
      <w:r w:rsidR="00374E5A" w:rsidRPr="006C0B2F">
        <w:rPr>
          <w:szCs w:val="40"/>
        </w:rPr>
        <w:t>ступать в начале этой работы.</w:t>
      </w:r>
    </w:p>
    <w:p w:rsidR="006F005A" w:rsidRPr="006C0B2F" w:rsidRDefault="006F005A" w:rsidP="00ED5B66">
      <w:pPr>
        <w:spacing w:line="360" w:lineRule="auto"/>
        <w:rPr>
          <w:szCs w:val="40"/>
        </w:rPr>
      </w:pPr>
      <w:r w:rsidRPr="006C0B2F">
        <w:rPr>
          <w:szCs w:val="40"/>
        </w:rPr>
        <w:t>Я приглашаю присутствующих здесь представителей СПК к тому, чтобы начин</w:t>
      </w:r>
      <w:r w:rsidR="00013FFB" w:rsidRPr="006C0B2F">
        <w:rPr>
          <w:szCs w:val="40"/>
        </w:rPr>
        <w:t>ать работу. Это сложный процесс, н</w:t>
      </w:r>
      <w:r w:rsidRPr="006C0B2F">
        <w:rPr>
          <w:szCs w:val="40"/>
        </w:rPr>
        <w:t>о нам необходимо рано или поздно прийти к тому</w:t>
      </w:r>
      <w:r w:rsidR="00013FFB" w:rsidRPr="006C0B2F">
        <w:rPr>
          <w:szCs w:val="40"/>
        </w:rPr>
        <w:t xml:space="preserve">, чтобы </w:t>
      </w:r>
      <w:r w:rsidRPr="006C0B2F">
        <w:rPr>
          <w:szCs w:val="40"/>
        </w:rPr>
        <w:t>создавать центр</w:t>
      </w:r>
      <w:r w:rsidR="00013FFB" w:rsidRPr="006C0B2F">
        <w:rPr>
          <w:szCs w:val="40"/>
        </w:rPr>
        <w:t>ы</w:t>
      </w:r>
      <w:r w:rsidRPr="006C0B2F">
        <w:rPr>
          <w:szCs w:val="40"/>
        </w:rPr>
        <w:t xml:space="preserve"> подготовки и оценки квалификаций в соответствии с требованиям</w:t>
      </w:r>
      <w:r w:rsidR="00013FFB" w:rsidRPr="006C0B2F">
        <w:rPr>
          <w:szCs w:val="40"/>
        </w:rPr>
        <w:t>и РФ на территории иных государств.</w:t>
      </w:r>
    </w:p>
    <w:p w:rsidR="006F005A" w:rsidRPr="006C0B2F" w:rsidRDefault="00374E5A" w:rsidP="00ED5B66">
      <w:pPr>
        <w:spacing w:line="360" w:lineRule="auto"/>
        <w:rPr>
          <w:szCs w:val="40"/>
        </w:rPr>
      </w:pPr>
      <w:r w:rsidRPr="006C0B2F">
        <w:rPr>
          <w:szCs w:val="40"/>
        </w:rPr>
        <w:t>Спасибо.</w:t>
      </w:r>
    </w:p>
    <w:p w:rsidR="006F005A" w:rsidRPr="006C0B2F" w:rsidRDefault="006F005A" w:rsidP="00ED5B66">
      <w:pPr>
        <w:spacing w:line="360" w:lineRule="auto"/>
        <w:rPr>
          <w:szCs w:val="40"/>
        </w:rPr>
      </w:pPr>
      <w:r w:rsidRPr="006C0B2F">
        <w:rPr>
          <w:szCs w:val="40"/>
          <w:u w:val="single"/>
        </w:rPr>
        <w:t>Председательствующий.</w:t>
      </w:r>
      <w:r w:rsidR="00A23B7A" w:rsidRPr="006C0B2F">
        <w:rPr>
          <w:szCs w:val="40"/>
        </w:rPr>
        <w:t xml:space="preserve"> Спасибо.</w:t>
      </w:r>
    </w:p>
    <w:p w:rsidR="006F005A" w:rsidRPr="006C0B2F" w:rsidRDefault="006F005A" w:rsidP="00ED5B66">
      <w:pPr>
        <w:spacing w:line="360" w:lineRule="auto"/>
        <w:rPr>
          <w:szCs w:val="40"/>
        </w:rPr>
      </w:pPr>
      <w:r w:rsidRPr="006C0B2F">
        <w:rPr>
          <w:szCs w:val="40"/>
        </w:rPr>
        <w:t>Список записавшихся заранее у нас исчерпан</w:t>
      </w:r>
      <w:r w:rsidR="00046BA0" w:rsidRPr="006C0B2F">
        <w:rPr>
          <w:szCs w:val="40"/>
        </w:rPr>
        <w:t>, н</w:t>
      </w:r>
      <w:r w:rsidRPr="006C0B2F">
        <w:rPr>
          <w:szCs w:val="40"/>
        </w:rPr>
        <w:t>о попросил слово на несколько минут Юрий Викторович Герций, который в настоящий момент является председателем СПК в сфере безопасности труда, социальной защиты и занятости населения. Ну а большинство его з</w:t>
      </w:r>
      <w:r w:rsidR="00A23B7A" w:rsidRPr="006C0B2F">
        <w:rPr>
          <w:szCs w:val="40"/>
        </w:rPr>
        <w:t>нает как руководителя Роструда.</w:t>
      </w:r>
    </w:p>
    <w:p w:rsidR="006F005A" w:rsidRPr="006C0B2F" w:rsidRDefault="006F005A" w:rsidP="00ED5B66">
      <w:pPr>
        <w:spacing w:line="360" w:lineRule="auto"/>
        <w:rPr>
          <w:szCs w:val="40"/>
        </w:rPr>
      </w:pPr>
      <w:r w:rsidRPr="006C0B2F">
        <w:rPr>
          <w:szCs w:val="40"/>
          <w:u w:val="single"/>
        </w:rPr>
        <w:t>Герций Ю.В.</w:t>
      </w:r>
      <w:r w:rsidRPr="006C0B2F">
        <w:rPr>
          <w:szCs w:val="40"/>
        </w:rPr>
        <w:t xml:space="preserve"> Спасибо большое, Александр Сергеевич, и за предоставленное слово, и за ту ин</w:t>
      </w:r>
      <w:r w:rsidR="00A23B7A" w:rsidRPr="006C0B2F">
        <w:rPr>
          <w:szCs w:val="40"/>
        </w:rPr>
        <w:t>формацию, которая была сказана.</w:t>
      </w:r>
    </w:p>
    <w:p w:rsidR="006F005A" w:rsidRPr="006C0B2F" w:rsidRDefault="006F005A" w:rsidP="00ED5B66">
      <w:pPr>
        <w:spacing w:line="360" w:lineRule="auto"/>
        <w:rPr>
          <w:szCs w:val="40"/>
        </w:rPr>
      </w:pPr>
      <w:r w:rsidRPr="006C0B2F">
        <w:rPr>
          <w:szCs w:val="40"/>
        </w:rPr>
        <w:t>Я хочу сказать, что наше сегодняшнее совещание ещё раз подтверждает ту высокую необходимость, которая нужна на нашем рынке труда с точки зрения оценки квалификаций, подготовки кадров и принятия решений. И надо отдать д</w:t>
      </w:r>
      <w:r w:rsidR="00B12C79" w:rsidRPr="006C0B2F">
        <w:rPr>
          <w:szCs w:val="40"/>
        </w:rPr>
        <w:t>олжное и Министерству труда, и Национальному совету, и Н</w:t>
      </w:r>
      <w:r w:rsidRPr="006C0B2F">
        <w:rPr>
          <w:szCs w:val="40"/>
        </w:rPr>
        <w:t xml:space="preserve">ациональному агентству, </w:t>
      </w:r>
      <w:r w:rsidR="00B12C79" w:rsidRPr="006C0B2F">
        <w:rPr>
          <w:szCs w:val="40"/>
        </w:rPr>
        <w:t xml:space="preserve">и </w:t>
      </w:r>
      <w:r w:rsidRPr="006C0B2F">
        <w:rPr>
          <w:szCs w:val="40"/>
        </w:rPr>
        <w:t>в целом Пра</w:t>
      </w:r>
      <w:r w:rsidR="00B12C79" w:rsidRPr="006C0B2F">
        <w:rPr>
          <w:szCs w:val="40"/>
        </w:rPr>
        <w:t>вительству Российской Федерации.</w:t>
      </w:r>
      <w:r w:rsidRPr="006C0B2F">
        <w:rPr>
          <w:szCs w:val="40"/>
        </w:rPr>
        <w:t xml:space="preserve"> </w:t>
      </w:r>
      <w:r w:rsidR="00B12C79" w:rsidRPr="006C0B2F">
        <w:rPr>
          <w:szCs w:val="40"/>
        </w:rPr>
        <w:t>Я считаю, на мой взгляд</w:t>
      </w:r>
      <w:r w:rsidRPr="006C0B2F">
        <w:rPr>
          <w:szCs w:val="40"/>
        </w:rPr>
        <w:t xml:space="preserve"> и на взгляд нашего совета, что нормативная база та, которая сейчас имеется с точки зрения организации с</w:t>
      </w:r>
      <w:r w:rsidR="00B12C79" w:rsidRPr="006C0B2F">
        <w:rPr>
          <w:szCs w:val="40"/>
        </w:rPr>
        <w:t xml:space="preserve">истемы оценки квалификаций, </w:t>
      </w:r>
      <w:r w:rsidRPr="006C0B2F">
        <w:rPr>
          <w:szCs w:val="40"/>
        </w:rPr>
        <w:t>полностью соответствует тем</w:t>
      </w:r>
      <w:r w:rsidR="00B12C79" w:rsidRPr="006C0B2F">
        <w:rPr>
          <w:szCs w:val="40"/>
        </w:rPr>
        <w:t xml:space="preserve"> потребностям, которые имеются. О</w:t>
      </w:r>
      <w:r w:rsidRPr="006C0B2F">
        <w:rPr>
          <w:szCs w:val="40"/>
        </w:rPr>
        <w:t xml:space="preserve">на в состоянии обеспечить, а наша задача реализовать </w:t>
      </w:r>
      <w:r w:rsidR="00457CEB" w:rsidRPr="006C0B2F">
        <w:rPr>
          <w:szCs w:val="40"/>
        </w:rPr>
        <w:t>проведение оценки квалификаци</w:t>
      </w:r>
      <w:r w:rsidR="009522C0" w:rsidRPr="006C0B2F">
        <w:rPr>
          <w:szCs w:val="40"/>
        </w:rPr>
        <w:t>и</w:t>
      </w:r>
      <w:r w:rsidR="00457CEB" w:rsidRPr="006C0B2F">
        <w:rPr>
          <w:szCs w:val="40"/>
        </w:rPr>
        <w:t>.</w:t>
      </w:r>
    </w:p>
    <w:p w:rsidR="006F005A" w:rsidRPr="006C0B2F" w:rsidRDefault="00C245FA" w:rsidP="00ED5B66">
      <w:pPr>
        <w:spacing w:line="360" w:lineRule="auto"/>
        <w:rPr>
          <w:szCs w:val="40"/>
        </w:rPr>
      </w:pPr>
      <w:r w:rsidRPr="006C0B2F">
        <w:rPr>
          <w:szCs w:val="40"/>
        </w:rPr>
        <w:lastRenderedPageBreak/>
        <w:t>С точки зрения понятий и терминологии. Е</w:t>
      </w:r>
      <w:r w:rsidR="006F005A" w:rsidRPr="006C0B2F">
        <w:rPr>
          <w:szCs w:val="40"/>
        </w:rPr>
        <w:t xml:space="preserve">е достаточно, потому что даже в Федеральном законе </w:t>
      </w:r>
      <w:r w:rsidRPr="006C0B2F">
        <w:rPr>
          <w:szCs w:val="40"/>
        </w:rPr>
        <w:t>№</w:t>
      </w:r>
      <w:r w:rsidR="00743638" w:rsidRPr="006C0B2F">
        <w:rPr>
          <w:szCs w:val="40"/>
        </w:rPr>
        <w:t> </w:t>
      </w:r>
      <w:r w:rsidRPr="006C0B2F">
        <w:rPr>
          <w:szCs w:val="40"/>
        </w:rPr>
        <w:t>238, в постановлении Правительства</w:t>
      </w:r>
      <w:r w:rsidR="006F005A" w:rsidRPr="006C0B2F">
        <w:rPr>
          <w:szCs w:val="40"/>
        </w:rPr>
        <w:t xml:space="preserve"> идет ссылка</w:t>
      </w:r>
      <w:r w:rsidRPr="006C0B2F">
        <w:rPr>
          <w:szCs w:val="40"/>
        </w:rPr>
        <w:t xml:space="preserve"> на то</w:t>
      </w:r>
      <w:r w:rsidR="006F005A" w:rsidRPr="006C0B2F">
        <w:rPr>
          <w:szCs w:val="40"/>
        </w:rPr>
        <w:t>, что подразумевается под той или другой позицией. Просто нам надо совместно более активно работать по ряду других направлений. Прежде всего, мы должны активно пропагандировать, разъяснять, как в советское время говорили, проводить агитационно-разъяснительную и пропагандистскую работу, что же такое и почему необходима оценка квалификаци</w:t>
      </w:r>
      <w:r w:rsidR="00743638" w:rsidRPr="006C0B2F">
        <w:rPr>
          <w:szCs w:val="40"/>
        </w:rPr>
        <w:t>и</w:t>
      </w:r>
      <w:r w:rsidR="006F005A" w:rsidRPr="006C0B2F">
        <w:rPr>
          <w:szCs w:val="40"/>
        </w:rPr>
        <w:t>, какова ее роль, место, что она дает. Тут уже пытались рассказать, но это надо не только рассказ</w:t>
      </w:r>
      <w:r w:rsidRPr="006C0B2F">
        <w:rPr>
          <w:szCs w:val="40"/>
        </w:rPr>
        <w:t>ать, а это надо организовать. И,</w:t>
      </w:r>
      <w:r w:rsidR="006F005A" w:rsidRPr="006C0B2F">
        <w:rPr>
          <w:szCs w:val="40"/>
        </w:rPr>
        <w:t xml:space="preserve"> видимо, здесь </w:t>
      </w:r>
      <w:r w:rsidRPr="006C0B2F">
        <w:rPr>
          <w:szCs w:val="40"/>
        </w:rPr>
        <w:t xml:space="preserve">нужны </w:t>
      </w:r>
      <w:r w:rsidR="006F005A" w:rsidRPr="006C0B2F">
        <w:rPr>
          <w:szCs w:val="40"/>
        </w:rPr>
        <w:t>и Госуд</w:t>
      </w:r>
      <w:r w:rsidRPr="006C0B2F">
        <w:rPr>
          <w:szCs w:val="40"/>
        </w:rPr>
        <w:t>арственная Дума, и депутаты, и К</w:t>
      </w:r>
      <w:r w:rsidR="006F005A" w:rsidRPr="006C0B2F">
        <w:rPr>
          <w:szCs w:val="40"/>
        </w:rPr>
        <w:t>омитет</w:t>
      </w:r>
      <w:r w:rsidRPr="006C0B2F">
        <w:rPr>
          <w:szCs w:val="40"/>
        </w:rPr>
        <w:t xml:space="preserve">, и Министерство, и наши средства. </w:t>
      </w:r>
      <w:r w:rsidR="006F005A" w:rsidRPr="006C0B2F">
        <w:rPr>
          <w:szCs w:val="40"/>
        </w:rPr>
        <w:t>Мы по телевидению разве много слышим, читаем в газетах что-то по системе оценки квалификаций? Я редко это вижу, хотя, пытаюсь каждый</w:t>
      </w:r>
      <w:r w:rsidR="00743638" w:rsidRPr="006C0B2F">
        <w:rPr>
          <w:szCs w:val="40"/>
        </w:rPr>
        <w:t xml:space="preserve"> раз что-то где-то просмотреть.</w:t>
      </w:r>
    </w:p>
    <w:p w:rsidR="006F005A" w:rsidRPr="006C0B2F" w:rsidRDefault="006F005A" w:rsidP="00ED5B66">
      <w:pPr>
        <w:spacing w:line="360" w:lineRule="auto"/>
        <w:rPr>
          <w:szCs w:val="40"/>
        </w:rPr>
      </w:pPr>
      <w:r w:rsidRPr="006C0B2F">
        <w:rPr>
          <w:szCs w:val="40"/>
        </w:rPr>
        <w:t>Второй блок, который, полагаю, через депутат</w:t>
      </w:r>
      <w:r w:rsidR="00D86DC0" w:rsidRPr="006C0B2F">
        <w:rPr>
          <w:szCs w:val="40"/>
        </w:rPr>
        <w:t>ов</w:t>
      </w:r>
      <w:r w:rsidRPr="006C0B2F">
        <w:rPr>
          <w:szCs w:val="40"/>
        </w:rPr>
        <w:t xml:space="preserve"> можно решить, через ваши депутатские контакты с региональными депутатами региональных органов законодательной власти с точки зрения их поворота лицом к системе развития квалификаций в Российской Федерации. Потому что мы серьезной поддержки от субъектов в лице органов ис</w:t>
      </w:r>
      <w:r w:rsidR="006F501C" w:rsidRPr="006C0B2F">
        <w:rPr>
          <w:szCs w:val="40"/>
        </w:rPr>
        <w:t>полнительной власти не ощущаем.</w:t>
      </w:r>
    </w:p>
    <w:p w:rsidR="006F005A" w:rsidRPr="006C0B2F" w:rsidRDefault="00D61CB2" w:rsidP="00ED5B66">
      <w:pPr>
        <w:spacing w:line="360" w:lineRule="auto"/>
        <w:rPr>
          <w:szCs w:val="40"/>
        </w:rPr>
      </w:pPr>
      <w:r w:rsidRPr="006C0B2F">
        <w:rPr>
          <w:szCs w:val="40"/>
        </w:rPr>
        <w:t>Следующее. Я</w:t>
      </w:r>
      <w:r w:rsidR="006F005A" w:rsidRPr="006C0B2F">
        <w:rPr>
          <w:szCs w:val="40"/>
        </w:rPr>
        <w:t xml:space="preserve"> полагаю</w:t>
      </w:r>
      <w:r w:rsidRPr="006C0B2F">
        <w:rPr>
          <w:szCs w:val="40"/>
        </w:rPr>
        <w:t>, что и Министерству, и Н</w:t>
      </w:r>
      <w:r w:rsidR="006F005A" w:rsidRPr="006C0B2F">
        <w:rPr>
          <w:szCs w:val="40"/>
        </w:rPr>
        <w:t>ациональному агентству</w:t>
      </w:r>
      <w:r w:rsidRPr="006C0B2F">
        <w:rPr>
          <w:szCs w:val="40"/>
        </w:rPr>
        <w:t>, и, может быть, даже Национальному совету</w:t>
      </w:r>
      <w:r w:rsidR="006F005A" w:rsidRPr="006C0B2F">
        <w:rPr>
          <w:szCs w:val="40"/>
        </w:rPr>
        <w:t xml:space="preserve"> надо продумать вопрос, связанный с такой важной задачей, как система центров оценки квалификаций. Мы наплодили, я говорю в прямом смысле слова, 354 центра оценки квалификаций. А если посмотреть отчеты, как работают</w:t>
      </w:r>
      <w:r w:rsidRPr="006C0B2F">
        <w:rPr>
          <w:szCs w:val="40"/>
        </w:rPr>
        <w:t xml:space="preserve"> эти центры оценки квалификаций? О</w:t>
      </w:r>
      <w:r w:rsidR="006F005A" w:rsidRPr="006C0B2F">
        <w:rPr>
          <w:szCs w:val="40"/>
        </w:rPr>
        <w:t xml:space="preserve">ни работают очень слабо, </w:t>
      </w:r>
      <w:r w:rsidRPr="006C0B2F">
        <w:rPr>
          <w:szCs w:val="40"/>
        </w:rPr>
        <w:t xml:space="preserve">не </w:t>
      </w:r>
      <w:r w:rsidR="006F005A" w:rsidRPr="006C0B2F">
        <w:rPr>
          <w:szCs w:val="40"/>
        </w:rPr>
        <w:t xml:space="preserve">эффективно. То есть финансово-экономическая деятельность этих центров не обеспечивает их жизнедеятельность. Затраты идут больше, чем возможность получить </w:t>
      </w:r>
      <w:r w:rsidRPr="006C0B2F">
        <w:rPr>
          <w:szCs w:val="40"/>
        </w:rPr>
        <w:t xml:space="preserve">и </w:t>
      </w:r>
      <w:r w:rsidR="006F005A" w:rsidRPr="006C0B2F">
        <w:rPr>
          <w:szCs w:val="40"/>
        </w:rPr>
        <w:t>компенсировать какие-то нюансы. Может быть, здесь посмотреть через систему центр</w:t>
      </w:r>
      <w:r w:rsidR="0088005B" w:rsidRPr="006C0B2F">
        <w:rPr>
          <w:szCs w:val="40"/>
        </w:rPr>
        <w:t>ов</w:t>
      </w:r>
      <w:r w:rsidR="006F005A" w:rsidRPr="006C0B2F">
        <w:rPr>
          <w:szCs w:val="40"/>
        </w:rPr>
        <w:t xml:space="preserve"> оценки квалификаций межотраслевы</w:t>
      </w:r>
      <w:r w:rsidR="0088005B" w:rsidRPr="006C0B2F">
        <w:rPr>
          <w:szCs w:val="40"/>
        </w:rPr>
        <w:t>х</w:t>
      </w:r>
      <w:r w:rsidR="006F005A" w:rsidRPr="006C0B2F">
        <w:rPr>
          <w:szCs w:val="40"/>
        </w:rPr>
        <w:t>, межрегиональны</w:t>
      </w:r>
      <w:r w:rsidR="0088005B" w:rsidRPr="006C0B2F">
        <w:rPr>
          <w:szCs w:val="40"/>
        </w:rPr>
        <w:t>х</w:t>
      </w:r>
      <w:r w:rsidR="006F005A" w:rsidRPr="006C0B2F">
        <w:rPr>
          <w:szCs w:val="40"/>
        </w:rPr>
        <w:t xml:space="preserve"> центр</w:t>
      </w:r>
      <w:r w:rsidR="0088005B" w:rsidRPr="006C0B2F">
        <w:rPr>
          <w:szCs w:val="40"/>
        </w:rPr>
        <w:t>ов</w:t>
      </w:r>
      <w:r w:rsidR="006F005A" w:rsidRPr="006C0B2F">
        <w:rPr>
          <w:szCs w:val="40"/>
        </w:rPr>
        <w:t xml:space="preserve"> </w:t>
      </w:r>
      <w:r w:rsidR="006F005A" w:rsidRPr="006C0B2F">
        <w:rPr>
          <w:szCs w:val="40"/>
        </w:rPr>
        <w:lastRenderedPageBreak/>
        <w:t>оценки квалификаций, экзаменационны</w:t>
      </w:r>
      <w:r w:rsidR="0088005B" w:rsidRPr="006C0B2F">
        <w:rPr>
          <w:szCs w:val="40"/>
        </w:rPr>
        <w:t>х</w:t>
      </w:r>
      <w:r w:rsidR="006F005A" w:rsidRPr="006C0B2F">
        <w:rPr>
          <w:szCs w:val="40"/>
        </w:rPr>
        <w:t xml:space="preserve"> центр</w:t>
      </w:r>
      <w:r w:rsidR="0088005B" w:rsidRPr="006C0B2F">
        <w:rPr>
          <w:szCs w:val="40"/>
        </w:rPr>
        <w:t>ов</w:t>
      </w:r>
      <w:r w:rsidR="006F005A" w:rsidRPr="006C0B2F">
        <w:rPr>
          <w:szCs w:val="40"/>
        </w:rPr>
        <w:t xml:space="preserve">, как </w:t>
      </w:r>
      <w:r w:rsidR="0088005B" w:rsidRPr="006C0B2F">
        <w:rPr>
          <w:szCs w:val="40"/>
        </w:rPr>
        <w:t xml:space="preserve">их </w:t>
      </w:r>
      <w:r w:rsidR="006F005A" w:rsidRPr="006C0B2F">
        <w:rPr>
          <w:szCs w:val="40"/>
        </w:rPr>
        <w:t>структурны</w:t>
      </w:r>
      <w:r w:rsidR="0088005B" w:rsidRPr="006C0B2F">
        <w:rPr>
          <w:szCs w:val="40"/>
        </w:rPr>
        <w:t>х</w:t>
      </w:r>
      <w:r w:rsidR="006F005A" w:rsidRPr="006C0B2F">
        <w:rPr>
          <w:szCs w:val="40"/>
        </w:rPr>
        <w:t xml:space="preserve"> подразделени</w:t>
      </w:r>
      <w:r w:rsidR="0088005B" w:rsidRPr="006C0B2F">
        <w:rPr>
          <w:szCs w:val="40"/>
        </w:rPr>
        <w:t>й, а</w:t>
      </w:r>
      <w:r w:rsidR="006F005A" w:rsidRPr="006C0B2F">
        <w:rPr>
          <w:szCs w:val="40"/>
        </w:rPr>
        <w:t xml:space="preserve"> не</w:t>
      </w:r>
      <w:r w:rsidRPr="006C0B2F">
        <w:rPr>
          <w:szCs w:val="40"/>
        </w:rPr>
        <w:t xml:space="preserve"> </w:t>
      </w:r>
      <w:r w:rsidR="006F005A" w:rsidRPr="006C0B2F">
        <w:rPr>
          <w:szCs w:val="40"/>
        </w:rPr>
        <w:t>юриди</w:t>
      </w:r>
      <w:r w:rsidRPr="006C0B2F">
        <w:rPr>
          <w:szCs w:val="40"/>
        </w:rPr>
        <w:t>ческ</w:t>
      </w:r>
      <w:r w:rsidR="0088005B" w:rsidRPr="006C0B2F">
        <w:rPr>
          <w:szCs w:val="40"/>
        </w:rPr>
        <w:t>и самостоятельных</w:t>
      </w:r>
      <w:r w:rsidRPr="006C0B2F">
        <w:rPr>
          <w:szCs w:val="40"/>
        </w:rPr>
        <w:t xml:space="preserve"> экзаменационн</w:t>
      </w:r>
      <w:r w:rsidR="0088005B" w:rsidRPr="006C0B2F">
        <w:rPr>
          <w:szCs w:val="40"/>
        </w:rPr>
        <w:t>ых</w:t>
      </w:r>
      <w:r w:rsidRPr="006C0B2F">
        <w:rPr>
          <w:szCs w:val="40"/>
        </w:rPr>
        <w:t xml:space="preserve"> площад</w:t>
      </w:r>
      <w:r w:rsidR="0088005B" w:rsidRPr="006C0B2F">
        <w:rPr>
          <w:szCs w:val="40"/>
        </w:rPr>
        <w:t>ок</w:t>
      </w:r>
      <w:r w:rsidRPr="006C0B2F">
        <w:rPr>
          <w:szCs w:val="40"/>
        </w:rPr>
        <w:t>? И</w:t>
      </w:r>
      <w:r w:rsidR="006F005A" w:rsidRPr="006C0B2F">
        <w:rPr>
          <w:szCs w:val="40"/>
        </w:rPr>
        <w:t xml:space="preserve"> тогда эта работа будет квалифицирован</w:t>
      </w:r>
      <w:r w:rsidRPr="006C0B2F">
        <w:rPr>
          <w:szCs w:val="40"/>
        </w:rPr>
        <w:t>н</w:t>
      </w:r>
      <w:r w:rsidR="0088005B" w:rsidRPr="006C0B2F">
        <w:rPr>
          <w:szCs w:val="40"/>
        </w:rPr>
        <w:t>о идти.</w:t>
      </w:r>
    </w:p>
    <w:p w:rsidR="006F005A" w:rsidRPr="006C0B2F" w:rsidRDefault="006F005A" w:rsidP="00ED5B66">
      <w:pPr>
        <w:spacing w:line="360" w:lineRule="auto"/>
        <w:rPr>
          <w:szCs w:val="40"/>
        </w:rPr>
      </w:pPr>
      <w:r w:rsidRPr="006C0B2F">
        <w:rPr>
          <w:szCs w:val="40"/>
        </w:rPr>
        <w:t xml:space="preserve">И я бы хотел защитить в целом нашу систему, </w:t>
      </w:r>
      <w:r w:rsidR="00622A35" w:rsidRPr="006C0B2F">
        <w:rPr>
          <w:szCs w:val="40"/>
        </w:rPr>
        <w:t>о</w:t>
      </w:r>
      <w:r w:rsidRPr="006C0B2F">
        <w:rPr>
          <w:szCs w:val="40"/>
        </w:rPr>
        <w:t xml:space="preserve"> которой мы </w:t>
      </w:r>
      <w:r w:rsidR="00622A35" w:rsidRPr="006C0B2F">
        <w:rPr>
          <w:szCs w:val="40"/>
        </w:rPr>
        <w:t>с вами сегодня ведем обсуждение. М</w:t>
      </w:r>
      <w:r w:rsidRPr="006C0B2F">
        <w:rPr>
          <w:szCs w:val="40"/>
        </w:rPr>
        <w:t>ы готовим специалистов, которые оценивают наших соискателей. Это и эксперты. А эксперты у нас отбираются, исходя из уровня образования, знаний, опыта работ</w:t>
      </w:r>
      <w:r w:rsidR="00622A35" w:rsidRPr="006C0B2F">
        <w:rPr>
          <w:szCs w:val="40"/>
        </w:rPr>
        <w:t>ы</w:t>
      </w:r>
      <w:r w:rsidRPr="006C0B2F">
        <w:rPr>
          <w:szCs w:val="40"/>
        </w:rPr>
        <w:t xml:space="preserve"> не менее пяти лет</w:t>
      </w:r>
      <w:r w:rsidR="00622A35" w:rsidRPr="006C0B2F">
        <w:rPr>
          <w:szCs w:val="40"/>
        </w:rPr>
        <w:t>,</w:t>
      </w:r>
      <w:r w:rsidRPr="006C0B2F">
        <w:rPr>
          <w:szCs w:val="40"/>
        </w:rPr>
        <w:t xml:space="preserve"> может быть</w:t>
      </w:r>
      <w:r w:rsidR="00622A35" w:rsidRPr="006C0B2F">
        <w:rPr>
          <w:szCs w:val="40"/>
        </w:rPr>
        <w:t>,</w:t>
      </w:r>
      <w:r w:rsidRPr="006C0B2F">
        <w:rPr>
          <w:szCs w:val="40"/>
        </w:rPr>
        <w:t xml:space="preserve"> экспертом. Поэтому когда мы где-то выступаем</w:t>
      </w:r>
      <w:r w:rsidR="00622A35" w:rsidRPr="006C0B2F">
        <w:rPr>
          <w:szCs w:val="40"/>
        </w:rPr>
        <w:t>,</w:t>
      </w:r>
      <w:r w:rsidRPr="006C0B2F">
        <w:rPr>
          <w:szCs w:val="40"/>
        </w:rPr>
        <w:t xml:space="preserve"> о чем-то говорим и </w:t>
      </w:r>
      <w:r w:rsidR="00622A35" w:rsidRPr="006C0B2F">
        <w:rPr>
          <w:szCs w:val="40"/>
        </w:rPr>
        <w:t xml:space="preserve">даем </w:t>
      </w:r>
      <w:r w:rsidRPr="006C0B2F">
        <w:rPr>
          <w:szCs w:val="40"/>
        </w:rPr>
        <w:t>комментарии, я бы советовал всем нам, присутствующим здесь, посмотреть нормативную базу. Обидно бывает слушать, когда люди ведут рассказ и выступают где-то о чем-то, не ссылаясь и не зная той ба</w:t>
      </w:r>
      <w:r w:rsidR="006951E2" w:rsidRPr="006C0B2F">
        <w:rPr>
          <w:szCs w:val="40"/>
        </w:rPr>
        <w:t>зы, на основе которой работают.</w:t>
      </w:r>
    </w:p>
    <w:p w:rsidR="006F005A" w:rsidRPr="006C0B2F" w:rsidRDefault="006F005A" w:rsidP="00ED5B66">
      <w:pPr>
        <w:spacing w:line="360" w:lineRule="auto"/>
        <w:rPr>
          <w:szCs w:val="40"/>
        </w:rPr>
      </w:pPr>
      <w:r w:rsidRPr="006C0B2F">
        <w:rPr>
          <w:szCs w:val="40"/>
        </w:rPr>
        <w:t>Я бы хотел пожелать нам всем успехов и почаще проводить такие мероприятия, может быть, в более узком</w:t>
      </w:r>
      <w:r w:rsidR="00622A35" w:rsidRPr="006C0B2F">
        <w:rPr>
          <w:szCs w:val="40"/>
        </w:rPr>
        <w:t xml:space="preserve"> или</w:t>
      </w:r>
      <w:r w:rsidRPr="006C0B2F">
        <w:rPr>
          <w:szCs w:val="40"/>
        </w:rPr>
        <w:t xml:space="preserve"> в более широком круг</w:t>
      </w:r>
      <w:r w:rsidR="00EC2E0D" w:rsidRPr="006C0B2F">
        <w:rPr>
          <w:szCs w:val="40"/>
        </w:rPr>
        <w:t>у</w:t>
      </w:r>
      <w:r w:rsidRPr="006C0B2F">
        <w:rPr>
          <w:szCs w:val="40"/>
        </w:rPr>
        <w:t>, регионы приглашать или в виде селекторного совещания, тогда будет</w:t>
      </w:r>
      <w:r w:rsidR="006951E2" w:rsidRPr="006C0B2F">
        <w:rPr>
          <w:szCs w:val="40"/>
        </w:rPr>
        <w:t xml:space="preserve"> более положительный результат.</w:t>
      </w:r>
    </w:p>
    <w:p w:rsidR="006F005A" w:rsidRPr="006C0B2F" w:rsidRDefault="006F005A" w:rsidP="00ED5B66">
      <w:pPr>
        <w:spacing w:line="360" w:lineRule="auto"/>
        <w:rPr>
          <w:szCs w:val="40"/>
        </w:rPr>
      </w:pPr>
      <w:r w:rsidRPr="006C0B2F">
        <w:rPr>
          <w:szCs w:val="40"/>
        </w:rPr>
        <w:t>И последнее. Мы много говорили сегодня об оценке квалификации. Вот Наталья Михайловна коснулась</w:t>
      </w:r>
      <w:r w:rsidR="00622A35" w:rsidRPr="006C0B2F">
        <w:rPr>
          <w:szCs w:val="40"/>
        </w:rPr>
        <w:t xml:space="preserve"> темы. Это выпускники. Ведь</w:t>
      </w:r>
      <w:r w:rsidR="00672224" w:rsidRPr="006C0B2F">
        <w:rPr>
          <w:szCs w:val="40"/>
        </w:rPr>
        <w:t xml:space="preserve"> эта</w:t>
      </w:r>
      <w:r w:rsidRPr="006C0B2F">
        <w:rPr>
          <w:szCs w:val="40"/>
        </w:rPr>
        <w:t xml:space="preserve"> задача до сих пор у нас не решена. Выпускники профессионального образования, а я могу ещё вспомнить выпускников, которые идут по системе службы занятости, это ежегодно более 400 тысяч человек, которые обучаются по тем или другим профессиям. У нас не отработана технология и методика, как оценить </w:t>
      </w:r>
      <w:r w:rsidR="00672224" w:rsidRPr="006C0B2F">
        <w:rPr>
          <w:szCs w:val="40"/>
        </w:rPr>
        <w:t xml:space="preserve">их </w:t>
      </w:r>
      <w:r w:rsidRPr="006C0B2F">
        <w:rPr>
          <w:szCs w:val="40"/>
        </w:rPr>
        <w:t xml:space="preserve">квалификацию. Он приходит, а работодатель, знающий и понимающий современные требования, может его и не принять на работу. Он обучился одному, </w:t>
      </w:r>
      <w:r w:rsidR="00672224" w:rsidRPr="006C0B2F">
        <w:rPr>
          <w:szCs w:val="40"/>
        </w:rPr>
        <w:t xml:space="preserve">а </w:t>
      </w:r>
      <w:r w:rsidRPr="006C0B2F">
        <w:rPr>
          <w:szCs w:val="40"/>
        </w:rPr>
        <w:t>квалификация другая. И вот здесь нужно</w:t>
      </w:r>
      <w:r w:rsidR="00672224" w:rsidRPr="006C0B2F">
        <w:rPr>
          <w:szCs w:val="40"/>
        </w:rPr>
        <w:t xml:space="preserve"> вый</w:t>
      </w:r>
      <w:r w:rsidRPr="006C0B2F">
        <w:rPr>
          <w:szCs w:val="40"/>
        </w:rPr>
        <w:t xml:space="preserve">ти на нормальный режим. </w:t>
      </w:r>
      <w:r w:rsidR="00672224" w:rsidRPr="006C0B2F">
        <w:rPr>
          <w:szCs w:val="40"/>
        </w:rPr>
        <w:t>Н</w:t>
      </w:r>
      <w:r w:rsidRPr="006C0B2F">
        <w:rPr>
          <w:szCs w:val="40"/>
        </w:rPr>
        <w:t>а нынешний день у нас на учёте в службе</w:t>
      </w:r>
      <w:r w:rsidR="00672224" w:rsidRPr="006C0B2F">
        <w:rPr>
          <w:szCs w:val="40"/>
        </w:rPr>
        <w:t xml:space="preserve"> занятости Российской Федерации стоит</w:t>
      </w:r>
      <w:r w:rsidRPr="006C0B2F">
        <w:rPr>
          <w:szCs w:val="40"/>
        </w:rPr>
        <w:t xml:space="preserve"> 162 тысячи человек, которые не имеют квалификаци</w:t>
      </w:r>
      <w:r w:rsidR="00EC2E0D" w:rsidRPr="006C0B2F">
        <w:rPr>
          <w:szCs w:val="40"/>
        </w:rPr>
        <w:t>и</w:t>
      </w:r>
      <w:r w:rsidR="00672224" w:rsidRPr="006C0B2F">
        <w:rPr>
          <w:szCs w:val="40"/>
        </w:rPr>
        <w:t>, как на сайте у них вывешено</w:t>
      </w:r>
      <w:r w:rsidRPr="006C0B2F">
        <w:rPr>
          <w:szCs w:val="40"/>
        </w:rPr>
        <w:t xml:space="preserve">. Значит, служба будет их обучать. Им нужно где-то </w:t>
      </w:r>
      <w:r w:rsidRPr="006C0B2F">
        <w:rPr>
          <w:szCs w:val="40"/>
        </w:rPr>
        <w:lastRenderedPageBreak/>
        <w:t>защищаться, где-то подтверждать</w:t>
      </w:r>
      <w:r w:rsidR="00672224" w:rsidRPr="006C0B2F">
        <w:rPr>
          <w:szCs w:val="40"/>
        </w:rPr>
        <w:t xml:space="preserve"> навыки</w:t>
      </w:r>
      <w:r w:rsidRPr="006C0B2F">
        <w:rPr>
          <w:szCs w:val="40"/>
        </w:rPr>
        <w:t>. Значит, этот механизм, рычажок, когда мы требовали опыт работы не менее двух лет по профессии и так далее, может быть</w:t>
      </w:r>
      <w:r w:rsidR="00672224" w:rsidRPr="006C0B2F">
        <w:rPr>
          <w:szCs w:val="40"/>
        </w:rPr>
        <w:t>,</w:t>
      </w:r>
      <w:r w:rsidRPr="006C0B2F">
        <w:rPr>
          <w:szCs w:val="40"/>
        </w:rPr>
        <w:t xml:space="preserve"> для выпускников таких</w:t>
      </w:r>
      <w:r w:rsidR="00672224" w:rsidRPr="006C0B2F">
        <w:rPr>
          <w:szCs w:val="40"/>
        </w:rPr>
        <w:t xml:space="preserve"> надо</w:t>
      </w:r>
      <w:r w:rsidRPr="006C0B2F">
        <w:rPr>
          <w:szCs w:val="40"/>
        </w:rPr>
        <w:t xml:space="preserve"> снять</w:t>
      </w:r>
      <w:r w:rsidR="00672224" w:rsidRPr="006C0B2F">
        <w:rPr>
          <w:szCs w:val="40"/>
        </w:rPr>
        <w:t>. Т</w:t>
      </w:r>
      <w:r w:rsidRPr="006C0B2F">
        <w:rPr>
          <w:szCs w:val="40"/>
        </w:rPr>
        <w:t xml:space="preserve">огда нормативную базу </w:t>
      </w:r>
      <w:r w:rsidR="00672224" w:rsidRPr="006C0B2F">
        <w:rPr>
          <w:szCs w:val="40"/>
        </w:rPr>
        <w:t xml:space="preserve">надо </w:t>
      </w:r>
      <w:r w:rsidR="00EC2E0D" w:rsidRPr="006C0B2F">
        <w:rPr>
          <w:szCs w:val="40"/>
        </w:rPr>
        <w:t>пересматривать.</w:t>
      </w:r>
    </w:p>
    <w:p w:rsidR="006F005A" w:rsidRPr="006C0B2F" w:rsidRDefault="00672224" w:rsidP="00ED5B66">
      <w:pPr>
        <w:spacing w:line="360" w:lineRule="auto"/>
        <w:rPr>
          <w:szCs w:val="40"/>
        </w:rPr>
      </w:pPr>
      <w:r w:rsidRPr="006C0B2F">
        <w:rPr>
          <w:szCs w:val="40"/>
        </w:rPr>
        <w:t xml:space="preserve">Спасибо. Извините, что я </w:t>
      </w:r>
      <w:r w:rsidR="006F005A" w:rsidRPr="006C0B2F">
        <w:rPr>
          <w:szCs w:val="40"/>
        </w:rPr>
        <w:t>задержал ваше внимание.</w:t>
      </w:r>
    </w:p>
    <w:p w:rsidR="0075706D" w:rsidRPr="006C0B2F" w:rsidRDefault="0075706D" w:rsidP="0075706D">
      <w:pPr>
        <w:spacing w:line="360" w:lineRule="auto"/>
        <w:rPr>
          <w:szCs w:val="40"/>
        </w:rPr>
      </w:pPr>
      <w:r w:rsidRPr="006C0B2F">
        <w:rPr>
          <w:szCs w:val="40"/>
          <w:u w:val="single"/>
        </w:rPr>
        <w:t>Председательствующий.</w:t>
      </w:r>
      <w:r w:rsidRPr="006C0B2F">
        <w:rPr>
          <w:szCs w:val="40"/>
        </w:rPr>
        <w:t xml:space="preserve"> Спасибо.</w:t>
      </w:r>
    </w:p>
    <w:p w:rsidR="0075706D" w:rsidRPr="006C0B2F" w:rsidRDefault="0075706D" w:rsidP="0075706D">
      <w:pPr>
        <w:spacing w:line="360" w:lineRule="auto"/>
        <w:rPr>
          <w:szCs w:val="40"/>
        </w:rPr>
      </w:pPr>
      <w:r w:rsidRPr="006C0B2F">
        <w:rPr>
          <w:szCs w:val="40"/>
        </w:rPr>
        <w:t>Время у нас 18.06. Как вы считаете, завершим обсуждение?</w:t>
      </w:r>
    </w:p>
    <w:p w:rsidR="0075706D" w:rsidRPr="006C0B2F" w:rsidRDefault="0075706D" w:rsidP="0075706D">
      <w:pPr>
        <w:spacing w:line="360" w:lineRule="auto"/>
        <w:rPr>
          <w:szCs w:val="40"/>
        </w:rPr>
      </w:pPr>
      <w:r w:rsidRPr="006C0B2F">
        <w:rPr>
          <w:szCs w:val="40"/>
        </w:rPr>
        <w:t xml:space="preserve">Хорошо, тогда с вашего разрешения я тоже пару слов себе позволю, раз уж мне доверили вести наш </w:t>
      </w:r>
      <w:r w:rsidR="00033170" w:rsidRPr="006C0B2F">
        <w:rPr>
          <w:szCs w:val="40"/>
        </w:rPr>
        <w:t>«</w:t>
      </w:r>
      <w:r w:rsidRPr="006C0B2F">
        <w:rPr>
          <w:szCs w:val="40"/>
        </w:rPr>
        <w:t>круглый стол</w:t>
      </w:r>
      <w:r w:rsidR="00033170" w:rsidRPr="006C0B2F">
        <w:rPr>
          <w:szCs w:val="40"/>
        </w:rPr>
        <w:t>»</w:t>
      </w:r>
      <w:r w:rsidRPr="006C0B2F">
        <w:rPr>
          <w:szCs w:val="40"/>
        </w:rPr>
        <w:t>.</w:t>
      </w:r>
    </w:p>
    <w:p w:rsidR="0075706D" w:rsidRPr="006C0B2F" w:rsidRDefault="0075706D" w:rsidP="0075706D">
      <w:pPr>
        <w:spacing w:line="360" w:lineRule="auto"/>
        <w:rPr>
          <w:szCs w:val="40"/>
        </w:rPr>
      </w:pPr>
      <w:r w:rsidRPr="006C0B2F">
        <w:rPr>
          <w:szCs w:val="40"/>
        </w:rPr>
        <w:t>Не отрицая всего того, что сказал председатель</w:t>
      </w:r>
      <w:r w:rsidR="0099617B" w:rsidRPr="006C0B2F">
        <w:rPr>
          <w:szCs w:val="40"/>
        </w:rPr>
        <w:t>,</w:t>
      </w:r>
      <w:r w:rsidRPr="006C0B2F">
        <w:rPr>
          <w:szCs w:val="40"/>
        </w:rPr>
        <w:t xml:space="preserve"> и поддерживая его в вопросе заинтересованности Комитета в развитии национальной системы квалификаций, прежде всего как одного из институтов рынка труда, я должен всё-таки еще раз обратить внимание на то, что уже отмечалось частично в выступлениях некоторых участников – наличие определённых проблем юридического характера.</w:t>
      </w:r>
    </w:p>
    <w:p w:rsidR="0075706D" w:rsidRPr="006C0B2F" w:rsidRDefault="0075706D" w:rsidP="0075706D">
      <w:pPr>
        <w:spacing w:line="360" w:lineRule="auto"/>
        <w:rPr>
          <w:szCs w:val="40"/>
        </w:rPr>
      </w:pPr>
      <w:r w:rsidRPr="006C0B2F">
        <w:rPr>
          <w:szCs w:val="40"/>
        </w:rPr>
        <w:t>Вот Юлия Валерьевна Смирнова говорила, в частности, о нестыковке законодательства о независимой оценке квалификации с законодательством об образовании. Косаковская Елена Ивановна отмечала некоторые нестыковки этого законодательства с трудовым законодательством, ставила вопрос о совместимости его с едиными квалификационными справочниками, тарифными квалификационными справочниками. На практике действительно часто поднимается вопрос, а не устарели ли они, а не надо ли их вообще отменить?</w:t>
      </w:r>
    </w:p>
    <w:p w:rsidR="0075706D" w:rsidRPr="006C0B2F" w:rsidRDefault="0075706D" w:rsidP="0075706D">
      <w:pPr>
        <w:spacing w:line="360" w:lineRule="auto"/>
        <w:rPr>
          <w:szCs w:val="40"/>
        </w:rPr>
      </w:pPr>
      <w:r w:rsidRPr="006C0B2F">
        <w:rPr>
          <w:szCs w:val="40"/>
        </w:rPr>
        <w:t>Хочу сказать, что когда закон о независимой оценке квалификации принимался, то Комитет предлагал сразу определиться и с терминологией, и со связью норм этого закона с трудовым законодательством, с более определённой связью. Но, к сожалению, так случилось, что в тот момент это предложение не было поддержано. И решили поступить так, что вот давайте мы внедр</w:t>
      </w:r>
      <w:r w:rsidR="00C16734" w:rsidRPr="006C0B2F">
        <w:rPr>
          <w:szCs w:val="40"/>
        </w:rPr>
        <w:t>им</w:t>
      </w:r>
      <w:r w:rsidRPr="006C0B2F">
        <w:rPr>
          <w:szCs w:val="40"/>
        </w:rPr>
        <w:t xml:space="preserve">, а нюансы юридические решим потом. Думаю, что пять лет – это серьёзный срок, </w:t>
      </w:r>
      <w:r w:rsidRPr="006C0B2F">
        <w:rPr>
          <w:szCs w:val="40"/>
        </w:rPr>
        <w:lastRenderedPageBreak/>
        <w:t>время пришло. Но почему-то Министерство труда пока ещё не готовит нам таких предложений по совершенствованию, по стыковке разных отраслевых моментов в законодательстве. Может быть</w:t>
      </w:r>
      <w:r w:rsidR="00C16734" w:rsidRPr="006C0B2F">
        <w:rPr>
          <w:szCs w:val="40"/>
        </w:rPr>
        <w:t>,</w:t>
      </w:r>
      <w:r w:rsidRPr="006C0B2F">
        <w:rPr>
          <w:szCs w:val="40"/>
        </w:rPr>
        <w:t xml:space="preserve"> поможет НАРК</w:t>
      </w:r>
      <w:r w:rsidR="00C16734" w:rsidRPr="006C0B2F">
        <w:rPr>
          <w:szCs w:val="40"/>
        </w:rPr>
        <w:t>,</w:t>
      </w:r>
      <w:r w:rsidRPr="006C0B2F">
        <w:rPr>
          <w:szCs w:val="40"/>
        </w:rPr>
        <w:t xml:space="preserve"> если у него есть такая возможность?</w:t>
      </w:r>
    </w:p>
    <w:p w:rsidR="0075706D" w:rsidRPr="006C0B2F" w:rsidRDefault="0075706D" w:rsidP="0075706D">
      <w:pPr>
        <w:spacing w:line="360" w:lineRule="auto"/>
        <w:rPr>
          <w:szCs w:val="40"/>
        </w:rPr>
      </w:pPr>
      <w:r w:rsidRPr="006C0B2F">
        <w:rPr>
          <w:szCs w:val="40"/>
        </w:rPr>
        <w:t xml:space="preserve">Одновременно я бы со своей стороны ещё хотел отметить одну нестыковку. Существуют не только отдельные нестыковки между законодательством о независимой оценке квалификации и законодательством об образовании, между законодательством о независимой оценке квалификации и Трудовым кодексом. Есть также несоответствие между трудовым законодательством и законодательством об образовании. Когда закон </w:t>
      </w:r>
      <w:r w:rsidR="00033170" w:rsidRPr="006C0B2F">
        <w:rPr>
          <w:szCs w:val="40"/>
        </w:rPr>
        <w:t>«</w:t>
      </w:r>
      <w:r w:rsidRPr="006C0B2F">
        <w:rPr>
          <w:szCs w:val="40"/>
        </w:rPr>
        <w:t>Об образовании в Российской Федерации</w:t>
      </w:r>
      <w:r w:rsidR="00033170" w:rsidRPr="006C0B2F">
        <w:rPr>
          <w:szCs w:val="40"/>
        </w:rPr>
        <w:t>»</w:t>
      </w:r>
      <w:r w:rsidRPr="006C0B2F">
        <w:rPr>
          <w:szCs w:val="40"/>
        </w:rPr>
        <w:t xml:space="preserve"> принимали в 2013 году, приняли большущий закон о внесении изменений во всё, что только можно</w:t>
      </w:r>
      <w:r w:rsidR="005A58EB" w:rsidRPr="006C0B2F">
        <w:rPr>
          <w:szCs w:val="40"/>
        </w:rPr>
        <w:t>,</w:t>
      </w:r>
      <w:r w:rsidRPr="006C0B2F">
        <w:rPr>
          <w:szCs w:val="40"/>
        </w:rPr>
        <w:t xml:space="preserve"> в связи с его принятием, в том числе</w:t>
      </w:r>
      <w:r w:rsidR="005A58EB" w:rsidRPr="006C0B2F">
        <w:rPr>
          <w:szCs w:val="40"/>
        </w:rPr>
        <w:t>,</w:t>
      </w:r>
      <w:r w:rsidRPr="006C0B2F">
        <w:rPr>
          <w:szCs w:val="40"/>
        </w:rPr>
        <w:t xml:space="preserve"> в Трудовой кодекс. Я, конечно, не снимаю и с Комитета ответственность, но и Министерство, и мы, и все остальные проглядели, что в трудовое законодательство были внесены такие изменения, которые</w:t>
      </w:r>
      <w:r w:rsidR="005A58EB" w:rsidRPr="006C0B2F">
        <w:rPr>
          <w:szCs w:val="40"/>
        </w:rPr>
        <w:t>,</w:t>
      </w:r>
      <w:r w:rsidRPr="006C0B2F">
        <w:rPr>
          <w:szCs w:val="40"/>
        </w:rPr>
        <w:t xml:space="preserve"> в общем-то</w:t>
      </w:r>
      <w:r w:rsidR="005A58EB" w:rsidRPr="006C0B2F">
        <w:rPr>
          <w:szCs w:val="40"/>
        </w:rPr>
        <w:t>,</w:t>
      </w:r>
      <w:r w:rsidRPr="006C0B2F">
        <w:rPr>
          <w:szCs w:val="40"/>
        </w:rPr>
        <w:t xml:space="preserve"> перекорёжили всё, что там было по данной теме. Простой пример: понятие ученического договора. То, что было до 2013 года и стало после 2013 года</w:t>
      </w:r>
      <w:r w:rsidR="005A58EB" w:rsidRPr="006C0B2F">
        <w:rPr>
          <w:szCs w:val="40"/>
        </w:rPr>
        <w:t>,</w:t>
      </w:r>
      <w:r w:rsidRPr="006C0B2F">
        <w:rPr>
          <w:szCs w:val="40"/>
        </w:rPr>
        <w:t xml:space="preserve"> коренным образом отличается. И</w:t>
      </w:r>
      <w:r w:rsidR="005A58EB" w:rsidRPr="006C0B2F">
        <w:rPr>
          <w:szCs w:val="40"/>
        </w:rPr>
        <w:t>,</w:t>
      </w:r>
      <w:r w:rsidRPr="006C0B2F">
        <w:rPr>
          <w:szCs w:val="40"/>
        </w:rPr>
        <w:t xml:space="preserve"> в общем-то</w:t>
      </w:r>
      <w:r w:rsidR="005A58EB" w:rsidRPr="006C0B2F">
        <w:rPr>
          <w:szCs w:val="40"/>
        </w:rPr>
        <w:t>,</w:t>
      </w:r>
      <w:r w:rsidRPr="006C0B2F">
        <w:rPr>
          <w:szCs w:val="40"/>
        </w:rPr>
        <w:t xml:space="preserve"> теперь не понятно, что имеется в</w:t>
      </w:r>
      <w:r w:rsidR="005A58EB" w:rsidRPr="006C0B2F">
        <w:rPr>
          <w:szCs w:val="40"/>
        </w:rPr>
        <w:t xml:space="preserve"> </w:t>
      </w:r>
      <w:r w:rsidRPr="006C0B2F">
        <w:rPr>
          <w:szCs w:val="40"/>
        </w:rPr>
        <w:t>виду под ученическим договором.</w:t>
      </w:r>
    </w:p>
    <w:p w:rsidR="0075706D" w:rsidRPr="006C0B2F" w:rsidRDefault="0075706D" w:rsidP="0075706D">
      <w:pPr>
        <w:spacing w:line="360" w:lineRule="auto"/>
        <w:rPr>
          <w:szCs w:val="40"/>
        </w:rPr>
      </w:pPr>
      <w:r w:rsidRPr="006C0B2F">
        <w:rPr>
          <w:szCs w:val="40"/>
        </w:rPr>
        <w:t>Потом оказалось, что авторы этих изменений вообще не видели разницы между ученическим договором и договором об обучении, употребляли их как синонимы. Но первоначально в Трудовом кодексе это были совершенно два разных понятия, понимаете? Нужно ли сейчас возвращаться к изначальному пониманию ученического договора или не нужно, это другой вопрос. Но в целом проблему надо решить, потому что какая-то часть Кодекса оказалась непонятной, подвешенной и мёртвой, понимаете? Вот я предлагаю, если будет такая работа проводиться, не забыть и этот аспект.</w:t>
      </w:r>
    </w:p>
    <w:p w:rsidR="0075706D" w:rsidRPr="006C0B2F" w:rsidRDefault="0075706D" w:rsidP="0075706D">
      <w:pPr>
        <w:spacing w:line="360" w:lineRule="auto"/>
        <w:rPr>
          <w:szCs w:val="40"/>
        </w:rPr>
      </w:pPr>
      <w:r w:rsidRPr="006C0B2F">
        <w:rPr>
          <w:szCs w:val="40"/>
        </w:rPr>
        <w:lastRenderedPageBreak/>
        <w:t xml:space="preserve">Ещё хотел бы сказать, что недавно Комитет проводил </w:t>
      </w:r>
      <w:r w:rsidR="00033170" w:rsidRPr="006C0B2F">
        <w:rPr>
          <w:szCs w:val="40"/>
        </w:rPr>
        <w:t>«</w:t>
      </w:r>
      <w:r w:rsidRPr="006C0B2F">
        <w:rPr>
          <w:szCs w:val="40"/>
        </w:rPr>
        <w:t>круглый стол</w:t>
      </w:r>
      <w:r w:rsidR="00033170" w:rsidRPr="006C0B2F">
        <w:rPr>
          <w:szCs w:val="40"/>
        </w:rPr>
        <w:t>»</w:t>
      </w:r>
      <w:r w:rsidRPr="006C0B2F">
        <w:rPr>
          <w:szCs w:val="40"/>
        </w:rPr>
        <w:t xml:space="preserve"> совместно с Молодёжным парламентом. И, кстати, мы приглашали их представителей сегодня. По-моему, кто-то здесь присутствует. Мы готовы вам предоставить материалы этого </w:t>
      </w:r>
      <w:r w:rsidR="00033170" w:rsidRPr="006C0B2F">
        <w:rPr>
          <w:szCs w:val="40"/>
        </w:rPr>
        <w:t>«</w:t>
      </w:r>
      <w:r w:rsidRPr="006C0B2F">
        <w:rPr>
          <w:szCs w:val="40"/>
        </w:rPr>
        <w:t>круглого стола</w:t>
      </w:r>
      <w:r w:rsidR="00033170" w:rsidRPr="006C0B2F">
        <w:rPr>
          <w:szCs w:val="40"/>
        </w:rPr>
        <w:t>»</w:t>
      </w:r>
      <w:r w:rsidRPr="006C0B2F">
        <w:rPr>
          <w:szCs w:val="40"/>
        </w:rPr>
        <w:t xml:space="preserve"> и как-то свести, может быть, вас, потому что очень много претензий высказывалось со стороны молодёжи к системе образования, к системе прогнозирования потребностей на рынке труда, и по многим другим вопросам, которых мы сейчас касались.</w:t>
      </w:r>
    </w:p>
    <w:p w:rsidR="0075706D" w:rsidRPr="006C0B2F" w:rsidRDefault="0075706D" w:rsidP="0075706D">
      <w:pPr>
        <w:spacing w:line="360" w:lineRule="auto"/>
        <w:rPr>
          <w:szCs w:val="40"/>
        </w:rPr>
      </w:pPr>
      <w:r w:rsidRPr="006C0B2F">
        <w:rPr>
          <w:szCs w:val="40"/>
        </w:rPr>
        <w:t>И последнее, на что я хотел обратить внимание, это</w:t>
      </w:r>
      <w:r w:rsidR="007C2A00" w:rsidRPr="006C0B2F">
        <w:rPr>
          <w:szCs w:val="40"/>
        </w:rPr>
        <w:t>,</w:t>
      </w:r>
      <w:r w:rsidRPr="006C0B2F">
        <w:rPr>
          <w:szCs w:val="40"/>
        </w:rPr>
        <w:t xml:space="preserve"> конечно, то, что Ирина Александровна Костян поднимала вопрос, что не надо торопиться с пересмотром или отменой ЕКС и ЕТКС. Хотя бы по той причине, что в трудовом законодательстве они не только выполняют функцию установления уровня квалификации, они ещё обеспечивают определённость трудовой функции работника.</w:t>
      </w:r>
      <w:r w:rsidR="00DF29ED" w:rsidRPr="006C0B2F">
        <w:rPr>
          <w:szCs w:val="40"/>
        </w:rPr>
        <w:t xml:space="preserve"> </w:t>
      </w:r>
      <w:r w:rsidRPr="006C0B2F">
        <w:rPr>
          <w:szCs w:val="40"/>
        </w:rPr>
        <w:t>Потому что если в трудовом договоре написано, что человек принят на работу слесарем, работодатель не имеете права, давать ему задания выполнять работу, условно говоря, токаря. Если возникает спор по этому вопросу, суд что делает? Он берёт ЕТКС и смотрит: вот это можно с работника требовать, а это нельзя. Не к каждому трудовому договору прилагается должностная инструкция, например, если брать специалистов. Здесь то</w:t>
      </w:r>
      <w:r w:rsidR="00DF29ED" w:rsidRPr="006C0B2F">
        <w:rPr>
          <w:szCs w:val="40"/>
        </w:rPr>
        <w:t xml:space="preserve"> </w:t>
      </w:r>
      <w:r w:rsidRPr="006C0B2F">
        <w:rPr>
          <w:szCs w:val="40"/>
        </w:rPr>
        <w:t>же самое, в случае спора суд что берёт? Единый квалификационный справочник.</w:t>
      </w:r>
    </w:p>
    <w:p w:rsidR="0075706D" w:rsidRPr="006C0B2F" w:rsidRDefault="0075706D" w:rsidP="0075706D">
      <w:pPr>
        <w:spacing w:line="360" w:lineRule="auto"/>
        <w:rPr>
          <w:szCs w:val="40"/>
        </w:rPr>
      </w:pPr>
      <w:r w:rsidRPr="006C0B2F">
        <w:rPr>
          <w:szCs w:val="40"/>
        </w:rPr>
        <w:t>Смогут ли профстандарты заменить в этом отношении ЕКС и ЕТКС или нет? Я, честно говоря, пока сильно сомневаюсь. Надо с этим разбираться досконально.</w:t>
      </w:r>
    </w:p>
    <w:p w:rsidR="0075706D" w:rsidRDefault="0075706D" w:rsidP="0075706D">
      <w:pPr>
        <w:spacing w:line="360" w:lineRule="auto"/>
        <w:rPr>
          <w:szCs w:val="40"/>
        </w:rPr>
      </w:pPr>
      <w:r w:rsidRPr="006C0B2F">
        <w:rPr>
          <w:szCs w:val="40"/>
        </w:rPr>
        <w:t xml:space="preserve">Ну, и на этой оптимистичной ноте, в общем-то, повторю тот тезис, который здесь уже звучал, что впереди много работы, и </w:t>
      </w:r>
      <w:r w:rsidR="00DF29ED" w:rsidRPr="006C0B2F">
        <w:rPr>
          <w:szCs w:val="40"/>
        </w:rPr>
        <w:t xml:space="preserve">мы готовы в этом участвовать, и </w:t>
      </w:r>
      <w:r w:rsidRPr="006C0B2F">
        <w:rPr>
          <w:szCs w:val="40"/>
        </w:rPr>
        <w:t>по возможности помогать. Спасибо большое.</w:t>
      </w:r>
    </w:p>
    <w:sectPr w:rsidR="0075706D" w:rsidSect="0037412D">
      <w:headerReference w:type="even" r:id="rId7"/>
      <w:headerReference w:type="default" r:id="rId8"/>
      <w:footerReference w:type="even" r:id="rId9"/>
      <w:footerReference w:type="default" r:id="rId10"/>
      <w:headerReference w:type="first" r:id="rId11"/>
      <w:footerReference w:type="first" r:id="rId12"/>
      <w:pgSz w:w="11906" w:h="16838" w:code="9"/>
      <w:pgMar w:top="1418" w:right="851" w:bottom="1418" w:left="1418" w:header="113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523" w:rsidRDefault="00451523">
      <w:r>
        <w:separator/>
      </w:r>
    </w:p>
  </w:endnote>
  <w:endnote w:type="continuationSeparator" w:id="0">
    <w:p w:rsidR="00451523" w:rsidRDefault="0045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35" w:rsidRDefault="00622A3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35" w:rsidRDefault="00622A3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35" w:rsidRDefault="00622A3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523" w:rsidRDefault="00451523">
      <w:r>
        <w:separator/>
      </w:r>
    </w:p>
  </w:footnote>
  <w:footnote w:type="continuationSeparator" w:id="0">
    <w:p w:rsidR="00451523" w:rsidRDefault="00451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35" w:rsidRDefault="00622A35" w:rsidP="00B1620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61</w:t>
    </w:r>
    <w:r>
      <w:rPr>
        <w:rStyle w:val="a4"/>
      </w:rPr>
      <w:fldChar w:fldCharType="end"/>
    </w:r>
  </w:p>
  <w:p w:rsidR="00622A35" w:rsidRDefault="00622A3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35" w:rsidRDefault="00622A35" w:rsidP="00B903BD">
    <w:pPr>
      <w:spacing w:line="240" w:lineRule="auto"/>
      <w:ind w:left="709" w:firstLine="0"/>
      <w:jc w:val="center"/>
      <w:rPr>
        <w:lang w:val="en-US"/>
      </w:rPr>
    </w:pPr>
    <w:r>
      <w:fldChar w:fldCharType="begin"/>
    </w:r>
    <w:r>
      <w:instrText xml:space="preserve"> IF </w:instrText>
    </w:r>
    <w:r w:rsidR="00451523">
      <w:fldChar w:fldCharType="begin"/>
    </w:r>
    <w:r w:rsidR="00451523">
      <w:instrText xml:space="preserve"> DOCVARIABLE  IsFragment </w:instrText>
    </w:r>
    <w:r w:rsidR="00451523">
      <w:fldChar w:fldCharType="separate"/>
    </w:r>
    <w:r w:rsidR="001D4AE3">
      <w:instrText>0</w:instrText>
    </w:r>
    <w:r w:rsidR="00451523">
      <w:fldChar w:fldCharType="end"/>
    </w:r>
    <w:r>
      <w:rPr>
        <w:lang w:val="en-US"/>
      </w:rPr>
      <w:instrText xml:space="preserve"> = 1 "</w:instrText>
    </w:r>
    <w:r>
      <w:rPr>
        <w:lang w:val="en-US"/>
      </w:rPr>
      <w:fldChar w:fldCharType="begin"/>
    </w:r>
    <w:r>
      <w:rPr>
        <w:lang w:val="en-US"/>
      </w:rPr>
      <w:instrText xml:space="preserve"> PAGE </w:instrText>
    </w:r>
    <w:r>
      <w:rPr>
        <w:lang w:val="en-US"/>
      </w:rPr>
      <w:fldChar w:fldCharType="separate"/>
    </w:r>
    <w:r>
      <w:rPr>
        <w:noProof/>
        <w:lang w:val="en-US"/>
      </w:rPr>
      <w:instrText>1</w:instrText>
    </w:r>
    <w:r>
      <w:rPr>
        <w:lang w:val="en-US"/>
      </w:rPr>
      <w:fldChar w:fldCharType="end"/>
    </w:r>
    <w:r>
      <w:rPr>
        <w:lang w:val="en-US"/>
      </w:rPr>
      <w:instrText xml:space="preserve">" </w:instrText>
    </w:r>
    <w:r>
      <w:fldChar w:fldCharType="end"/>
    </w:r>
    <w:r>
      <w:fldChar w:fldCharType="begin"/>
    </w:r>
    <w:r>
      <w:instrText xml:space="preserve"> IF </w:instrText>
    </w:r>
    <w:r w:rsidR="00451523">
      <w:fldChar w:fldCharType="begin"/>
    </w:r>
    <w:r w:rsidR="00451523">
      <w:instrText xml:space="preserve"> DOCVARIABLE  IsFragment </w:instrText>
    </w:r>
    <w:r w:rsidR="00451523">
      <w:fldChar w:fldCharType="separate"/>
    </w:r>
    <w:r w:rsidR="001D4AE3">
      <w:instrText>0</w:instrText>
    </w:r>
    <w:r w:rsidR="00451523">
      <w:fldChar w:fldCharType="end"/>
    </w:r>
    <w:r>
      <w:rPr>
        <w:lang w:val="en-US"/>
      </w:rPr>
      <w:instrText xml:space="preserve"> = 0 "</w:instrText>
    </w:r>
    <w:r>
      <w:rPr>
        <w:lang w:val="en-US"/>
      </w:rPr>
      <w:fldChar w:fldCharType="begin"/>
    </w:r>
    <w:r>
      <w:rPr>
        <w:lang w:val="en-US"/>
      </w:rPr>
      <w:instrText xml:space="preserve"> IF </w:instrText>
    </w:r>
    <w:r>
      <w:rPr>
        <w:lang w:val="en-US"/>
      </w:rPr>
      <w:fldChar w:fldCharType="begin"/>
    </w:r>
    <w:r>
      <w:rPr>
        <w:lang w:val="en-US"/>
      </w:rPr>
      <w:instrText xml:space="preserve"> PAGE  </w:instrText>
    </w:r>
    <w:r>
      <w:rPr>
        <w:lang w:val="en-US"/>
      </w:rPr>
      <w:fldChar w:fldCharType="separate"/>
    </w:r>
    <w:r w:rsidR="00D10CD0">
      <w:rPr>
        <w:noProof/>
        <w:lang w:val="en-US"/>
      </w:rPr>
      <w:instrText>2</w:instrText>
    </w:r>
    <w:r>
      <w:rPr>
        <w:lang w:val="en-US"/>
      </w:rPr>
      <w:fldChar w:fldCharType="end"/>
    </w:r>
    <w:r>
      <w:rPr>
        <w:lang w:val="en-US"/>
      </w:rPr>
      <w:instrText xml:space="preserve"> &lt;&gt; 1 "</w:instrText>
    </w:r>
    <w:r>
      <w:rPr>
        <w:lang w:val="en-US"/>
      </w:rPr>
      <w:fldChar w:fldCharType="begin"/>
    </w:r>
    <w:r>
      <w:rPr>
        <w:lang w:val="en-US"/>
      </w:rPr>
      <w:instrText xml:space="preserve"> PAGE </w:instrText>
    </w:r>
    <w:r>
      <w:rPr>
        <w:lang w:val="en-US"/>
      </w:rPr>
      <w:fldChar w:fldCharType="separate"/>
    </w:r>
    <w:r w:rsidR="00D10CD0">
      <w:rPr>
        <w:noProof/>
        <w:lang w:val="en-US"/>
      </w:rPr>
      <w:instrText>2</w:instrText>
    </w:r>
    <w:r>
      <w:rPr>
        <w:lang w:val="en-US"/>
      </w:rPr>
      <w:fldChar w:fldCharType="end"/>
    </w:r>
    <w:r>
      <w:rPr>
        <w:lang w:val="en-US"/>
      </w:rPr>
      <w:instrText>"</w:instrText>
    </w:r>
    <w:r w:rsidR="00D10CD0">
      <w:rPr>
        <w:lang w:val="en-US"/>
      </w:rPr>
      <w:fldChar w:fldCharType="separate"/>
    </w:r>
    <w:r w:rsidR="00D10CD0">
      <w:rPr>
        <w:noProof/>
        <w:lang w:val="en-US"/>
      </w:rPr>
      <w:instrText>2</w:instrText>
    </w:r>
    <w:r>
      <w:rPr>
        <w:lang w:val="en-US"/>
      </w:rPr>
      <w:fldChar w:fldCharType="end"/>
    </w:r>
    <w:r>
      <w:rPr>
        <w:lang w:val="en-US"/>
      </w:rPr>
      <w:instrText xml:space="preserve">" </w:instrText>
    </w:r>
    <w:r w:rsidR="00D10CD0">
      <w:fldChar w:fldCharType="separate"/>
    </w:r>
    <w:r w:rsidR="00D10CD0">
      <w:rPr>
        <w:noProof/>
        <w:lang w:val="en-US"/>
      </w:rPr>
      <w:t>2</w:t>
    </w:r>
    <w:r>
      <w:fldChar w:fldCharType="end"/>
    </w:r>
  </w:p>
  <w:p w:rsidR="00622A35" w:rsidRDefault="00622A35" w:rsidP="00B903BD">
    <w:pPr>
      <w:spacing w:line="240" w:lineRule="auto"/>
      <w:ind w:left="709" w:firstLine="0"/>
      <w:jc w:val="center"/>
      <w:rPr>
        <w:lang w:val="en-US"/>
      </w:rPr>
    </w:pPr>
    <w:r>
      <w:rPr>
        <w:lang w:val="en-US"/>
      </w:rPr>
      <w:fldChar w:fldCharType="begin"/>
    </w:r>
    <w:r>
      <w:rPr>
        <w:lang w:val="en-US"/>
      </w:rPr>
      <w:instrText xml:space="preserve"> IF </w:instrText>
    </w:r>
    <w:r>
      <w:rPr>
        <w:lang w:val="en-US"/>
      </w:rPr>
      <w:fldChar w:fldCharType="begin"/>
    </w:r>
    <w:r>
      <w:rPr>
        <w:lang w:val="en-US"/>
      </w:rPr>
      <w:instrText xml:space="preserve"> DOCVARIABLE  FragmentNumber  \* MERGEFORMAT </w:instrText>
    </w:r>
    <w:r>
      <w:rPr>
        <w:lang w:val="en-US"/>
      </w:rPr>
      <w:fldChar w:fldCharType="separate"/>
    </w:r>
    <w:r w:rsidR="001D4AE3">
      <w:rPr>
        <w:b/>
        <w:bCs/>
      </w:rPr>
      <w:instrText>Ошибка! Переменная документа не указана.</w:instrText>
    </w:r>
    <w:r>
      <w:rPr>
        <w:lang w:val="en-US"/>
      </w:rPr>
      <w:fldChar w:fldCharType="end"/>
    </w:r>
    <w:r>
      <w:rPr>
        <w:lang w:val="en-US"/>
      </w:rPr>
      <w:instrText xml:space="preserve"> = 1 </w:instrText>
    </w:r>
    <w:r>
      <w:rPr>
        <w:lang w:val="en-US"/>
      </w:rPr>
      <w:fldChar w:fldCharType="begin"/>
    </w:r>
    <w:r>
      <w:rPr>
        <w:lang w:val="en-US"/>
      </w:rPr>
      <w:instrText xml:space="preserve"> IF </w:instrText>
    </w:r>
    <w:r>
      <w:rPr>
        <w:lang w:val="en-US"/>
      </w:rPr>
      <w:fldChar w:fldCharType="begin"/>
    </w:r>
    <w:r>
      <w:rPr>
        <w:lang w:val="en-US"/>
      </w:rPr>
      <w:instrText xml:space="preserve"> PAGE </w:instrText>
    </w:r>
    <w:r>
      <w:rPr>
        <w:lang w:val="en-US"/>
      </w:rPr>
      <w:fldChar w:fldCharType="end"/>
    </w:r>
    <w:r>
      <w:rPr>
        <w:lang w:val="en-US"/>
      </w:rPr>
      <w:instrText xml:space="preserve"> = 1 "</w:instrText>
    </w:r>
  </w:p>
  <w:p w:rsidR="00622A35" w:rsidRPr="003B3969" w:rsidRDefault="00622A35" w:rsidP="00357921">
    <w:pPr>
      <w:spacing w:line="240" w:lineRule="auto"/>
      <w:jc w:val="center"/>
      <w:rPr>
        <w:b/>
        <w:spacing w:val="80"/>
        <w:sz w:val="40"/>
        <w:szCs w:val="40"/>
      </w:rPr>
    </w:pPr>
    <w:r w:rsidRPr="003B3969">
      <w:rPr>
        <w:b/>
        <w:spacing w:val="80"/>
        <w:sz w:val="40"/>
        <w:szCs w:val="40"/>
      </w:rPr>
      <w:instrText>СТЕНОГРАММА</w:instrText>
    </w:r>
  </w:p>
  <w:p w:rsidR="00622A35" w:rsidRPr="00357921" w:rsidRDefault="00622A35" w:rsidP="00B903BD">
    <w:pPr>
      <w:spacing w:line="240" w:lineRule="auto"/>
      <w:ind w:left="709" w:firstLine="0"/>
      <w:jc w:val="center"/>
      <w:rPr>
        <w:sz w:val="24"/>
        <w:szCs w:val="24"/>
        <w:lang w:val="en-US"/>
      </w:rPr>
    </w:pPr>
    <w:r w:rsidRPr="00804968">
      <w:rPr>
        <w:b/>
        <w:u w:val="single"/>
        <w:lang w:val="en-US"/>
      </w:rPr>
      <w:instrText>______________________________</w:instrText>
    </w:r>
    <w:r>
      <w:rPr>
        <w:b/>
        <w:u w:val="single"/>
        <w:lang w:val="en-US"/>
      </w:rPr>
      <w:instrText>_______________________________</w:instrText>
    </w:r>
    <w:r>
      <w:rPr>
        <w:lang w:val="en-US"/>
      </w:rPr>
      <w:instrText xml:space="preserve">" "" </w:instrText>
    </w:r>
    <w:r>
      <w:rPr>
        <w:lang w:val="en-US"/>
      </w:rPr>
      <w:fldChar w:fldCharType="end"/>
    </w:r>
    <w:r>
      <w:rPr>
        <w:lang w:val="en-US"/>
      </w:rPr>
      <w:instrText xml:space="preserve"> </w:instrText>
    </w:r>
    <w:r>
      <w:rPr>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A35" w:rsidRDefault="00622A3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sFragment" w:val="0"/>
    <w:docVar w:name="SecialView" w:val="0"/>
  </w:docVars>
  <w:rsids>
    <w:rsidRoot w:val="00422F49"/>
    <w:rsid w:val="00001931"/>
    <w:rsid w:val="00006254"/>
    <w:rsid w:val="00011333"/>
    <w:rsid w:val="00013FFB"/>
    <w:rsid w:val="0001722F"/>
    <w:rsid w:val="00017DC2"/>
    <w:rsid w:val="00032637"/>
    <w:rsid w:val="00032A45"/>
    <w:rsid w:val="00033170"/>
    <w:rsid w:val="00042200"/>
    <w:rsid w:val="000425AC"/>
    <w:rsid w:val="00046BA0"/>
    <w:rsid w:val="00050488"/>
    <w:rsid w:val="00057442"/>
    <w:rsid w:val="000663B3"/>
    <w:rsid w:val="000707FA"/>
    <w:rsid w:val="000760EB"/>
    <w:rsid w:val="00085155"/>
    <w:rsid w:val="00086C3A"/>
    <w:rsid w:val="000878AE"/>
    <w:rsid w:val="00087939"/>
    <w:rsid w:val="00096E37"/>
    <w:rsid w:val="000A0440"/>
    <w:rsid w:val="000A2C0A"/>
    <w:rsid w:val="000A76D6"/>
    <w:rsid w:val="000B0CFF"/>
    <w:rsid w:val="000B14B0"/>
    <w:rsid w:val="000B68AD"/>
    <w:rsid w:val="000C147E"/>
    <w:rsid w:val="000C1DF3"/>
    <w:rsid w:val="000D1779"/>
    <w:rsid w:val="000D317C"/>
    <w:rsid w:val="000E5983"/>
    <w:rsid w:val="000E61A6"/>
    <w:rsid w:val="000F02AE"/>
    <w:rsid w:val="000F3516"/>
    <w:rsid w:val="00101C8D"/>
    <w:rsid w:val="00104DF5"/>
    <w:rsid w:val="00117C6E"/>
    <w:rsid w:val="00122AC6"/>
    <w:rsid w:val="00134DD3"/>
    <w:rsid w:val="001356BF"/>
    <w:rsid w:val="001358CE"/>
    <w:rsid w:val="001415DE"/>
    <w:rsid w:val="00142CF3"/>
    <w:rsid w:val="0014305E"/>
    <w:rsid w:val="00147C84"/>
    <w:rsid w:val="0015783A"/>
    <w:rsid w:val="00162059"/>
    <w:rsid w:val="00163412"/>
    <w:rsid w:val="0016510A"/>
    <w:rsid w:val="001676FD"/>
    <w:rsid w:val="001755B8"/>
    <w:rsid w:val="00177D90"/>
    <w:rsid w:val="00182572"/>
    <w:rsid w:val="001826FF"/>
    <w:rsid w:val="001A3803"/>
    <w:rsid w:val="001A54A1"/>
    <w:rsid w:val="001A637A"/>
    <w:rsid w:val="001B54C5"/>
    <w:rsid w:val="001B6F07"/>
    <w:rsid w:val="001B76F1"/>
    <w:rsid w:val="001C5B9B"/>
    <w:rsid w:val="001D4AE3"/>
    <w:rsid w:val="001E0283"/>
    <w:rsid w:val="001E07EA"/>
    <w:rsid w:val="001E3627"/>
    <w:rsid w:val="001E4F17"/>
    <w:rsid w:val="001E77C7"/>
    <w:rsid w:val="001F021C"/>
    <w:rsid w:val="001F2F95"/>
    <w:rsid w:val="001F57E3"/>
    <w:rsid w:val="00200EB3"/>
    <w:rsid w:val="002062E7"/>
    <w:rsid w:val="00207553"/>
    <w:rsid w:val="002122E3"/>
    <w:rsid w:val="0021589B"/>
    <w:rsid w:val="002166C6"/>
    <w:rsid w:val="00227D7C"/>
    <w:rsid w:val="00243997"/>
    <w:rsid w:val="00244382"/>
    <w:rsid w:val="00244B68"/>
    <w:rsid w:val="00244E4A"/>
    <w:rsid w:val="00250534"/>
    <w:rsid w:val="002600F2"/>
    <w:rsid w:val="0026604A"/>
    <w:rsid w:val="002700BF"/>
    <w:rsid w:val="002769A2"/>
    <w:rsid w:val="00280564"/>
    <w:rsid w:val="00280DF8"/>
    <w:rsid w:val="002855AE"/>
    <w:rsid w:val="0028592B"/>
    <w:rsid w:val="002A34EA"/>
    <w:rsid w:val="002A58C1"/>
    <w:rsid w:val="002A7F05"/>
    <w:rsid w:val="002B6A98"/>
    <w:rsid w:val="002C0803"/>
    <w:rsid w:val="002C3489"/>
    <w:rsid w:val="002C53AE"/>
    <w:rsid w:val="002D0168"/>
    <w:rsid w:val="002D0D9C"/>
    <w:rsid w:val="002D3C01"/>
    <w:rsid w:val="002D415B"/>
    <w:rsid w:val="002D600E"/>
    <w:rsid w:val="002D6AA7"/>
    <w:rsid w:val="002D6E9B"/>
    <w:rsid w:val="002D711C"/>
    <w:rsid w:val="002E099D"/>
    <w:rsid w:val="002E0BA8"/>
    <w:rsid w:val="002E1C13"/>
    <w:rsid w:val="002E2601"/>
    <w:rsid w:val="002E4AE1"/>
    <w:rsid w:val="002E5079"/>
    <w:rsid w:val="002E5167"/>
    <w:rsid w:val="002E52B9"/>
    <w:rsid w:val="002E58D3"/>
    <w:rsid w:val="002E626E"/>
    <w:rsid w:val="002F1098"/>
    <w:rsid w:val="002F684E"/>
    <w:rsid w:val="0030122A"/>
    <w:rsid w:val="003079E1"/>
    <w:rsid w:val="00311CD1"/>
    <w:rsid w:val="00314FF5"/>
    <w:rsid w:val="0031509A"/>
    <w:rsid w:val="0032583F"/>
    <w:rsid w:val="00327F50"/>
    <w:rsid w:val="003409C5"/>
    <w:rsid w:val="00340FED"/>
    <w:rsid w:val="0034516C"/>
    <w:rsid w:val="00347B79"/>
    <w:rsid w:val="00352D93"/>
    <w:rsid w:val="003557EE"/>
    <w:rsid w:val="00357921"/>
    <w:rsid w:val="003636A1"/>
    <w:rsid w:val="00363BAE"/>
    <w:rsid w:val="0037189C"/>
    <w:rsid w:val="003735B3"/>
    <w:rsid w:val="0037412D"/>
    <w:rsid w:val="00374E5A"/>
    <w:rsid w:val="003769C4"/>
    <w:rsid w:val="00377C74"/>
    <w:rsid w:val="003804A8"/>
    <w:rsid w:val="0038244E"/>
    <w:rsid w:val="00394A6E"/>
    <w:rsid w:val="003A4C88"/>
    <w:rsid w:val="003A6D0B"/>
    <w:rsid w:val="003B4334"/>
    <w:rsid w:val="003B44E3"/>
    <w:rsid w:val="003B578F"/>
    <w:rsid w:val="003B651D"/>
    <w:rsid w:val="003B77C4"/>
    <w:rsid w:val="003C0AF5"/>
    <w:rsid w:val="003C6631"/>
    <w:rsid w:val="003C6B93"/>
    <w:rsid w:val="003C7E5F"/>
    <w:rsid w:val="003D3D53"/>
    <w:rsid w:val="003D7A16"/>
    <w:rsid w:val="003F11F1"/>
    <w:rsid w:val="003F2172"/>
    <w:rsid w:val="003F7783"/>
    <w:rsid w:val="00406F5E"/>
    <w:rsid w:val="0041447E"/>
    <w:rsid w:val="00414564"/>
    <w:rsid w:val="00416070"/>
    <w:rsid w:val="00417AA3"/>
    <w:rsid w:val="00422F49"/>
    <w:rsid w:val="00430A60"/>
    <w:rsid w:val="00435E05"/>
    <w:rsid w:val="004361D1"/>
    <w:rsid w:val="00437953"/>
    <w:rsid w:val="004379B8"/>
    <w:rsid w:val="00451523"/>
    <w:rsid w:val="0045173F"/>
    <w:rsid w:val="00453341"/>
    <w:rsid w:val="0045531A"/>
    <w:rsid w:val="0045677E"/>
    <w:rsid w:val="00457CEB"/>
    <w:rsid w:val="0046032A"/>
    <w:rsid w:val="00460FCE"/>
    <w:rsid w:val="004618C8"/>
    <w:rsid w:val="00463CF0"/>
    <w:rsid w:val="004650AF"/>
    <w:rsid w:val="00465C19"/>
    <w:rsid w:val="00482700"/>
    <w:rsid w:val="00485AC4"/>
    <w:rsid w:val="004873CD"/>
    <w:rsid w:val="00487974"/>
    <w:rsid w:val="00487D5F"/>
    <w:rsid w:val="00494BF5"/>
    <w:rsid w:val="004B642A"/>
    <w:rsid w:val="004C1139"/>
    <w:rsid w:val="004C3813"/>
    <w:rsid w:val="004D2697"/>
    <w:rsid w:val="004E06F0"/>
    <w:rsid w:val="004E1745"/>
    <w:rsid w:val="004E3232"/>
    <w:rsid w:val="004E6165"/>
    <w:rsid w:val="004F25A6"/>
    <w:rsid w:val="0051514F"/>
    <w:rsid w:val="005154BE"/>
    <w:rsid w:val="0051569D"/>
    <w:rsid w:val="00520DEA"/>
    <w:rsid w:val="00521A87"/>
    <w:rsid w:val="00522CB8"/>
    <w:rsid w:val="00523517"/>
    <w:rsid w:val="00523FCC"/>
    <w:rsid w:val="00525ADE"/>
    <w:rsid w:val="00542842"/>
    <w:rsid w:val="00543BC6"/>
    <w:rsid w:val="00545CDF"/>
    <w:rsid w:val="00550EA4"/>
    <w:rsid w:val="00555557"/>
    <w:rsid w:val="0055600E"/>
    <w:rsid w:val="005739A8"/>
    <w:rsid w:val="005826D4"/>
    <w:rsid w:val="00583F76"/>
    <w:rsid w:val="005842CE"/>
    <w:rsid w:val="005863D5"/>
    <w:rsid w:val="00590D31"/>
    <w:rsid w:val="00594469"/>
    <w:rsid w:val="00595194"/>
    <w:rsid w:val="005A40DE"/>
    <w:rsid w:val="005A58EB"/>
    <w:rsid w:val="005A6D95"/>
    <w:rsid w:val="005C33FD"/>
    <w:rsid w:val="005D1991"/>
    <w:rsid w:val="005D621F"/>
    <w:rsid w:val="005D6A3A"/>
    <w:rsid w:val="005D6D78"/>
    <w:rsid w:val="005E5EF7"/>
    <w:rsid w:val="005E613E"/>
    <w:rsid w:val="005F2F02"/>
    <w:rsid w:val="005F43D5"/>
    <w:rsid w:val="005F51B3"/>
    <w:rsid w:val="005F5A49"/>
    <w:rsid w:val="00604456"/>
    <w:rsid w:val="00606BDE"/>
    <w:rsid w:val="00611ACF"/>
    <w:rsid w:val="00613EC8"/>
    <w:rsid w:val="00617CD7"/>
    <w:rsid w:val="00622A35"/>
    <w:rsid w:val="0062447D"/>
    <w:rsid w:val="0062494B"/>
    <w:rsid w:val="00627747"/>
    <w:rsid w:val="0064156A"/>
    <w:rsid w:val="006466C5"/>
    <w:rsid w:val="0065379D"/>
    <w:rsid w:val="006537AF"/>
    <w:rsid w:val="0065603B"/>
    <w:rsid w:val="006562AA"/>
    <w:rsid w:val="00663B46"/>
    <w:rsid w:val="00664B7A"/>
    <w:rsid w:val="00670CF3"/>
    <w:rsid w:val="00671670"/>
    <w:rsid w:val="00671DBD"/>
    <w:rsid w:val="00672224"/>
    <w:rsid w:val="006804FF"/>
    <w:rsid w:val="00682030"/>
    <w:rsid w:val="0068271A"/>
    <w:rsid w:val="0069401E"/>
    <w:rsid w:val="006951E2"/>
    <w:rsid w:val="00696642"/>
    <w:rsid w:val="006A0F1F"/>
    <w:rsid w:val="006A15C3"/>
    <w:rsid w:val="006A385D"/>
    <w:rsid w:val="006A416E"/>
    <w:rsid w:val="006A5D95"/>
    <w:rsid w:val="006A76D5"/>
    <w:rsid w:val="006B1B05"/>
    <w:rsid w:val="006B4ABC"/>
    <w:rsid w:val="006C016B"/>
    <w:rsid w:val="006C03AC"/>
    <w:rsid w:val="006C0B2F"/>
    <w:rsid w:val="006D1390"/>
    <w:rsid w:val="006D1C41"/>
    <w:rsid w:val="006E411F"/>
    <w:rsid w:val="006E45B4"/>
    <w:rsid w:val="006E5250"/>
    <w:rsid w:val="006E6A45"/>
    <w:rsid w:val="006E7BA5"/>
    <w:rsid w:val="006F005A"/>
    <w:rsid w:val="006F501C"/>
    <w:rsid w:val="006F585F"/>
    <w:rsid w:val="00704FED"/>
    <w:rsid w:val="007073BE"/>
    <w:rsid w:val="00713576"/>
    <w:rsid w:val="00715A17"/>
    <w:rsid w:val="007178DD"/>
    <w:rsid w:val="00723322"/>
    <w:rsid w:val="00726385"/>
    <w:rsid w:val="007377F1"/>
    <w:rsid w:val="007400CF"/>
    <w:rsid w:val="007413EC"/>
    <w:rsid w:val="00743638"/>
    <w:rsid w:val="00747C39"/>
    <w:rsid w:val="00753310"/>
    <w:rsid w:val="00754392"/>
    <w:rsid w:val="00755583"/>
    <w:rsid w:val="00756657"/>
    <w:rsid w:val="0075706D"/>
    <w:rsid w:val="00760BA9"/>
    <w:rsid w:val="00760EE6"/>
    <w:rsid w:val="00770055"/>
    <w:rsid w:val="00771F46"/>
    <w:rsid w:val="0077538A"/>
    <w:rsid w:val="00781A64"/>
    <w:rsid w:val="00786E66"/>
    <w:rsid w:val="0079343C"/>
    <w:rsid w:val="007A23F1"/>
    <w:rsid w:val="007A4B5A"/>
    <w:rsid w:val="007A7C0B"/>
    <w:rsid w:val="007B67AD"/>
    <w:rsid w:val="007C1F87"/>
    <w:rsid w:val="007C2A00"/>
    <w:rsid w:val="007C619F"/>
    <w:rsid w:val="007D0784"/>
    <w:rsid w:val="007D1B30"/>
    <w:rsid w:val="007D60B1"/>
    <w:rsid w:val="007E12A6"/>
    <w:rsid w:val="007E2F96"/>
    <w:rsid w:val="007E4292"/>
    <w:rsid w:val="007E4B1A"/>
    <w:rsid w:val="007E7CFE"/>
    <w:rsid w:val="007F1CEC"/>
    <w:rsid w:val="007F2BD2"/>
    <w:rsid w:val="007F40D9"/>
    <w:rsid w:val="007F6C52"/>
    <w:rsid w:val="00804046"/>
    <w:rsid w:val="00804968"/>
    <w:rsid w:val="00813951"/>
    <w:rsid w:val="00815648"/>
    <w:rsid w:val="00821EE4"/>
    <w:rsid w:val="008238D5"/>
    <w:rsid w:val="00827CD7"/>
    <w:rsid w:val="00835D51"/>
    <w:rsid w:val="008553BC"/>
    <w:rsid w:val="00871281"/>
    <w:rsid w:val="00871737"/>
    <w:rsid w:val="00872D12"/>
    <w:rsid w:val="0088005B"/>
    <w:rsid w:val="00885933"/>
    <w:rsid w:val="008872F9"/>
    <w:rsid w:val="008B02EE"/>
    <w:rsid w:val="008B1997"/>
    <w:rsid w:val="008B2FCC"/>
    <w:rsid w:val="008B6669"/>
    <w:rsid w:val="008C265D"/>
    <w:rsid w:val="008C49A0"/>
    <w:rsid w:val="008D2696"/>
    <w:rsid w:val="008D3298"/>
    <w:rsid w:val="008D740A"/>
    <w:rsid w:val="008E22EB"/>
    <w:rsid w:val="008E3BD9"/>
    <w:rsid w:val="008E55D1"/>
    <w:rsid w:val="008E662B"/>
    <w:rsid w:val="008F756B"/>
    <w:rsid w:val="008F7F9F"/>
    <w:rsid w:val="00902A46"/>
    <w:rsid w:val="0090491B"/>
    <w:rsid w:val="009119AF"/>
    <w:rsid w:val="009120D9"/>
    <w:rsid w:val="0091457B"/>
    <w:rsid w:val="00915BFB"/>
    <w:rsid w:val="00917EF0"/>
    <w:rsid w:val="0092258F"/>
    <w:rsid w:val="00936935"/>
    <w:rsid w:val="00937772"/>
    <w:rsid w:val="00940726"/>
    <w:rsid w:val="00941E04"/>
    <w:rsid w:val="00947374"/>
    <w:rsid w:val="00951A0A"/>
    <w:rsid w:val="009522C0"/>
    <w:rsid w:val="00957B4E"/>
    <w:rsid w:val="00964488"/>
    <w:rsid w:val="009644B6"/>
    <w:rsid w:val="00964CC9"/>
    <w:rsid w:val="00972567"/>
    <w:rsid w:val="00981E9E"/>
    <w:rsid w:val="009842B7"/>
    <w:rsid w:val="00984C64"/>
    <w:rsid w:val="00991FC2"/>
    <w:rsid w:val="00993481"/>
    <w:rsid w:val="009937DB"/>
    <w:rsid w:val="0099617B"/>
    <w:rsid w:val="00996ADC"/>
    <w:rsid w:val="009A4662"/>
    <w:rsid w:val="009B13B2"/>
    <w:rsid w:val="009B7DF5"/>
    <w:rsid w:val="009C1093"/>
    <w:rsid w:val="009C1BE8"/>
    <w:rsid w:val="009D1C07"/>
    <w:rsid w:val="009D786B"/>
    <w:rsid w:val="009E4B71"/>
    <w:rsid w:val="009E61A2"/>
    <w:rsid w:val="009F6D24"/>
    <w:rsid w:val="00A001F4"/>
    <w:rsid w:val="00A01D36"/>
    <w:rsid w:val="00A02B1A"/>
    <w:rsid w:val="00A068C5"/>
    <w:rsid w:val="00A10923"/>
    <w:rsid w:val="00A128EF"/>
    <w:rsid w:val="00A17DF9"/>
    <w:rsid w:val="00A23B7A"/>
    <w:rsid w:val="00A24153"/>
    <w:rsid w:val="00A35910"/>
    <w:rsid w:val="00A425E8"/>
    <w:rsid w:val="00A51ED3"/>
    <w:rsid w:val="00A5228E"/>
    <w:rsid w:val="00A54D09"/>
    <w:rsid w:val="00A57AE3"/>
    <w:rsid w:val="00A70454"/>
    <w:rsid w:val="00A70933"/>
    <w:rsid w:val="00A73722"/>
    <w:rsid w:val="00A8187D"/>
    <w:rsid w:val="00A9088E"/>
    <w:rsid w:val="00A96BC1"/>
    <w:rsid w:val="00AA1925"/>
    <w:rsid w:val="00AA45A8"/>
    <w:rsid w:val="00AB1D58"/>
    <w:rsid w:val="00AB3900"/>
    <w:rsid w:val="00AB3DBC"/>
    <w:rsid w:val="00AB4809"/>
    <w:rsid w:val="00AC3EC7"/>
    <w:rsid w:val="00AC7ADA"/>
    <w:rsid w:val="00AD58AA"/>
    <w:rsid w:val="00AD68CC"/>
    <w:rsid w:val="00AE3C96"/>
    <w:rsid w:val="00AE5D9E"/>
    <w:rsid w:val="00AE6257"/>
    <w:rsid w:val="00B03E33"/>
    <w:rsid w:val="00B05C5B"/>
    <w:rsid w:val="00B06AAB"/>
    <w:rsid w:val="00B102B5"/>
    <w:rsid w:val="00B12C79"/>
    <w:rsid w:val="00B1368B"/>
    <w:rsid w:val="00B16204"/>
    <w:rsid w:val="00B16D0E"/>
    <w:rsid w:val="00B21A4D"/>
    <w:rsid w:val="00B23FC2"/>
    <w:rsid w:val="00B24ADD"/>
    <w:rsid w:val="00B30222"/>
    <w:rsid w:val="00B30BB7"/>
    <w:rsid w:val="00B379C4"/>
    <w:rsid w:val="00B37FD5"/>
    <w:rsid w:val="00B41511"/>
    <w:rsid w:val="00B5096C"/>
    <w:rsid w:val="00B542A3"/>
    <w:rsid w:val="00B54A92"/>
    <w:rsid w:val="00B56844"/>
    <w:rsid w:val="00B5719A"/>
    <w:rsid w:val="00B573F9"/>
    <w:rsid w:val="00B601E4"/>
    <w:rsid w:val="00B632CF"/>
    <w:rsid w:val="00B65910"/>
    <w:rsid w:val="00B763BF"/>
    <w:rsid w:val="00B807D7"/>
    <w:rsid w:val="00B83275"/>
    <w:rsid w:val="00B85EFE"/>
    <w:rsid w:val="00B903BD"/>
    <w:rsid w:val="00B91101"/>
    <w:rsid w:val="00B92B7B"/>
    <w:rsid w:val="00BA0F37"/>
    <w:rsid w:val="00BA2569"/>
    <w:rsid w:val="00BA72C2"/>
    <w:rsid w:val="00BB375E"/>
    <w:rsid w:val="00BB4FCD"/>
    <w:rsid w:val="00BB63E2"/>
    <w:rsid w:val="00BD017D"/>
    <w:rsid w:val="00BD0930"/>
    <w:rsid w:val="00BD0A7A"/>
    <w:rsid w:val="00BD145D"/>
    <w:rsid w:val="00BD1F04"/>
    <w:rsid w:val="00BD37DE"/>
    <w:rsid w:val="00BE0EE3"/>
    <w:rsid w:val="00BE1BF4"/>
    <w:rsid w:val="00BE2E78"/>
    <w:rsid w:val="00BE336B"/>
    <w:rsid w:val="00BE6F27"/>
    <w:rsid w:val="00BF23AB"/>
    <w:rsid w:val="00BF3AD3"/>
    <w:rsid w:val="00BF5C50"/>
    <w:rsid w:val="00C050E4"/>
    <w:rsid w:val="00C06C46"/>
    <w:rsid w:val="00C149B0"/>
    <w:rsid w:val="00C16734"/>
    <w:rsid w:val="00C169A3"/>
    <w:rsid w:val="00C16B85"/>
    <w:rsid w:val="00C21B5C"/>
    <w:rsid w:val="00C245FA"/>
    <w:rsid w:val="00C26886"/>
    <w:rsid w:val="00C331BD"/>
    <w:rsid w:val="00C42B72"/>
    <w:rsid w:val="00C47BFB"/>
    <w:rsid w:val="00C47FBE"/>
    <w:rsid w:val="00C53C82"/>
    <w:rsid w:val="00C53DB1"/>
    <w:rsid w:val="00C61946"/>
    <w:rsid w:val="00C619C9"/>
    <w:rsid w:val="00C662DA"/>
    <w:rsid w:val="00C677DF"/>
    <w:rsid w:val="00C718F4"/>
    <w:rsid w:val="00C761D2"/>
    <w:rsid w:val="00C76C69"/>
    <w:rsid w:val="00C772DF"/>
    <w:rsid w:val="00C82B35"/>
    <w:rsid w:val="00C8483B"/>
    <w:rsid w:val="00C857E3"/>
    <w:rsid w:val="00C8731D"/>
    <w:rsid w:val="00C963C0"/>
    <w:rsid w:val="00C97FFB"/>
    <w:rsid w:val="00CA4FE9"/>
    <w:rsid w:val="00CA6363"/>
    <w:rsid w:val="00CB2CD7"/>
    <w:rsid w:val="00CB2D3A"/>
    <w:rsid w:val="00CB367D"/>
    <w:rsid w:val="00CB4021"/>
    <w:rsid w:val="00CB42E5"/>
    <w:rsid w:val="00CB79A7"/>
    <w:rsid w:val="00CC11C5"/>
    <w:rsid w:val="00CC2D64"/>
    <w:rsid w:val="00CC5D37"/>
    <w:rsid w:val="00CD15A6"/>
    <w:rsid w:val="00CD2D6A"/>
    <w:rsid w:val="00CD6FE8"/>
    <w:rsid w:val="00CE1960"/>
    <w:rsid w:val="00CE1DF2"/>
    <w:rsid w:val="00CE4AFE"/>
    <w:rsid w:val="00CE6483"/>
    <w:rsid w:val="00CE65EC"/>
    <w:rsid w:val="00CE72F2"/>
    <w:rsid w:val="00CF22D5"/>
    <w:rsid w:val="00D0546F"/>
    <w:rsid w:val="00D10BC1"/>
    <w:rsid w:val="00D10CD0"/>
    <w:rsid w:val="00D11D80"/>
    <w:rsid w:val="00D16C6B"/>
    <w:rsid w:val="00D2030C"/>
    <w:rsid w:val="00D20808"/>
    <w:rsid w:val="00D220D1"/>
    <w:rsid w:val="00D23897"/>
    <w:rsid w:val="00D3118E"/>
    <w:rsid w:val="00D36771"/>
    <w:rsid w:val="00D368B0"/>
    <w:rsid w:val="00D36F44"/>
    <w:rsid w:val="00D449A5"/>
    <w:rsid w:val="00D46B70"/>
    <w:rsid w:val="00D50671"/>
    <w:rsid w:val="00D51431"/>
    <w:rsid w:val="00D61CB2"/>
    <w:rsid w:val="00D62F1B"/>
    <w:rsid w:val="00D674E4"/>
    <w:rsid w:val="00D722D4"/>
    <w:rsid w:val="00D74838"/>
    <w:rsid w:val="00D80599"/>
    <w:rsid w:val="00D80882"/>
    <w:rsid w:val="00D845B3"/>
    <w:rsid w:val="00D86DC0"/>
    <w:rsid w:val="00D9145E"/>
    <w:rsid w:val="00D931D5"/>
    <w:rsid w:val="00DA1F7A"/>
    <w:rsid w:val="00DA290A"/>
    <w:rsid w:val="00DA5148"/>
    <w:rsid w:val="00DB1721"/>
    <w:rsid w:val="00DB2163"/>
    <w:rsid w:val="00DC2147"/>
    <w:rsid w:val="00DC32C0"/>
    <w:rsid w:val="00DC6A3E"/>
    <w:rsid w:val="00DD1615"/>
    <w:rsid w:val="00DD3096"/>
    <w:rsid w:val="00DE0A18"/>
    <w:rsid w:val="00DE50E2"/>
    <w:rsid w:val="00DF0902"/>
    <w:rsid w:val="00DF1D63"/>
    <w:rsid w:val="00DF238B"/>
    <w:rsid w:val="00DF247A"/>
    <w:rsid w:val="00DF29ED"/>
    <w:rsid w:val="00DF3E6B"/>
    <w:rsid w:val="00DF7DF7"/>
    <w:rsid w:val="00E00F55"/>
    <w:rsid w:val="00E03AB6"/>
    <w:rsid w:val="00E0472C"/>
    <w:rsid w:val="00E06B6C"/>
    <w:rsid w:val="00E13606"/>
    <w:rsid w:val="00E23A26"/>
    <w:rsid w:val="00E406AB"/>
    <w:rsid w:val="00E440BD"/>
    <w:rsid w:val="00E50B98"/>
    <w:rsid w:val="00E50F94"/>
    <w:rsid w:val="00E5375D"/>
    <w:rsid w:val="00E5466A"/>
    <w:rsid w:val="00E571B6"/>
    <w:rsid w:val="00E575BC"/>
    <w:rsid w:val="00E60DEF"/>
    <w:rsid w:val="00E619E0"/>
    <w:rsid w:val="00E719C3"/>
    <w:rsid w:val="00E732A5"/>
    <w:rsid w:val="00E73568"/>
    <w:rsid w:val="00E7447E"/>
    <w:rsid w:val="00E74CAA"/>
    <w:rsid w:val="00E76C92"/>
    <w:rsid w:val="00E8050E"/>
    <w:rsid w:val="00E814AF"/>
    <w:rsid w:val="00E93D41"/>
    <w:rsid w:val="00E94212"/>
    <w:rsid w:val="00E97487"/>
    <w:rsid w:val="00EA1892"/>
    <w:rsid w:val="00EA53E2"/>
    <w:rsid w:val="00EB2661"/>
    <w:rsid w:val="00EB37A7"/>
    <w:rsid w:val="00EB47C5"/>
    <w:rsid w:val="00EB5A9F"/>
    <w:rsid w:val="00EB608D"/>
    <w:rsid w:val="00EB77E1"/>
    <w:rsid w:val="00EB7C9C"/>
    <w:rsid w:val="00EC1A2E"/>
    <w:rsid w:val="00EC2881"/>
    <w:rsid w:val="00EC2E0D"/>
    <w:rsid w:val="00EC4045"/>
    <w:rsid w:val="00ED19F1"/>
    <w:rsid w:val="00ED2F0E"/>
    <w:rsid w:val="00ED5AA9"/>
    <w:rsid w:val="00ED5B66"/>
    <w:rsid w:val="00ED71E9"/>
    <w:rsid w:val="00EE19E0"/>
    <w:rsid w:val="00EE2364"/>
    <w:rsid w:val="00EE438D"/>
    <w:rsid w:val="00EE6FBD"/>
    <w:rsid w:val="00EF2C96"/>
    <w:rsid w:val="00F06706"/>
    <w:rsid w:val="00F119A2"/>
    <w:rsid w:val="00F179B4"/>
    <w:rsid w:val="00F21090"/>
    <w:rsid w:val="00F2364E"/>
    <w:rsid w:val="00F24E58"/>
    <w:rsid w:val="00F27363"/>
    <w:rsid w:val="00F33F6A"/>
    <w:rsid w:val="00F357C5"/>
    <w:rsid w:val="00F3752A"/>
    <w:rsid w:val="00F46444"/>
    <w:rsid w:val="00F62F16"/>
    <w:rsid w:val="00F637E3"/>
    <w:rsid w:val="00F6428B"/>
    <w:rsid w:val="00F7190F"/>
    <w:rsid w:val="00F75FB5"/>
    <w:rsid w:val="00F76C9C"/>
    <w:rsid w:val="00F8097A"/>
    <w:rsid w:val="00F848A9"/>
    <w:rsid w:val="00F87E75"/>
    <w:rsid w:val="00F91F4A"/>
    <w:rsid w:val="00F97A8B"/>
    <w:rsid w:val="00FA2F1E"/>
    <w:rsid w:val="00FB04DC"/>
    <w:rsid w:val="00FB0B34"/>
    <w:rsid w:val="00FB2AFB"/>
    <w:rsid w:val="00FB791C"/>
    <w:rsid w:val="00FC00E3"/>
    <w:rsid w:val="00FC0110"/>
    <w:rsid w:val="00FC3733"/>
    <w:rsid w:val="00FC3A9E"/>
    <w:rsid w:val="00FC4408"/>
    <w:rsid w:val="00FC46A4"/>
    <w:rsid w:val="00FD5C0A"/>
    <w:rsid w:val="00FE0B00"/>
    <w:rsid w:val="00FE1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04"/>
    <w:pPr>
      <w:spacing w:line="480" w:lineRule="auto"/>
      <w:ind w:firstLine="720"/>
      <w:jc w:val="both"/>
    </w:pPr>
    <w:rPr>
      <w:rFonts w:eastAsia="Times New Roman"/>
      <w:sz w:val="28"/>
      <w:szCs w:val="28"/>
    </w:rPr>
  </w:style>
  <w:style w:type="paragraph" w:styleId="1">
    <w:name w:val="heading 1"/>
    <w:basedOn w:val="a"/>
    <w:next w:val="a"/>
    <w:qFormat/>
    <w:rsid w:val="00B162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rsid w:val="00B5719A"/>
    <w:pPr>
      <w:tabs>
        <w:tab w:val="center" w:pos="4677"/>
        <w:tab w:val="right" w:pos="9355"/>
      </w:tabs>
    </w:pPr>
    <w:rPr>
      <w:sz w:val="24"/>
    </w:rPr>
  </w:style>
  <w:style w:type="character" w:styleId="a4">
    <w:name w:val="page number"/>
    <w:basedOn w:val="a0"/>
    <w:rsid w:val="008553BC"/>
  </w:style>
  <w:style w:type="paragraph" w:styleId="a5">
    <w:name w:val="footer"/>
    <w:basedOn w:val="a"/>
    <w:rsid w:val="0038244E"/>
    <w:pPr>
      <w:tabs>
        <w:tab w:val="center" w:pos="4844"/>
        <w:tab w:val="right" w:pos="9689"/>
      </w:tabs>
    </w:pPr>
  </w:style>
  <w:style w:type="table" w:styleId="a6">
    <w:name w:val="Table Grid"/>
    <w:basedOn w:val="a1"/>
    <w:rsid w:val="00696642"/>
    <w:rPr>
      <w:rFonts w:eastAsia="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3557EE"/>
    <w:pPr>
      <w:spacing w:line="240" w:lineRule="auto"/>
    </w:pPr>
    <w:rPr>
      <w:rFonts w:ascii="Tahoma" w:hAnsi="Tahoma" w:cs="Tahoma"/>
      <w:sz w:val="16"/>
      <w:szCs w:val="16"/>
    </w:rPr>
  </w:style>
  <w:style w:type="character" w:customStyle="1" w:styleId="a8">
    <w:name w:val="Текст выноски Знак"/>
    <w:basedOn w:val="a0"/>
    <w:link w:val="a7"/>
    <w:rsid w:val="003557E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04"/>
    <w:pPr>
      <w:spacing w:line="480" w:lineRule="auto"/>
      <w:ind w:firstLine="720"/>
      <w:jc w:val="both"/>
    </w:pPr>
    <w:rPr>
      <w:rFonts w:eastAsia="Times New Roman"/>
      <w:sz w:val="28"/>
      <w:szCs w:val="28"/>
    </w:rPr>
  </w:style>
  <w:style w:type="paragraph" w:styleId="1">
    <w:name w:val="heading 1"/>
    <w:basedOn w:val="a"/>
    <w:next w:val="a"/>
    <w:qFormat/>
    <w:rsid w:val="00B162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rsid w:val="00B5719A"/>
    <w:pPr>
      <w:tabs>
        <w:tab w:val="center" w:pos="4677"/>
        <w:tab w:val="right" w:pos="9355"/>
      </w:tabs>
    </w:pPr>
    <w:rPr>
      <w:sz w:val="24"/>
    </w:rPr>
  </w:style>
  <w:style w:type="character" w:styleId="a4">
    <w:name w:val="page number"/>
    <w:basedOn w:val="a0"/>
    <w:rsid w:val="008553BC"/>
  </w:style>
  <w:style w:type="paragraph" w:styleId="a5">
    <w:name w:val="footer"/>
    <w:basedOn w:val="a"/>
    <w:rsid w:val="0038244E"/>
    <w:pPr>
      <w:tabs>
        <w:tab w:val="center" w:pos="4844"/>
        <w:tab w:val="right" w:pos="9689"/>
      </w:tabs>
    </w:pPr>
  </w:style>
  <w:style w:type="table" w:styleId="a6">
    <w:name w:val="Table Grid"/>
    <w:basedOn w:val="a1"/>
    <w:rsid w:val="00696642"/>
    <w:rPr>
      <w:rFonts w:eastAsia="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3557EE"/>
    <w:pPr>
      <w:spacing w:line="240" w:lineRule="auto"/>
    </w:pPr>
    <w:rPr>
      <w:rFonts w:ascii="Tahoma" w:hAnsi="Tahoma" w:cs="Tahoma"/>
      <w:sz w:val="16"/>
      <w:szCs w:val="16"/>
    </w:rPr>
  </w:style>
  <w:style w:type="character" w:customStyle="1" w:styleId="a8">
    <w:name w:val="Текст выноски Знак"/>
    <w:basedOn w:val="a0"/>
    <w:link w:val="a7"/>
    <w:rsid w:val="003557E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peech%20Technology%20Center\Nestor\WordTemplates\TRANSCRIBER_TEMPLATE_NONPLENARY.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TRANSCRIBER_TEMPLATE_NONPLENARY</Template>
  <TotalTime>0</TotalTime>
  <Pages>56</Pages>
  <Words>14734</Words>
  <Characters>83989</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stc</Company>
  <LinksUpToDate>false</LinksUpToDate>
  <CharactersWithSpaces>98526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ssuser</dc:creator>
  <cp:lastModifiedBy>ЧЕРКАСОВА Эльмира Витальевна</cp:lastModifiedBy>
  <cp:revision>2</cp:revision>
  <cp:lastPrinted>2019-05-21T12:46:00Z</cp:lastPrinted>
  <dcterms:created xsi:type="dcterms:W3CDTF">2019-05-21T13:01:00Z</dcterms:created>
  <dcterms:modified xsi:type="dcterms:W3CDTF">2019-05-21T13:01:00Z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omPercentage">
    <vt:i4>100</vt:i4>
  </property>
</Properties>
</file>